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BE9F26" w14:textId="337240F8" w:rsidR="00DB27DE" w:rsidRDefault="008B3655" w:rsidP="2F830975">
      <w:pPr>
        <w:pStyle w:val="AuthorName"/>
        <w:rPr>
          <w:b/>
          <w:sz w:val="36"/>
        </w:rPr>
      </w:pPr>
      <w:r>
        <w:rPr>
          <w:b/>
          <w:sz w:val="36"/>
        </w:rPr>
        <w:t>Engineering</w:t>
      </w:r>
      <w:r w:rsidR="00364B69" w:rsidRPr="00364B69">
        <w:rPr>
          <w:b/>
          <w:sz w:val="36"/>
        </w:rPr>
        <w:t xml:space="preserve"> Multi-Layered Ethical Governance in Autonomous Agentic AI </w:t>
      </w:r>
      <w:r w:rsidR="0080186B">
        <w:rPr>
          <w:b/>
          <w:sz w:val="36"/>
        </w:rPr>
        <w:t xml:space="preserve">Information </w:t>
      </w:r>
      <w:r w:rsidR="00364B69" w:rsidRPr="00364B69">
        <w:rPr>
          <w:b/>
          <w:sz w:val="36"/>
        </w:rPr>
        <w:t>System</w:t>
      </w:r>
    </w:p>
    <w:p w14:paraId="7E4BECE5" w14:textId="77777777" w:rsidR="00321BD5" w:rsidRDefault="00321BD5" w:rsidP="00321BD5">
      <w:pPr>
        <w:pStyle w:val="AuthorName"/>
        <w:rPr>
          <w:sz w:val="20"/>
          <w:lang w:val="en-GB" w:eastAsia="en-GB"/>
        </w:rPr>
      </w:pPr>
      <w:r>
        <w:t>Mohd-Shadab-Shaikh</w:t>
      </w:r>
      <w:r>
        <w:rPr>
          <w:vertAlign w:val="superscript"/>
        </w:rPr>
        <w:t>1, a)</w:t>
      </w:r>
      <w:r>
        <w:t xml:space="preserve">, </w:t>
      </w:r>
      <w:bookmarkStart w:id="0" w:name="_Hlk198179152"/>
      <w:r>
        <w:t>Sin-Ban Ho</w:t>
      </w:r>
      <w:r>
        <w:rPr>
          <w:vertAlign w:val="superscript"/>
        </w:rPr>
        <w:t>1, b)</w:t>
      </w:r>
      <w:bookmarkEnd w:id="0"/>
      <w:r>
        <w:t>, Ian</w:t>
      </w:r>
      <w:r w:rsidRPr="00D92608">
        <w:t xml:space="preserve"> </w:t>
      </w:r>
      <w:r>
        <w:t>Chai</w:t>
      </w:r>
      <w:r w:rsidRPr="00D92608">
        <w:rPr>
          <w:vertAlign w:val="superscript"/>
        </w:rPr>
        <w:t xml:space="preserve">1, </w:t>
      </w:r>
      <w:r>
        <w:rPr>
          <w:vertAlign w:val="superscript"/>
        </w:rPr>
        <w:t>c</w:t>
      </w:r>
      <w:r w:rsidRPr="00D92608">
        <w:rPr>
          <w:vertAlign w:val="superscript"/>
        </w:rPr>
        <w:t>)</w:t>
      </w:r>
      <w:r>
        <w:t xml:space="preserve">, and </w:t>
      </w:r>
      <w:bookmarkStart w:id="1" w:name="_Hlk187291304"/>
      <w:proofErr w:type="spellStart"/>
      <w:r>
        <w:t>Chuie</w:t>
      </w:r>
      <w:proofErr w:type="spellEnd"/>
      <w:r>
        <w:t>-Hong Tan</w:t>
      </w:r>
      <w:r>
        <w:rPr>
          <w:vertAlign w:val="superscript"/>
        </w:rPr>
        <w:t>2, d)</w:t>
      </w:r>
      <w:bookmarkEnd w:id="1"/>
    </w:p>
    <w:p w14:paraId="4D3792DC" w14:textId="779B86C2" w:rsidR="00DB258B" w:rsidRPr="007F3C2C" w:rsidRDefault="00321BD5" w:rsidP="00DB258B">
      <w:pPr>
        <w:pStyle w:val="AuthorAffiliation"/>
      </w:pPr>
      <w:r w:rsidRPr="007F3C2C">
        <w:rPr>
          <w:vertAlign w:val="superscript"/>
        </w:rPr>
        <w:t>1</w:t>
      </w:r>
      <w:r w:rsidRPr="007F3C2C">
        <w:t>Faculty of Computing and Informatics, Multimedia University, 63100 Cyberjaya, Malaysia.</w:t>
      </w:r>
    </w:p>
    <w:p w14:paraId="5CFA9C09" w14:textId="43D32693" w:rsidR="00C14B14" w:rsidRPr="007F3C2C" w:rsidRDefault="00321BD5" w:rsidP="00DB258B">
      <w:pPr>
        <w:pStyle w:val="AuthorAffiliation"/>
      </w:pPr>
      <w:r w:rsidRPr="007F3C2C">
        <w:rPr>
          <w:vertAlign w:val="superscript"/>
        </w:rPr>
        <w:t>2</w:t>
      </w:r>
      <w:r w:rsidRPr="007F3C2C">
        <w:t>Faculty of Management, Multimedia University, 63100 Cyberjaya, Malaysia.</w:t>
      </w:r>
    </w:p>
    <w:p w14:paraId="2CAC1DDC" w14:textId="77777777" w:rsidR="00863F2C" w:rsidRDefault="00863F2C" w:rsidP="00C14B14">
      <w:pPr>
        <w:pStyle w:val="AuthorAffiliation"/>
        <w:rPr>
          <w:szCs w:val="28"/>
          <w:vertAlign w:val="superscript"/>
        </w:rPr>
      </w:pPr>
    </w:p>
    <w:p w14:paraId="771D6B6C" w14:textId="15CB208A" w:rsidR="00C14B14" w:rsidRPr="007F3C2C" w:rsidRDefault="00863F2C" w:rsidP="00C14B14">
      <w:pPr>
        <w:pStyle w:val="AuthorAffiliation"/>
      </w:pPr>
      <w:r w:rsidRPr="007F3C2C">
        <w:rPr>
          <w:szCs w:val="28"/>
          <w:vertAlign w:val="superscript"/>
        </w:rPr>
        <w:t>b)</w:t>
      </w:r>
      <w:r w:rsidRPr="007F3C2C">
        <w:t xml:space="preserve"> Corresponding author: sbho@mmu.edu.my</w:t>
      </w:r>
    </w:p>
    <w:p w14:paraId="5E05E235" w14:textId="5532B809" w:rsidR="003A5C85" w:rsidRPr="007F3C2C" w:rsidRDefault="00321BD5">
      <w:pPr>
        <w:pStyle w:val="AuthorEmail"/>
        <w:rPr>
          <w:i/>
        </w:rPr>
      </w:pPr>
      <w:r w:rsidRPr="007F3C2C">
        <w:rPr>
          <w:i/>
          <w:szCs w:val="28"/>
          <w:vertAlign w:val="superscript"/>
        </w:rPr>
        <w:t>a)</w:t>
      </w:r>
      <w:r w:rsidRPr="007F3C2C">
        <w:rPr>
          <w:i/>
        </w:rPr>
        <w:t xml:space="preserve"> shadab4it@gmail.com</w:t>
      </w:r>
      <w:r w:rsidR="0061653E" w:rsidRPr="007F3C2C">
        <w:rPr>
          <w:i/>
        </w:rPr>
        <w:br/>
      </w:r>
      <w:r w:rsidRPr="007F3C2C">
        <w:rPr>
          <w:i/>
          <w:szCs w:val="28"/>
          <w:vertAlign w:val="superscript"/>
        </w:rPr>
        <w:t>c)</w:t>
      </w:r>
      <w:r w:rsidRPr="007F3C2C">
        <w:rPr>
          <w:i/>
        </w:rPr>
        <w:t xml:space="preserve"> ianchai@mmu.edu.my</w:t>
      </w:r>
      <w:r w:rsidR="001D469C" w:rsidRPr="007F3C2C">
        <w:rPr>
          <w:i/>
        </w:rPr>
        <w:br/>
      </w:r>
      <w:r w:rsidRPr="007F3C2C">
        <w:rPr>
          <w:i/>
          <w:szCs w:val="28"/>
          <w:vertAlign w:val="superscript"/>
        </w:rPr>
        <w:t>d)</w:t>
      </w:r>
      <w:r w:rsidRPr="007F3C2C">
        <w:rPr>
          <w:i/>
        </w:rPr>
        <w:t xml:space="preserve"> chtan@mmu.edu.my</w:t>
      </w:r>
    </w:p>
    <w:p w14:paraId="7740698B" w14:textId="4FC11892" w:rsidR="00E855B9" w:rsidRDefault="0016385D" w:rsidP="007F3C2C">
      <w:pPr>
        <w:pStyle w:val="Abstract"/>
        <w:ind w:left="288" w:right="288"/>
      </w:pPr>
      <w:r w:rsidRPr="00075EA6">
        <w:rPr>
          <w:b/>
          <w:bCs/>
        </w:rPr>
        <w:t>Abstract.</w:t>
      </w:r>
      <w:r w:rsidRPr="00075EA6">
        <w:t xml:space="preserve"> </w:t>
      </w:r>
      <w:r w:rsidR="00364B69" w:rsidRPr="00364B69">
        <w:t xml:space="preserve">As </w:t>
      </w:r>
      <w:r w:rsidR="00DA240C">
        <w:t>agent</w:t>
      </w:r>
      <w:r w:rsidR="00364B69" w:rsidRPr="00364B69">
        <w:t xml:space="preserve"> AI systems, such as </w:t>
      </w:r>
      <w:proofErr w:type="spellStart"/>
      <w:r w:rsidR="00364B69" w:rsidRPr="00364B69">
        <w:t>AutoGPT</w:t>
      </w:r>
      <w:proofErr w:type="spellEnd"/>
      <w:r w:rsidR="00364B69" w:rsidRPr="00364B69">
        <w:t xml:space="preserve">, </w:t>
      </w:r>
      <w:proofErr w:type="spellStart"/>
      <w:r w:rsidR="00364B69" w:rsidRPr="00364B69">
        <w:t>LangChain</w:t>
      </w:r>
      <w:proofErr w:type="spellEnd"/>
      <w:r w:rsidR="00364B69" w:rsidRPr="00364B69">
        <w:t xml:space="preserve">, and </w:t>
      </w:r>
      <w:proofErr w:type="spellStart"/>
      <w:r w:rsidR="00364B69" w:rsidRPr="00364B69">
        <w:t>ReAct</w:t>
      </w:r>
      <w:proofErr w:type="spellEnd"/>
      <w:r w:rsidR="00364B69" w:rsidRPr="00364B69">
        <w:t xml:space="preserve">, become increasingly prevalent across industries, the need for robust ethical governance has never been more urgent. These agentic AI </w:t>
      </w:r>
      <w:r w:rsidR="0016358F">
        <w:t xml:space="preserve">information </w:t>
      </w:r>
      <w:r w:rsidR="00364B69" w:rsidRPr="00364B69">
        <w:t xml:space="preserve">systems, capable of self-directed behavior and decision-making, introduce significant ethical risks, including bias, unfairness, and lack of accountability. Current ethical frameworks often fall short in addressing the complexities of agentic AI, relying on static rules or post-hoc audits that are insufficient for real-time, autonomous operations. This paper proposes the Ethic Engine, a multi-layered ethical oversight system designed to sit atop any agentic AI, providing a universal filter for ensuring ethical decision-making regardless of </w:t>
      </w:r>
      <w:r w:rsidR="008B3655" w:rsidRPr="00364B69">
        <w:t>AI</w:t>
      </w:r>
      <w:r w:rsidR="00364B69" w:rsidRPr="00364B69">
        <w:t xml:space="preserve"> training data, configuration, or application. The Ethic Engine integrates a combination of static rule-based logic, dynamic large language model evaluations, fairness-aware machine learning, deep reinforcement learning, and real-time ethical evaluations to proactively mitigate biases and unethical actions. By focusing on domains such as </w:t>
      </w:r>
      <w:r w:rsidR="00DA240C">
        <w:t>cloud computing</w:t>
      </w:r>
      <w:r w:rsidR="00364B69" w:rsidRPr="00364B69">
        <w:t xml:space="preserve">, </w:t>
      </w:r>
      <w:r w:rsidR="00DA240C">
        <w:t>software development</w:t>
      </w:r>
      <w:r w:rsidR="00364B69" w:rsidRPr="00364B69">
        <w:t xml:space="preserve">, cybersecurity, and </w:t>
      </w:r>
      <w:r w:rsidR="00DA240C">
        <w:t xml:space="preserve">AI driven </w:t>
      </w:r>
      <w:r w:rsidR="00364B69" w:rsidRPr="00364B69">
        <w:t>auto</w:t>
      </w:r>
      <w:r w:rsidR="00DA240C">
        <w:t>mation</w:t>
      </w:r>
      <w:r w:rsidR="00364B69" w:rsidRPr="00364B69">
        <w:t xml:space="preserve">, this research demonstrates the feasibility and importance of embedding a comprehensive ethics layer in agentic AI. The proposed system offers a scalable, adaptable, and proactive solution to address the evolving ethical challenges posed by autonomous </w:t>
      </w:r>
      <w:r w:rsidR="00DA240C">
        <w:t xml:space="preserve">agent </w:t>
      </w:r>
      <w:r w:rsidR="00364B69" w:rsidRPr="00364B69">
        <w:t>AI systems, ensuring that they operate in alignment with human values and societal norms.</w:t>
      </w:r>
    </w:p>
    <w:p w14:paraId="5240E3FB" w14:textId="4C5ACB00" w:rsidR="003A287B" w:rsidRPr="00075EA6" w:rsidRDefault="00405035" w:rsidP="00003D7C">
      <w:pPr>
        <w:pStyle w:val="Heading1"/>
        <w:rPr>
          <w:b w:val="0"/>
          <w:caps w:val="0"/>
          <w:sz w:val="20"/>
        </w:rPr>
      </w:pPr>
      <w:r w:rsidRPr="00405035">
        <w:t>INTRODUCTION</w:t>
      </w:r>
    </w:p>
    <w:p w14:paraId="35406CE0" w14:textId="0A7B0E32" w:rsidR="00364B69" w:rsidRPr="00AC4C40" w:rsidRDefault="00E5635B" w:rsidP="008916FB">
      <w:pPr>
        <w:pStyle w:val="Paragraph"/>
      </w:pPr>
      <w:r>
        <w:t>A</w:t>
      </w:r>
      <w:r w:rsidR="00364B69" w:rsidRPr="00AC4C40">
        <w:t xml:space="preserve">gentic </w:t>
      </w:r>
      <w:r>
        <w:t>artificial intelligence (</w:t>
      </w:r>
      <w:r w:rsidR="00364B69" w:rsidRPr="00AC4C40">
        <w:t>AI</w:t>
      </w:r>
      <w:r>
        <w:t>)</w:t>
      </w:r>
      <w:r w:rsidR="00364B69" w:rsidRPr="00AC4C40">
        <w:t xml:space="preserve"> </w:t>
      </w:r>
      <w:r>
        <w:t>sets the good paradigm transformation that follows the true autonomous ethical governance</w:t>
      </w:r>
      <w:r w:rsidR="00364B69" w:rsidRPr="00AC4C40">
        <w:t xml:space="preserve">. </w:t>
      </w:r>
      <w:r>
        <w:t xml:space="preserve">The </w:t>
      </w:r>
      <w:proofErr w:type="spellStart"/>
      <w:r w:rsidRPr="00AC4C40">
        <w:t>CrewAI</w:t>
      </w:r>
      <w:proofErr w:type="spellEnd"/>
      <w:r>
        <w:t>,</w:t>
      </w:r>
      <w:r w:rsidRPr="00AC4C40">
        <w:t xml:space="preserve"> </w:t>
      </w:r>
      <w:proofErr w:type="spellStart"/>
      <w:r w:rsidRPr="00AC4C40">
        <w:t>LangChain</w:t>
      </w:r>
      <w:proofErr w:type="spellEnd"/>
      <w:r w:rsidRPr="00AC4C40">
        <w:t xml:space="preserve">, </w:t>
      </w:r>
      <w:proofErr w:type="spellStart"/>
      <w:r w:rsidR="00364B69" w:rsidRPr="00AC4C40">
        <w:t>ReAct</w:t>
      </w:r>
      <w:proofErr w:type="spellEnd"/>
      <w:r w:rsidR="00364B69" w:rsidRPr="00AC4C40">
        <w:t>, and</w:t>
      </w:r>
      <w:r>
        <w:t xml:space="preserve"> </w:t>
      </w:r>
      <w:proofErr w:type="spellStart"/>
      <w:r w:rsidRPr="00AC4C40">
        <w:t>AutoGPT</w:t>
      </w:r>
      <w:proofErr w:type="spellEnd"/>
      <w:r w:rsidRPr="00AC4C40">
        <w:t xml:space="preserve"> </w:t>
      </w:r>
      <w:r>
        <w:t>frameworks proclaim engineering potential to</w:t>
      </w:r>
      <w:r w:rsidR="00BE2B16">
        <w:t xml:space="preserve"> </w:t>
      </w:r>
      <w:r>
        <w:t>choos</w:t>
      </w:r>
      <w:r w:rsidR="00BE2B16">
        <w:t>e</w:t>
      </w:r>
      <w:r>
        <w:t xml:space="preserve"> the right autonomous planning dynamically through prior tasks and queries </w:t>
      </w:r>
      <w:r w:rsidR="00BE2B16">
        <w:t>reflections</w:t>
      </w:r>
      <w:r w:rsidR="00364B69" w:rsidRPr="00AC4C40">
        <w:t xml:space="preserve">. </w:t>
      </w:r>
      <w:r>
        <w:t>To carry out the plan, the wise capabilities are to start automating</w:t>
      </w:r>
      <w:r w:rsidR="003A525F">
        <w:t xml:space="preserve"> sectors that are going on wide scale with informed informatics and cybersecurity deployment.</w:t>
      </w:r>
      <w:r w:rsidR="00364B69" w:rsidRPr="00AC4C40">
        <w:t xml:space="preserve"> </w:t>
      </w:r>
      <w:r w:rsidR="003A525F">
        <w:t>Nevertheless</w:t>
      </w:r>
      <w:r w:rsidR="00364B69" w:rsidRPr="00AC4C40">
        <w:t xml:space="preserve">, </w:t>
      </w:r>
      <w:r w:rsidR="003A525F">
        <w:t>human ethical values are required clearly for the strong branch risks presented from alignment, transparency and responsibilities situations</w:t>
      </w:r>
      <w:r w:rsidR="00364B69" w:rsidRPr="00AC4C40">
        <w:t>.</w:t>
      </w:r>
      <w:r w:rsidR="00DB27DE" w:rsidRPr="00AC4C40">
        <w:t xml:space="preserve"> </w:t>
      </w:r>
      <w:r w:rsidR="003A525F">
        <w:t>The previous decade had stipulated the time to grow ethical AI</w:t>
      </w:r>
      <w:r w:rsidR="00364B69" w:rsidRPr="00AC4C40">
        <w:t xml:space="preserve">. </w:t>
      </w:r>
      <w:r w:rsidR="003A525F">
        <w:t>When the present models could not govern ethical issues effectively with much fragmentation, probably one last blow that it started to be reactive entirely. Every system that filters out</w:t>
      </w:r>
      <w:r w:rsidR="00364B69" w:rsidRPr="00AC4C40">
        <w:t xml:space="preserve"> static rule</w:t>
      </w:r>
      <w:r w:rsidR="003A525F">
        <w:t>s would lose respect in auditing</w:t>
      </w:r>
      <w:r w:rsidR="00364B69" w:rsidRPr="00AC4C40">
        <w:t xml:space="preserve"> post-hoc</w:t>
      </w:r>
      <w:r w:rsidR="003A525F">
        <w:t>, which carry through the human intervention</w:t>
      </w:r>
      <w:r w:rsidR="00364B69" w:rsidRPr="00AC4C40">
        <w:t xml:space="preserve"> </w:t>
      </w:r>
      <w:r w:rsidR="003A525F">
        <w:t>tasks.</w:t>
      </w:r>
      <w:r w:rsidR="00364B69" w:rsidRPr="00AC4C40">
        <w:t xml:space="preserve"> </w:t>
      </w:r>
      <w:r w:rsidR="00830E97">
        <w:t>As such, the</w:t>
      </w:r>
      <w:r w:rsidR="00364B69" w:rsidRPr="00AC4C40">
        <w:t xml:space="preserve"> </w:t>
      </w:r>
      <w:r w:rsidR="00830E97">
        <w:t xml:space="preserve">background of </w:t>
      </w:r>
      <w:r w:rsidR="00364B69" w:rsidRPr="00AC4C40">
        <w:t xml:space="preserve">agentic AI </w:t>
      </w:r>
      <w:r w:rsidR="00830E97">
        <w:t>would look at the task to unjust the big scale and speed suffering</w:t>
      </w:r>
      <w:r w:rsidR="00364B69" w:rsidRPr="00AC4C40">
        <w:t xml:space="preserve">. </w:t>
      </w:r>
      <w:r w:rsidR="00830E97">
        <w:t>In addition</w:t>
      </w:r>
      <w:r w:rsidR="00364B69" w:rsidRPr="00AC4C40">
        <w:t xml:space="preserve">, </w:t>
      </w:r>
      <w:r w:rsidR="00830E97">
        <w:t>frameworks pride goes before the fall</w:t>
      </w:r>
      <w:r w:rsidR="00364B69" w:rsidRPr="00AC4C40">
        <w:t xml:space="preserve"> </w:t>
      </w:r>
      <w:r w:rsidR="00830E97">
        <w:t>that being thought with unpleasant results across domains.</w:t>
      </w:r>
      <w:r w:rsidR="00364B69" w:rsidRPr="00AC4C40">
        <w:t xml:space="preserve"> </w:t>
      </w:r>
      <w:r w:rsidR="00830E97">
        <w:t>In our life, it is very important to re-configure extensively to deploy the next novel’s consequences</w:t>
      </w:r>
      <w:r w:rsidR="00364B69" w:rsidRPr="00AC4C40">
        <w:t xml:space="preserve">. </w:t>
      </w:r>
      <w:r w:rsidR="00E35FBC">
        <w:t xml:space="preserve">In the very righteous way, it would be respected to overcome laciness to make decisions real-time. To have </w:t>
      </w:r>
      <w:r w:rsidR="00863F53">
        <w:t>excellent</w:t>
      </w:r>
      <w:r w:rsidR="00E35FBC">
        <w:t xml:space="preserve"> characteristics to interpret and adapt, this paper takes this opportunity to guide </w:t>
      </w:r>
      <w:r w:rsidR="00863F53">
        <w:t>life lessons</w:t>
      </w:r>
      <w:r w:rsidR="00E35FBC">
        <w:t xml:space="preserve"> effectiveness that </w:t>
      </w:r>
      <w:r w:rsidR="00863F53">
        <w:t>have</w:t>
      </w:r>
      <w:r w:rsidR="00E35FBC">
        <w:t xml:space="preserve"> been following the agentic AI with very important insight in environments transition.</w:t>
      </w:r>
    </w:p>
    <w:p w14:paraId="3D7E2D4D" w14:textId="6D4FCE72" w:rsidR="00DB27DE" w:rsidRPr="00AC4C40" w:rsidRDefault="00BE2B16" w:rsidP="008916FB">
      <w:pPr>
        <w:pStyle w:val="Paragraph"/>
      </w:pPr>
      <w:r>
        <w:t>A</w:t>
      </w:r>
      <w:r w:rsidR="00863F53">
        <w:t xml:space="preserve">dvances in AI </w:t>
      </w:r>
      <w:r>
        <w:t>must understand the general challenges truth in its deployment</w:t>
      </w:r>
      <w:r w:rsidR="00364B69" w:rsidRPr="00AC4C40">
        <w:t>. Deloitte’s 2025 Global Predictions Report</w:t>
      </w:r>
      <w:r>
        <w:t xml:space="preserve"> reflects the promise of agentic AI to be deployed in</w:t>
      </w:r>
      <w:r w:rsidR="00364B69" w:rsidRPr="00AC4C40">
        <w:t xml:space="preserve"> 25% enterprises</w:t>
      </w:r>
      <w:r>
        <w:t xml:space="preserve">. All this is predicted to double in </w:t>
      </w:r>
      <w:r w:rsidR="00364B69" w:rsidRPr="00AC4C40">
        <w:t xml:space="preserve">2027. </w:t>
      </w:r>
      <w:r>
        <w:t xml:space="preserve">For the next two years, </w:t>
      </w:r>
      <w:r w:rsidRPr="00AC4C40">
        <w:t xml:space="preserve">93% </w:t>
      </w:r>
      <w:r>
        <w:t xml:space="preserve">out of </w:t>
      </w:r>
      <w:r w:rsidR="00364B69" w:rsidRPr="00AC4C40">
        <w:t xml:space="preserve">1,050 Chief Information Officers (CIOs) </w:t>
      </w:r>
      <w:r>
        <w:t>would have plans to resemble agentic AI</w:t>
      </w:r>
      <w:r w:rsidR="00364B69" w:rsidRPr="00AC4C40">
        <w:t xml:space="preserve">. Similarly, Gartner forecasts that by 2028, 33% of enterprise software will incorporate autonomous AI agents, up from less than 1% in 2024. </w:t>
      </w:r>
      <w:proofErr w:type="spellStart"/>
      <w:r w:rsidR="00364B69" w:rsidRPr="00AC4C40">
        <w:t>MarketsandMarkets</w:t>
      </w:r>
      <w:proofErr w:type="spellEnd"/>
      <w:r w:rsidR="00364B69" w:rsidRPr="00AC4C40">
        <w:t xml:space="preserve"> projects the AI agent market to grow from USD 5.1 billion in 2024 to USD 47.1 billion by 2030, reflecting a compound annual growth rate (CAGR) of 44.8%.</w:t>
      </w:r>
      <w:r w:rsidR="00DB27DE" w:rsidRPr="00AC4C40">
        <w:t xml:space="preserve"> </w:t>
      </w:r>
    </w:p>
    <w:p w14:paraId="19BB4FB0" w14:textId="0BF6C554" w:rsidR="006B6302" w:rsidRPr="00AC4C40" w:rsidRDefault="00364B69" w:rsidP="007F3C2C">
      <w:pPr>
        <w:pStyle w:val="Paragraph"/>
      </w:pPr>
      <w:r w:rsidRPr="00AC4C40">
        <w:t xml:space="preserve">In this context, we propose the Ethic Engine—a hybrid, multi-layered ethical filtering system designed to act as an independent oversight layer for any agentic AI, regardless of its training data, configuration, or origin. The Ethic </w:t>
      </w:r>
      <w:r w:rsidRPr="00AC4C40">
        <w:lastRenderedPageBreak/>
        <w:t>Engine sits on top of existing AI systems, intercepting and evaluating every potential action, decision, or output for ethical compliance. It combines traditional rule-based logic, dynamic large language model (LLM) evaluations, fairness-aware machine learning, and ethics-aware deep reinforcement learning to ensure robust, real-time ethical governance.</w:t>
      </w:r>
      <w:r w:rsidR="00710ADB">
        <w:t xml:space="preserve"> </w:t>
      </w:r>
      <w:r w:rsidR="00B93D43" w:rsidRPr="00B93D43">
        <w:t>This research explores the Ethic Engine's architecture, algorithms, and real-world application in high-impact IT sectors like cybersecurity, automation, smart systems, and content generation.</w:t>
      </w:r>
    </w:p>
    <w:p w14:paraId="17927CB0" w14:textId="0AF77882" w:rsidR="006338F1" w:rsidRPr="00075EA6" w:rsidRDefault="002D4F95" w:rsidP="00364B69">
      <w:pPr>
        <w:pStyle w:val="Heading1"/>
        <w:rPr>
          <w:caps w:val="0"/>
          <w:lang w:val="en-GB" w:eastAsia="en-GB"/>
        </w:rPr>
      </w:pPr>
      <w:r w:rsidRPr="002D4F95">
        <w:t>LITERATURE REVIEW</w:t>
      </w:r>
    </w:p>
    <w:p w14:paraId="7C102615" w14:textId="729B13E4" w:rsidR="00ED76D6" w:rsidRPr="00AC4C40" w:rsidRDefault="007E17D9" w:rsidP="00364B69">
      <w:pPr>
        <w:pStyle w:val="Paragraph"/>
      </w:pPr>
      <w:r>
        <w:t>To make sure that one does not have an idle mind, a stitch in time saves nine, especially on the wider meaning to take steps to deal with ethical problems with AI informatics with the underlying corrective measures in generating content automatically</w:t>
      </w:r>
      <w:r w:rsidR="00484A74">
        <w:t xml:space="preserve">. </w:t>
      </w:r>
      <w:r>
        <w:t>When one has a task to do, it must be quick to act with important consideration to stitch up the AI wound in the facts of moral accountability and transparency concerns</w:t>
      </w:r>
      <w:r w:rsidR="00776222" w:rsidRPr="00AC4C40">
        <w:t xml:space="preserve">. </w:t>
      </w:r>
      <w:r>
        <w:t>One does not encourage harm in using AI</w:t>
      </w:r>
      <w:r w:rsidR="00776222" w:rsidRPr="00AC4C40">
        <w:t xml:space="preserve">. </w:t>
      </w:r>
      <w:r>
        <w:t>The very important thing is to note that the kind of actions that AI informatics ethically behave in making decisions. The intentional ethic engine in very simple terms that good begets good in integrating the results from machine learning paradigms, which came back with the important enhanced corresponding deep reinforcement learning conditions to plant multi-layered filter ethical mechanism</w:t>
      </w:r>
      <w:r w:rsidR="00776222" w:rsidRPr="00AC4C40">
        <w:t>.</w:t>
      </w:r>
    </w:p>
    <w:p w14:paraId="5B431E59" w14:textId="0D79F394" w:rsidR="00F3479B" w:rsidRPr="00AC4C40" w:rsidRDefault="00AA5873" w:rsidP="00F3479B">
      <w:pPr>
        <w:pStyle w:val="Paragraph"/>
      </w:pPr>
      <w:r>
        <w:t>The recent years internal AI characteristics may have not shown the bad traits</w:t>
      </w:r>
      <w:r w:rsidR="00F3479B" w:rsidRPr="00AC4C40">
        <w:t xml:space="preserve">. </w:t>
      </w:r>
      <w:r>
        <w:t xml:space="preserve">One could not judge by </w:t>
      </w:r>
      <w:proofErr w:type="gramStart"/>
      <w:r>
        <w:t>its</w:t>
      </w:r>
      <w:proofErr w:type="gramEnd"/>
      <w:r>
        <w:t xml:space="preserve"> appearance only. It is very important to reflect ethically about the possession in fair awareness to see the insight qualities and virtue examination, instead of the trouble in discrimination </w:t>
      </w:r>
      <w:sdt>
        <w:sdtPr>
          <w:rPr>
            <w:color w:val="000000"/>
          </w:rPr>
          <w:tag w:val="MENDELEY_CITATION_v3_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"/>
          <w:id w:val="969487248"/>
          <w:placeholder>
            <w:docPart w:val="DefaultPlaceholder_-1854013440"/>
          </w:placeholder>
        </w:sdtPr>
        <w:sdtContent>
          <w:r w:rsidR="00AD04B5" w:rsidRPr="00AD04B5">
            <w:rPr>
              <w:color w:val="000000"/>
            </w:rPr>
            <w:t>[1]</w:t>
          </w:r>
        </w:sdtContent>
      </w:sdt>
      <w:r w:rsidR="00F3479B" w:rsidRPr="00AC4C40">
        <w:t xml:space="preserve">. </w:t>
      </w:r>
      <w:r w:rsidR="00F36997">
        <w:t>Putting the kindness to make sure things for what steps to be made systematically with user trust and organized explanations</w:t>
      </w:r>
      <w:r w:rsidR="00F3479B" w:rsidRPr="00AC4C40">
        <w:t xml:space="preserve"> </w:t>
      </w:r>
      <w:sdt>
        <w:sdtPr>
          <w:rPr>
            <w:color w:val="000000"/>
          </w:rPr>
          <w:tag w:val="MENDELEY_CITATION_v3_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"/>
          <w:id w:val="1978181664"/>
          <w:placeholder>
            <w:docPart w:val="DefaultPlaceholder_-1854013440"/>
          </w:placeholder>
        </w:sdtPr>
        <w:sdtContent>
          <w:r w:rsidR="00AD04B5" w:rsidRPr="00AD04B5">
            <w:rPr>
              <w:color w:val="000000"/>
            </w:rPr>
            <w:t>[2]</w:t>
          </w:r>
        </w:sdtContent>
      </w:sdt>
      <w:r w:rsidR="0070268C">
        <w:rPr>
          <w:color w:val="000000"/>
        </w:rPr>
        <w:t>.</w:t>
      </w:r>
      <w:r w:rsidR="00F3479B" w:rsidRPr="00AC4C40">
        <w:t xml:space="preserve"> </w:t>
      </w:r>
      <w:r w:rsidR="00F36997">
        <w:t>We must use our wisdom given the reinforcement knowledge to sustain sufficient policies to systematic supervisors to organize the correct behaviors of agent</w:t>
      </w:r>
      <w:r w:rsidR="00B4120F" w:rsidRPr="00AC4C40">
        <w:t xml:space="preserve"> </w:t>
      </w:r>
      <w:sdt>
        <w:sdtPr>
          <w:rPr>
            <w:color w:val="000000"/>
          </w:rPr>
          <w:tag w:val="MENDELEY_CITATION_v3_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"/>
          <w:id w:val="333661341"/>
          <w:placeholder>
            <w:docPart w:val="DefaultPlaceholder_-1854013440"/>
          </w:placeholder>
        </w:sdtPr>
        <w:sdtContent>
          <w:r w:rsidR="00AD04B5" w:rsidRPr="00AD04B5">
            <w:rPr>
              <w:color w:val="000000"/>
            </w:rPr>
            <w:t>[3]</w:t>
          </w:r>
        </w:sdtContent>
      </w:sdt>
      <w:r w:rsidR="00F3479B" w:rsidRPr="00AC4C40">
        <w:t xml:space="preserve">. </w:t>
      </w:r>
      <w:r w:rsidR="00F36997">
        <w:t xml:space="preserve">Choosing the strategy logically has the virtuous to think AI ethics with compassion to make decisions with emphatical and structural wisdom </w:t>
      </w:r>
      <w:sdt>
        <w:sdtPr>
          <w:rPr>
            <w:color w:val="000000"/>
          </w:rPr>
          <w:tag w:val="MENDELEY_CITATION_v3_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"/>
          <w:id w:val="-1200931085"/>
          <w:placeholder>
            <w:docPart w:val="DefaultPlaceholder_-1854013440"/>
          </w:placeholder>
        </w:sdtPr>
        <w:sdtContent>
          <w:r w:rsidR="00AD04B5" w:rsidRPr="00AD04B5">
            <w:rPr>
              <w:color w:val="000000"/>
            </w:rPr>
            <w:t>[4]</w:t>
          </w:r>
        </w:sdtContent>
      </w:sdt>
      <w:r w:rsidR="00F3479B" w:rsidRPr="00AC4C40">
        <w:t>.</w:t>
      </w:r>
    </w:p>
    <w:p w14:paraId="38F01BDE" w14:textId="49B35CDA" w:rsidR="00F3479B" w:rsidRPr="00AC4C40" w:rsidRDefault="00F36997" w:rsidP="00F3479B">
      <w:pPr>
        <w:pStyle w:val="Paragraph"/>
      </w:pPr>
      <w:r>
        <w:t>When one studies l</w:t>
      </w:r>
      <w:r w:rsidR="00F3479B" w:rsidRPr="00AC4C40">
        <w:t>arge language models (LLMs)</w:t>
      </w:r>
      <w:r>
        <w:t xml:space="preserve">, </w:t>
      </w:r>
      <w:r w:rsidR="00F3479B" w:rsidRPr="00AC4C40">
        <w:t>benchmark</w:t>
      </w:r>
      <w:r>
        <w:t>ing</w:t>
      </w:r>
      <w:r w:rsidR="00F3479B" w:rsidRPr="00AC4C40">
        <w:t xml:space="preserve"> </w:t>
      </w:r>
      <w:r>
        <w:t>such as</w:t>
      </w:r>
      <w:r w:rsidR="00F3479B" w:rsidRPr="00AC4C40">
        <w:t xml:space="preserve"> </w:t>
      </w:r>
      <w:proofErr w:type="spellStart"/>
      <w:r w:rsidR="00F3479B" w:rsidRPr="00AC4C40">
        <w:t>MoralBench</w:t>
      </w:r>
      <w:proofErr w:type="spellEnd"/>
      <w:r w:rsidR="00F3479B" w:rsidRPr="00AC4C40">
        <w:t xml:space="preserve"> </w:t>
      </w:r>
      <w:r>
        <w:t>selfless guide and build the trust learnt a lot from ethical practices</w:t>
      </w:r>
      <w:r w:rsidR="004E4EAA" w:rsidRPr="00AC4C40">
        <w:t xml:space="preserve"> </w:t>
      </w:r>
      <w:sdt>
        <w:sdtPr>
          <w:rPr>
            <w:color w:val="000000"/>
          </w:rPr>
          <w:tag w:val="MENDELEY_CITATION_v3_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"/>
          <w:id w:val="-309176093"/>
          <w:placeholder>
            <w:docPart w:val="DefaultPlaceholder_-1854013440"/>
          </w:placeholder>
        </w:sdtPr>
        <w:sdtContent>
          <w:r w:rsidR="00AD04B5" w:rsidRPr="00AD04B5">
            <w:rPr>
              <w:color w:val="000000"/>
            </w:rPr>
            <w:t>[5]</w:t>
          </w:r>
        </w:sdtContent>
      </w:sdt>
      <w:r w:rsidR="00F3479B" w:rsidRPr="00AC4C40">
        <w:t xml:space="preserve">. </w:t>
      </w:r>
      <w:r>
        <w:t>The model design must concede machine learning in healthcare for example to beware of interpretable fairness</w:t>
      </w:r>
      <w:r w:rsidR="001D46F1" w:rsidRPr="00AC4C40">
        <w:t xml:space="preserve"> </w:t>
      </w:r>
      <w:sdt>
        <w:sdtPr>
          <w:rPr>
            <w:color w:val="000000"/>
          </w:rPr>
          <w:tag w:val="MENDELEY_CITATION_v3_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"/>
          <w:id w:val="142869256"/>
          <w:placeholder>
            <w:docPart w:val="DefaultPlaceholder_-1854013440"/>
          </w:placeholder>
        </w:sdtPr>
        <w:sdtContent>
          <w:r w:rsidR="00AD04B5" w:rsidRPr="00AD04B5">
            <w:rPr>
              <w:color w:val="000000"/>
            </w:rPr>
            <w:t>[6]</w:t>
          </w:r>
        </w:sdtContent>
      </w:sdt>
      <w:r w:rsidR="00F3479B" w:rsidRPr="00AC4C40">
        <w:t xml:space="preserve">. Reinforcement </w:t>
      </w:r>
      <w:r w:rsidR="009F4928">
        <w:t xml:space="preserve">cause </w:t>
      </w:r>
      <w:r w:rsidR="00926E33">
        <w:t>must</w:t>
      </w:r>
      <w:r w:rsidR="009F4928">
        <w:t xml:space="preserve"> be very careful with every </w:t>
      </w:r>
      <w:r w:rsidR="00926E33">
        <w:t>great application and operations of autonomous experiences</w:t>
      </w:r>
      <w:r w:rsidR="00F3479B" w:rsidRPr="00AC4C40">
        <w:t xml:space="preserve"> </w:t>
      </w:r>
      <w:sdt>
        <w:sdtPr>
          <w:rPr>
            <w:color w:val="000000"/>
          </w:rPr>
          <w:tag w:val="MENDELEY_CITATION_v3_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"/>
          <w:id w:val="-273715781"/>
          <w:placeholder>
            <w:docPart w:val="DefaultPlaceholder_-1854013440"/>
          </w:placeholder>
        </w:sdtPr>
        <w:sdtContent>
          <w:r w:rsidR="00AD04B5" w:rsidRPr="00AD04B5">
            <w:rPr>
              <w:color w:val="000000"/>
            </w:rPr>
            <w:t>[7]</w:t>
          </w:r>
        </w:sdtContent>
      </w:sdt>
      <w:r w:rsidR="00F3479B" w:rsidRPr="00AC4C40">
        <w:t xml:space="preserve">. </w:t>
      </w:r>
      <w:r w:rsidR="00926E33">
        <w:t>When</w:t>
      </w:r>
      <w:r w:rsidR="00F3479B" w:rsidRPr="00AC4C40">
        <w:t xml:space="preserve"> healthcare domain</w:t>
      </w:r>
      <w:r w:rsidR="00463D1F" w:rsidRPr="00AC4C40">
        <w:t xml:space="preserve"> </w:t>
      </w:r>
      <w:r w:rsidR="00926E33">
        <w:t xml:space="preserve">itself could be reflected and realized in AI, one can get the stream of air to reveal ethical branches to </w:t>
      </w:r>
      <w:r w:rsidR="007D5FF9">
        <w:t>apply</w:t>
      </w:r>
      <w:r w:rsidR="00926E33">
        <w:t xml:space="preserve"> the morality learnt</w:t>
      </w:r>
      <w:r w:rsidR="001A4D67" w:rsidRPr="00AC4C40">
        <w:t xml:space="preserve"> </w:t>
      </w:r>
      <w:sdt>
        <w:sdtPr>
          <w:rPr>
            <w:color w:val="000000"/>
          </w:rPr>
          <w:tag w:val="MENDELEY_CITATION_v3_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"/>
          <w:id w:val="220324945"/>
          <w:placeholder>
            <w:docPart w:val="DefaultPlaceholder_-1854013440"/>
          </w:placeholder>
        </w:sdtPr>
        <w:sdtContent>
          <w:r w:rsidR="00AD04B5" w:rsidRPr="00AD04B5">
            <w:rPr>
              <w:color w:val="000000"/>
            </w:rPr>
            <w:t>[8]</w:t>
          </w:r>
        </w:sdtContent>
      </w:sdt>
      <w:r w:rsidR="00F3479B" w:rsidRPr="00AC4C40">
        <w:t xml:space="preserve">. </w:t>
      </w:r>
      <w:r w:rsidR="009C3B55">
        <w:t>R</w:t>
      </w:r>
      <w:r w:rsidR="009C3B55" w:rsidRPr="009C3B55">
        <w:t>ecruitment</w:t>
      </w:r>
      <w:r w:rsidR="009C3B55">
        <w:t xml:space="preserve"> </w:t>
      </w:r>
      <w:r w:rsidR="009C3B55" w:rsidRPr="009C3B55">
        <w:t>systems are increasingly adopting fairness metrics to mitigate bias in automated hiring, leveraging machine learning techniques like decision trees and neural networks, as demonstrated in a migraine management system that predicts health outcomes from environmental data</w:t>
      </w:r>
      <w:r w:rsidR="00800393">
        <w:t xml:space="preserve"> </w:t>
      </w:r>
      <w:sdt>
        <w:sdtPr>
          <w:rPr>
            <w:color w:val="000000"/>
          </w:rPr>
          <w:tag w:val="MENDELEY_CITATION_v3_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"/>
          <w:id w:val="1521824251"/>
          <w:placeholder>
            <w:docPart w:val="DefaultPlaceholder_-1854013440"/>
          </w:placeholder>
        </w:sdtPr>
        <w:sdtContent>
          <w:r w:rsidR="00AD04B5" w:rsidRPr="00AD04B5">
            <w:rPr>
              <w:color w:val="000000"/>
            </w:rPr>
            <w:t>[9]</w:t>
          </w:r>
        </w:sdtContent>
      </w:sdt>
      <w:r w:rsidR="00F3479B" w:rsidRPr="00AC4C40">
        <w:t>.</w:t>
      </w:r>
    </w:p>
    <w:p w14:paraId="0E75F265" w14:textId="18587DCC" w:rsidR="00F3479B" w:rsidRPr="00AC4C40" w:rsidRDefault="00F3479B" w:rsidP="00F3479B">
      <w:pPr>
        <w:pStyle w:val="Paragraph"/>
      </w:pPr>
      <w:r w:rsidRPr="00AC4C40">
        <w:t>While ethical AI frameworks are widely proposed, challenges in their practical implementation persist, requiring robust tools and integration strategies</w:t>
      </w:r>
      <w:r w:rsidR="002A5DA9" w:rsidRPr="00AC4C40">
        <w:t xml:space="preserve"> </w:t>
      </w:r>
      <w:sdt>
        <w:sdtPr>
          <w:rPr>
            <w:color w:val="000000"/>
          </w:rPr>
          <w:tag w:val="MENDELEY_CITATION_v3_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"/>
          <w:id w:val="-1876454273"/>
          <w:placeholder>
            <w:docPart w:val="DefaultPlaceholder_-1854013440"/>
          </w:placeholder>
        </w:sdtPr>
        <w:sdtContent>
          <w:r w:rsidR="00AD04B5" w:rsidRPr="00AD04B5">
            <w:rPr>
              <w:color w:val="000000"/>
            </w:rPr>
            <w:t>[10]</w:t>
          </w:r>
        </w:sdtContent>
      </w:sdt>
      <w:r w:rsidRPr="00AC4C40">
        <w:t>. Federated learning introduces new fairness considerations, as models trained on decentralized data must balance local and global fairness objectives</w:t>
      </w:r>
      <w:r w:rsidR="0005007F" w:rsidRPr="00AC4C40">
        <w:t xml:space="preserve"> </w:t>
      </w:r>
      <w:sdt>
        <w:sdtPr>
          <w:rPr>
            <w:color w:val="000000"/>
          </w:rPr>
          <w:tag w:val="MENDELEY_CITATION_v3_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"/>
          <w:id w:val="-1442368626"/>
          <w:placeholder>
            <w:docPart w:val="DefaultPlaceholder_-1854013440"/>
          </w:placeholder>
        </w:sdtPr>
        <w:sdtContent>
          <w:r w:rsidR="00AD04B5" w:rsidRPr="00AD04B5">
            <w:rPr>
              <w:color w:val="000000"/>
            </w:rPr>
            <w:t>[11]</w:t>
          </w:r>
        </w:sdtContent>
      </w:sdt>
      <w:r w:rsidRPr="00AC4C40">
        <w:t xml:space="preserve">. </w:t>
      </w:r>
      <w:r w:rsidR="007B50EF">
        <w:t>When one puts great effort into following machine learning (ML), one would be happy and peaceful to be aware of fairness</w:t>
      </w:r>
      <w:r w:rsidR="00FC6919" w:rsidRPr="00AC4C40">
        <w:t xml:space="preserve"> </w:t>
      </w:r>
      <w:sdt>
        <w:sdtPr>
          <w:rPr>
            <w:color w:val="000000"/>
          </w:rPr>
          <w:tag w:val="MENDELEY_CITATION_v3_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"/>
          <w:id w:val="832485432"/>
          <w:placeholder>
            <w:docPart w:val="DefaultPlaceholder_-1854013440"/>
          </w:placeholder>
        </w:sdtPr>
        <w:sdtContent>
          <w:r w:rsidR="00AD04B5" w:rsidRPr="00AD04B5">
            <w:rPr>
              <w:color w:val="000000"/>
            </w:rPr>
            <w:t>[12]</w:t>
          </w:r>
        </w:sdtContent>
      </w:sdt>
      <w:r w:rsidRPr="00AC4C40">
        <w:t xml:space="preserve">. </w:t>
      </w:r>
      <w:r w:rsidR="002202DB">
        <w:t>The hiring narrations learn good life lessons to start from the beginning of the covered social and technical aspects legally</w:t>
      </w:r>
      <w:r w:rsidR="00CF3EC2" w:rsidRPr="00AC4C40">
        <w:t xml:space="preserve"> </w:t>
      </w:r>
      <w:sdt>
        <w:sdtPr>
          <w:rPr>
            <w:color w:val="000000"/>
          </w:rPr>
          <w:tag w:val="MENDELEY_CITATION_v3_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"/>
          <w:id w:val="-1349486238"/>
          <w:placeholder>
            <w:docPart w:val="DefaultPlaceholder_-1854013440"/>
          </w:placeholder>
        </w:sdtPr>
        <w:sdtContent>
          <w:r w:rsidR="00AD04B5" w:rsidRPr="00AD04B5">
            <w:rPr>
              <w:color w:val="000000"/>
            </w:rPr>
            <w:t>[13]</w:t>
          </w:r>
        </w:sdtContent>
      </w:sdt>
      <w:r w:rsidRPr="00AC4C40">
        <w:t xml:space="preserve">. </w:t>
      </w:r>
      <w:r w:rsidR="002202DB">
        <w:t>There were lots of reinforcement measures resided with smooth passes of ethical values go into the autonomous agents</w:t>
      </w:r>
      <w:r w:rsidR="00DD73CC">
        <w:t xml:space="preserve"> to allow supervision requirements control</w:t>
      </w:r>
      <w:r w:rsidR="002202DB">
        <w:t>.</w:t>
      </w:r>
    </w:p>
    <w:p w14:paraId="23AB006E" w14:textId="607D00CB" w:rsidR="00F3479B" w:rsidRPr="00AC4C40" w:rsidRDefault="00E03F9D" w:rsidP="00F3479B">
      <w:pPr>
        <w:pStyle w:val="Paragraph"/>
      </w:pPr>
      <w:r>
        <w:t>To seek ethical thoughts, it would be featuring in the AI transparency to approach the human trust</w:t>
      </w:r>
      <w:r w:rsidR="00F3479B" w:rsidRPr="00AC4C40">
        <w:t xml:space="preserve"> </w:t>
      </w:r>
      <w:sdt>
        <w:sdtPr>
          <w:rPr>
            <w:color w:val="000000"/>
          </w:rPr>
          <w:tag w:val="MENDELEY_CITATION_v3_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"/>
          <w:id w:val="-1356651722"/>
          <w:placeholder>
            <w:docPart w:val="DefaultPlaceholder_-1854013440"/>
          </w:placeholder>
        </w:sdtPr>
        <w:sdtContent>
          <w:r w:rsidR="00AD04B5" w:rsidRPr="00AD04B5">
            <w:rPr>
              <w:color w:val="000000"/>
            </w:rPr>
            <w:t>[14]</w:t>
          </w:r>
        </w:sdtContent>
      </w:sdt>
      <w:r w:rsidR="00F3479B" w:rsidRPr="00AC4C40">
        <w:t xml:space="preserve">. </w:t>
      </w:r>
      <w:r>
        <w:t>At the edge of h</w:t>
      </w:r>
      <w:r w:rsidRPr="00AC4C40">
        <w:t>ealthcare</w:t>
      </w:r>
      <w:r>
        <w:t xml:space="preserve"> seeking,</w:t>
      </w:r>
      <w:r w:rsidR="00F3479B" w:rsidRPr="00AC4C40">
        <w:t xml:space="preserve"> </w:t>
      </w:r>
      <w:r>
        <w:t>it is to listen in the ways how such accountability and privacy conversation</w:t>
      </w:r>
      <w:r w:rsidR="00F3479B" w:rsidRPr="00AC4C40">
        <w:t xml:space="preserve"> </w:t>
      </w:r>
      <w:sdt>
        <w:sdtPr>
          <w:rPr>
            <w:color w:val="000000"/>
          </w:rPr>
          <w:tag w:val="MENDELEY_CITATION_v3_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"/>
          <w:id w:val="157655297"/>
          <w:placeholder>
            <w:docPart w:val="DefaultPlaceholder_-1854013440"/>
          </w:placeholder>
        </w:sdtPr>
        <w:sdtContent>
          <w:r w:rsidR="00AD04B5" w:rsidRPr="00AD04B5">
            <w:rPr>
              <w:color w:val="000000"/>
            </w:rPr>
            <w:t>[15]</w:t>
          </w:r>
        </w:sdtContent>
      </w:sdt>
      <w:r w:rsidR="00F3479B" w:rsidRPr="00AC4C40">
        <w:t xml:space="preserve">. </w:t>
      </w:r>
      <w:r>
        <w:t>Having the idea replied to the point of views in the natural governance mounted put in the mechanism</w:t>
      </w:r>
      <w:r w:rsidR="00F3479B" w:rsidRPr="00AC4C40">
        <w:t xml:space="preserve">. </w:t>
      </w:r>
      <w:r>
        <w:t xml:space="preserve">Using the sphere of </w:t>
      </w:r>
      <w:r w:rsidR="00F3479B" w:rsidRPr="00AC4C40">
        <w:t xml:space="preserve">fairness, accountability, transparency, and ethics (FATE) </w:t>
      </w:r>
      <w:r>
        <w:t>could show the cross-discipline possibilities that also stay in the healthcare and social area</w:t>
      </w:r>
      <w:r w:rsidR="00F3479B" w:rsidRPr="00AC4C40">
        <w:t xml:space="preserve"> </w:t>
      </w:r>
      <w:sdt>
        <w:sdtPr>
          <w:rPr>
            <w:color w:val="000000"/>
          </w:rPr>
          <w:tag w:val="MENDELEY_CITATION_v3_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"/>
          <w:id w:val="1985115429"/>
          <w:placeholder>
            <w:docPart w:val="DefaultPlaceholder_-1854013440"/>
          </w:placeholder>
        </w:sdtPr>
        <w:sdtContent>
          <w:r w:rsidR="00AD04B5" w:rsidRPr="00AD04B5">
            <w:rPr>
              <w:color w:val="000000"/>
            </w:rPr>
            <w:t>[16]</w:t>
          </w:r>
        </w:sdtContent>
      </w:sdt>
      <w:r w:rsidR="00F3479B" w:rsidRPr="00AC4C40">
        <w:t xml:space="preserve">. </w:t>
      </w:r>
      <w:r>
        <w:t xml:space="preserve">With this, we probably can see before AI can do anything, it would </w:t>
      </w:r>
      <w:r w:rsidR="00E00F91">
        <w:t>strike</w:t>
      </w:r>
      <w:r>
        <w:t xml:space="preserve"> with explicit responsibility and happier governance over ethical compassion.</w:t>
      </w:r>
      <w:r w:rsidR="0034566F">
        <w:t xml:space="preserve"> From here, one can see that the important message to be conveyed to the researchers to get along with AI development with autonomous agents.</w:t>
      </w:r>
    </w:p>
    <w:p w14:paraId="02CD5DE2" w14:textId="3BE95873" w:rsidR="00D22797" w:rsidRDefault="00420C13" w:rsidP="00C63168">
      <w:pPr>
        <w:pStyle w:val="Paragraph"/>
      </w:pPr>
      <w:r>
        <w:t>Teoh</w:t>
      </w:r>
      <w:r w:rsidR="00B656D3" w:rsidRPr="00AC4C40">
        <w:t xml:space="preserve"> et al. </w:t>
      </w:r>
      <w:sdt>
        <w:sdtPr>
          <w:rPr>
            <w:color w:val="000000"/>
          </w:rPr>
          <w:tag w:val="MENDELEY_CITATION_v3_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"/>
          <w:id w:val="1196970566"/>
          <w:placeholder>
            <w:docPart w:val="DefaultPlaceholder_-1854013440"/>
          </w:placeholder>
        </w:sdtPr>
        <w:sdtContent>
          <w:r w:rsidR="00AD04B5" w:rsidRPr="00AD04B5">
            <w:rPr>
              <w:color w:val="000000"/>
            </w:rPr>
            <w:t>[17]</w:t>
          </w:r>
        </w:sdtContent>
      </w:sdt>
      <w:r w:rsidR="00B656D3" w:rsidRPr="00AC4C40">
        <w:t xml:space="preserve"> </w:t>
      </w:r>
      <w:r w:rsidR="00D22797">
        <w:t>worked with ties on education brought back in good shape in AI algorithms</w:t>
      </w:r>
      <w:r w:rsidR="00B656D3" w:rsidRPr="00AC4C40">
        <w:t xml:space="preserve">. </w:t>
      </w:r>
      <w:r w:rsidR="00E445B8">
        <w:t>Goh</w:t>
      </w:r>
      <w:r w:rsidR="00B656D3" w:rsidRPr="00AC4C40">
        <w:t xml:space="preserve"> et al.</w:t>
      </w:r>
      <w:r w:rsidR="00CA11A2" w:rsidRPr="00AC4C40">
        <w:t xml:space="preserve"> </w:t>
      </w:r>
      <w:sdt>
        <w:sdtPr>
          <w:rPr>
            <w:color w:val="000000"/>
          </w:rPr>
          <w:tag w:val="MENDELEY_CITATION_v3_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"/>
          <w:id w:val="-945681794"/>
          <w:placeholder>
            <w:docPart w:val="DefaultPlaceholder_-1854013440"/>
          </w:placeholder>
        </w:sdtPr>
        <w:sdtContent>
          <w:r w:rsidR="00AD04B5" w:rsidRPr="00AD04B5">
            <w:rPr>
              <w:color w:val="000000"/>
            </w:rPr>
            <w:t>[18]</w:t>
          </w:r>
        </w:sdtContent>
      </w:sdt>
      <w:r w:rsidR="003E395A" w:rsidRPr="00AC4C40">
        <w:t xml:space="preserve"> </w:t>
      </w:r>
      <w:r w:rsidR="00D22797">
        <w:t>made the good decision in</w:t>
      </w:r>
      <w:r w:rsidR="00E445B8">
        <w:t xml:space="preserve"> arthritis</w:t>
      </w:r>
      <w:r w:rsidR="00D22797">
        <w:t xml:space="preserve"> to own the debiasing and tracking met in the system narration</w:t>
      </w:r>
      <w:r w:rsidR="00B656D3" w:rsidRPr="00AC4C40">
        <w:t xml:space="preserve">. </w:t>
      </w:r>
      <w:r w:rsidR="00B07F6B">
        <w:t>Ho et al.</w:t>
      </w:r>
      <w:r w:rsidR="003E395A" w:rsidRPr="00AC4C40">
        <w:t xml:space="preserve"> </w:t>
      </w:r>
      <w:sdt>
        <w:sdtPr>
          <w:rPr>
            <w:color w:val="000000"/>
          </w:rPr>
          <w:tag w:val="MENDELEY_CITATION_v3_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"/>
          <w:id w:val="1776522573"/>
          <w:placeholder>
            <w:docPart w:val="DefaultPlaceholder_-1854013440"/>
          </w:placeholder>
        </w:sdtPr>
        <w:sdtContent>
          <w:r w:rsidR="00AD04B5" w:rsidRPr="00AD04B5">
            <w:rPr>
              <w:color w:val="000000"/>
            </w:rPr>
            <w:t>[19]</w:t>
          </w:r>
        </w:sdtContent>
      </w:sdt>
      <w:r w:rsidR="00B656D3" w:rsidRPr="00AC4C40">
        <w:t xml:space="preserve"> </w:t>
      </w:r>
      <w:r w:rsidR="00D22797">
        <w:t>could seek for help with the lessons for the share and care around society happiness</w:t>
      </w:r>
      <w:r w:rsidR="00B656D3" w:rsidRPr="00AC4C40">
        <w:t xml:space="preserve">. </w:t>
      </w:r>
      <w:r w:rsidR="00250B73">
        <w:t>Kok</w:t>
      </w:r>
      <w:r w:rsidR="00B656D3" w:rsidRPr="00AC4C40">
        <w:t xml:space="preserve"> et al. </w:t>
      </w:r>
      <w:sdt>
        <w:sdtPr>
          <w:rPr>
            <w:color w:val="000000"/>
          </w:rPr>
          <w:tag w:val="MENDELEY_CITATION_v3_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"/>
          <w:id w:val="265433236"/>
          <w:placeholder>
            <w:docPart w:val="DefaultPlaceholder_-1854013440"/>
          </w:placeholder>
        </w:sdtPr>
        <w:sdtContent>
          <w:r w:rsidR="00AD04B5" w:rsidRPr="00AD04B5">
            <w:rPr>
              <w:color w:val="000000"/>
            </w:rPr>
            <w:t>[20]</w:t>
          </w:r>
        </w:sdtContent>
      </w:sdt>
      <w:r w:rsidR="00B656D3" w:rsidRPr="00AC4C40">
        <w:t xml:space="preserve"> </w:t>
      </w:r>
      <w:r w:rsidR="00D22797">
        <w:t>learnt from</w:t>
      </w:r>
      <w:r w:rsidR="00250B73">
        <w:t xml:space="preserve"> the progressive web </w:t>
      </w:r>
      <w:r w:rsidR="00D22797">
        <w:t>lessons</w:t>
      </w:r>
      <w:r w:rsidR="00250B73">
        <w:t xml:space="preserve"> to </w:t>
      </w:r>
      <w:r w:rsidR="00D22797">
        <w:t>commit what one thinks and what one does</w:t>
      </w:r>
      <w:r w:rsidR="00B656D3" w:rsidRPr="00AC4C40">
        <w:t xml:space="preserve">. </w:t>
      </w:r>
      <w:r w:rsidR="00D22797">
        <w:t xml:space="preserve">When </w:t>
      </w:r>
      <w:r w:rsidR="00344CB6">
        <w:t>Lim et al.</w:t>
      </w:r>
      <w:r w:rsidR="00EF5893" w:rsidRPr="00AC4C40">
        <w:t xml:space="preserve"> </w:t>
      </w:r>
      <w:sdt>
        <w:sdtPr>
          <w:rPr>
            <w:color w:val="000000"/>
          </w:rPr>
          <w:tag w:val="MENDELEY_CITATION_v3_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"/>
          <w:id w:val="1776130777"/>
          <w:placeholder>
            <w:docPart w:val="DefaultPlaceholder_-1854013440"/>
          </w:placeholder>
        </w:sdtPr>
        <w:sdtContent>
          <w:r w:rsidR="00AD04B5" w:rsidRPr="00AD04B5">
            <w:rPr>
              <w:color w:val="000000"/>
            </w:rPr>
            <w:t>[21]</w:t>
          </w:r>
        </w:sdtContent>
      </w:sdt>
      <w:r w:rsidR="00B656D3" w:rsidRPr="00AC4C40">
        <w:t xml:space="preserve"> </w:t>
      </w:r>
      <w:r w:rsidR="00D22797">
        <w:t>do and act with good traits of compassion caring, one would not be upset to plan travel in whatever the AI system says</w:t>
      </w:r>
      <w:r w:rsidR="00B656D3" w:rsidRPr="00AC4C40">
        <w:t>.</w:t>
      </w:r>
      <w:r w:rsidR="00D22797">
        <w:t xml:space="preserve"> One would be very careful and heedful to find out more with thorough investigations</w:t>
      </w:r>
      <w:r w:rsidR="0034566F">
        <w:t xml:space="preserve"> in the correct</w:t>
      </w:r>
      <w:r w:rsidR="00213199">
        <w:t xml:space="preserve"> and sound way</w:t>
      </w:r>
      <w:r w:rsidR="00D22797">
        <w:t>.</w:t>
      </w:r>
      <w:r w:rsidR="00213199">
        <w:t xml:space="preserve"> </w:t>
      </w:r>
      <w:r w:rsidR="0074787F">
        <w:t>One must realize our own faults and correct them.</w:t>
      </w:r>
    </w:p>
    <w:p w14:paraId="3D0AF0D3" w14:textId="6819483F" w:rsidR="00546277" w:rsidRPr="00AC4C40" w:rsidRDefault="00A25031" w:rsidP="007F3C2C">
      <w:pPr>
        <w:pStyle w:val="Paragraph"/>
      </w:pPr>
      <w:r>
        <w:t xml:space="preserve">The important things learnt would be based </w:t>
      </w:r>
      <w:r w:rsidR="0034566F">
        <w:t xml:space="preserve">on </w:t>
      </w:r>
      <w:r>
        <w:t xml:space="preserve">kindness and compassion on the ethics to understand issues with wisdom practiced with empathy as well as the ability to </w:t>
      </w:r>
      <w:r w:rsidR="0034566F">
        <w:t>find</w:t>
      </w:r>
      <w:r>
        <w:t xml:space="preserve"> true happiness and peace</w:t>
      </w:r>
      <w:r w:rsidR="00C63168" w:rsidRPr="00AC4C40">
        <w:t xml:space="preserve">. </w:t>
      </w:r>
      <w:r w:rsidR="0034566F">
        <w:t>Coming to the</w:t>
      </w:r>
      <w:r w:rsidR="00C63168" w:rsidRPr="00AC4C40">
        <w:t xml:space="preserve"> machine learning </w:t>
      </w:r>
      <w:r w:rsidR="0034566F">
        <w:t>opportunities</w:t>
      </w:r>
      <w:r w:rsidR="0079241E">
        <w:t xml:space="preserve"> </w:t>
      </w:r>
      <w:sdt>
        <w:sdtPr>
          <w:rPr>
            <w:color w:val="000000"/>
          </w:rPr>
          <w:tag w:val="MENDELEY_CITATION_v3_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"/>
          <w:id w:val="-627317395"/>
          <w:placeholder>
            <w:docPart w:val="5B66F607655240D1A83DC60140A9E7C0"/>
          </w:placeholder>
        </w:sdtPr>
        <w:sdtContent>
          <w:r w:rsidR="0079241E" w:rsidRPr="00AD04B5">
            <w:rPr>
              <w:color w:val="000000"/>
            </w:rPr>
            <w:t>[2</w:t>
          </w:r>
          <w:r w:rsidR="0079241E">
            <w:rPr>
              <w:color w:val="000000"/>
            </w:rPr>
            <w:t>2</w:t>
          </w:r>
          <w:r w:rsidR="0079241E" w:rsidRPr="00AD04B5">
            <w:rPr>
              <w:color w:val="000000"/>
            </w:rPr>
            <w:t>]</w:t>
          </w:r>
        </w:sdtContent>
      </w:sdt>
      <w:r w:rsidR="00C63168" w:rsidRPr="00AC4C40">
        <w:t xml:space="preserve">, and </w:t>
      </w:r>
      <w:r w:rsidR="0034566F">
        <w:t xml:space="preserve">in fact, follows into </w:t>
      </w:r>
      <w:r w:rsidR="00C63168" w:rsidRPr="00AC4C40">
        <w:t xml:space="preserve">deep reinforcement learning </w:t>
      </w:r>
      <w:r w:rsidR="0034566F">
        <w:t>would teach important things of hybrid ethical engines</w:t>
      </w:r>
      <w:r w:rsidR="00C63168" w:rsidRPr="00AC4C40">
        <w:t xml:space="preserve">. </w:t>
      </w:r>
      <w:r w:rsidR="0034566F">
        <w:t>Nevertheless</w:t>
      </w:r>
      <w:r w:rsidR="00C63168" w:rsidRPr="00AC4C40">
        <w:t xml:space="preserve">, </w:t>
      </w:r>
      <w:r w:rsidR="0034566F">
        <w:t xml:space="preserve">edutaining in fact translates what one can learn from the AI presentations before practicing in </w:t>
      </w:r>
      <w:r w:rsidR="0034566F">
        <w:lastRenderedPageBreak/>
        <w:t>real life</w:t>
      </w:r>
      <w:r w:rsidR="00C63168" w:rsidRPr="00AC4C40">
        <w:t xml:space="preserve">. </w:t>
      </w:r>
      <w:r w:rsidR="0034566F">
        <w:t>To start from the beginning, the authors would observe all sorts of available AI to move on the reflections that kept seen in transparency and accountability understanding to learn important correct things to engineer multi-layered ethical governance to carry out the proper wise actions.</w:t>
      </w:r>
    </w:p>
    <w:p w14:paraId="19496C26" w14:textId="764A19C6" w:rsidR="00BA3B3D" w:rsidRPr="00075EA6" w:rsidRDefault="00DF173B" w:rsidP="00A646B3">
      <w:pPr>
        <w:pStyle w:val="Heading1"/>
        <w:rPr>
          <w:b w:val="0"/>
          <w:caps w:val="0"/>
          <w:sz w:val="20"/>
        </w:rPr>
      </w:pPr>
      <w:r w:rsidRPr="00DF173B">
        <w:t>RESEARCH METHODOLOGY</w:t>
      </w:r>
    </w:p>
    <w:p w14:paraId="6C8562A1" w14:textId="45E87FDC" w:rsidR="00364B69" w:rsidRPr="00AC4C40" w:rsidRDefault="0074787F" w:rsidP="00364B69">
      <w:pPr>
        <w:pStyle w:val="Paragraph"/>
      </w:pPr>
      <w:r>
        <w:t>The authors suggest the wonderful Ethic Engine to be engineered for important things to be understood</w:t>
      </w:r>
      <w:r w:rsidR="00364B69" w:rsidRPr="00AC4C40">
        <w:t xml:space="preserve">. </w:t>
      </w:r>
      <w:r>
        <w:t xml:space="preserve">Being agentic AI is very important for good characteristic trait. </w:t>
      </w:r>
      <w:r w:rsidR="00364B69" w:rsidRPr="00AC4C40">
        <w:t xml:space="preserve">The methodology began with a comprehensive architectural design phase, during which we conceptualized the engine as a modular, vertically layered system. Each layer was defined to address a distinct ethical filtering dimension—ranging from static rule enforcement to adaptive deep learning evaluation. The architecture was crafted to be domain-agnostic, ensuring compatibility with a broad spectrum </w:t>
      </w:r>
      <w:sdt>
        <w:sdtPr>
          <w:rPr>
            <w:color w:val="000000"/>
          </w:rPr>
          <w:tag w:val="MENDELEY_CITATION_v3_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"/>
          <w:id w:val="-1257514555"/>
          <w:placeholder>
            <w:docPart w:val="A089450C549B4F65B45AB780564E83D1"/>
          </w:placeholder>
        </w:sdtPr>
        <w:sdtContent>
          <w:r w:rsidR="00CB4777" w:rsidRPr="00AD04B5">
            <w:rPr>
              <w:color w:val="000000"/>
            </w:rPr>
            <w:t>[2</w:t>
          </w:r>
          <w:r w:rsidR="00CB4777">
            <w:rPr>
              <w:color w:val="000000"/>
            </w:rPr>
            <w:t>3</w:t>
          </w:r>
          <w:r w:rsidR="00CB4777" w:rsidRPr="00AD04B5">
            <w:rPr>
              <w:color w:val="000000"/>
            </w:rPr>
            <w:t>]</w:t>
          </w:r>
        </w:sdtContent>
      </w:sdt>
      <w:r w:rsidR="00CB4777" w:rsidRPr="00AC4C40">
        <w:t xml:space="preserve"> </w:t>
      </w:r>
      <w:r w:rsidR="00364B69" w:rsidRPr="00AC4C40">
        <w:t xml:space="preserve">of agentic AI systems through middleware, APIs, or native embedding interfaces. </w:t>
      </w:r>
      <w:r w:rsidR="000579DB" w:rsidRPr="00AC4C40">
        <w:t>The finalized architecture, as detailed in Table 1,</w:t>
      </w:r>
      <w:r w:rsidR="00364B69" w:rsidRPr="00AC4C40">
        <w:t xml:space="preserve"> consists of seven layers: Static Rule Engine (SRE), Dynamic Evaluator (LLM Layer), Trust Scoring Module (TSM), Fairness-Aware Machine Learning Layer, Deep Learning Ethics Layer, Ethics-Aware Reinforcement Learning Layer, and the Ethical Interruption Layer (EIL). Collectively, these components interact to form a sequential ethical filtering pipeline governed by a cumulative ethical scoring mechanism, which determines whether the agent’s decision is permitted, modified, flagged, or halted.</w:t>
      </w:r>
    </w:p>
    <w:p w14:paraId="72EF762A" w14:textId="0C575DDF" w:rsidR="007D73A2" w:rsidRPr="007F3C2C" w:rsidRDefault="007D73A2" w:rsidP="007F3C2C">
      <w:pPr>
        <w:pStyle w:val="FigureCaption"/>
        <w:rPr>
          <w:szCs w:val="18"/>
        </w:rPr>
      </w:pPr>
      <w:r w:rsidRPr="007F3C2C">
        <w:rPr>
          <w:b/>
          <w:caps/>
          <w:szCs w:val="18"/>
        </w:rPr>
        <w:t>Table 1.</w:t>
      </w:r>
      <w:r w:rsidRPr="007F3C2C">
        <w:rPr>
          <w:szCs w:val="18"/>
        </w:rPr>
        <w:t xml:space="preserve"> Algorithm of Ethic Engine</w:t>
      </w:r>
      <w:r w:rsidR="000A3D94" w:rsidRPr="007F3C2C">
        <w:rPr>
          <w:szCs w:val="18"/>
        </w:rPr>
        <w:t xml:space="preserve"> for </w:t>
      </w:r>
      <w:r w:rsidR="007F3C2C">
        <w:rPr>
          <w:szCs w:val="18"/>
        </w:rPr>
        <w:t>e</w:t>
      </w:r>
      <w:r w:rsidR="000A3D94" w:rsidRPr="007F3C2C">
        <w:rPr>
          <w:szCs w:val="18"/>
        </w:rPr>
        <w:t>volving AI</w:t>
      </w:r>
    </w:p>
    <w:tbl>
      <w:tblPr>
        <w:tblStyle w:val="TableGrid"/>
        <w:tblW w:w="9351"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9"/>
        <w:gridCol w:w="4272"/>
        <w:gridCol w:w="2730"/>
      </w:tblGrid>
      <w:tr w:rsidR="00516F2F" w14:paraId="70F5D990" w14:textId="77777777" w:rsidTr="00C86569">
        <w:tc>
          <w:tcPr>
            <w:tcW w:w="2349" w:type="dxa"/>
            <w:tcBorders>
              <w:top w:val="single" w:sz="4" w:space="0" w:color="auto"/>
              <w:bottom w:val="single" w:sz="4" w:space="0" w:color="auto"/>
            </w:tcBorders>
          </w:tcPr>
          <w:p w14:paraId="5C296EA5" w14:textId="77777777" w:rsidR="00516F2F" w:rsidRPr="00500B60" w:rsidRDefault="00516F2F" w:rsidP="000E6D3B">
            <w:pPr>
              <w:pStyle w:val="Paragraph"/>
              <w:ind w:firstLine="0"/>
              <w:jc w:val="center"/>
              <w:rPr>
                <w:b/>
                <w:bCs/>
              </w:rPr>
            </w:pPr>
            <w:r w:rsidRPr="00500B60">
              <w:rPr>
                <w:b/>
                <w:bCs/>
              </w:rPr>
              <w:t>Layer Name</w:t>
            </w:r>
          </w:p>
        </w:tc>
        <w:tc>
          <w:tcPr>
            <w:tcW w:w="4272" w:type="dxa"/>
            <w:tcBorders>
              <w:top w:val="single" w:sz="4" w:space="0" w:color="auto"/>
              <w:bottom w:val="single" w:sz="4" w:space="0" w:color="auto"/>
            </w:tcBorders>
          </w:tcPr>
          <w:p w14:paraId="3C8692EC" w14:textId="77777777" w:rsidR="00516F2F" w:rsidRPr="00500B60" w:rsidRDefault="00516F2F" w:rsidP="000E6D3B">
            <w:pPr>
              <w:pStyle w:val="Paragraph"/>
              <w:ind w:firstLine="0"/>
              <w:jc w:val="center"/>
              <w:rPr>
                <w:b/>
                <w:bCs/>
              </w:rPr>
            </w:pPr>
            <w:r w:rsidRPr="00500B60">
              <w:rPr>
                <w:b/>
                <w:bCs/>
              </w:rPr>
              <w:t>Description</w:t>
            </w:r>
          </w:p>
        </w:tc>
        <w:tc>
          <w:tcPr>
            <w:tcW w:w="2730" w:type="dxa"/>
            <w:tcBorders>
              <w:top w:val="single" w:sz="4" w:space="0" w:color="auto"/>
              <w:bottom w:val="single" w:sz="4" w:space="0" w:color="auto"/>
            </w:tcBorders>
          </w:tcPr>
          <w:p w14:paraId="11BF3F8E" w14:textId="77777777" w:rsidR="00516F2F" w:rsidRPr="00500B60" w:rsidRDefault="00516F2F" w:rsidP="000E6D3B">
            <w:pPr>
              <w:pStyle w:val="Paragraph"/>
              <w:ind w:firstLine="0"/>
              <w:jc w:val="center"/>
              <w:rPr>
                <w:b/>
                <w:bCs/>
              </w:rPr>
            </w:pPr>
            <w:r w:rsidRPr="00500B60">
              <w:rPr>
                <w:b/>
                <w:bCs/>
              </w:rPr>
              <w:t>Algorithm / Technique</w:t>
            </w:r>
          </w:p>
        </w:tc>
      </w:tr>
      <w:tr w:rsidR="00516F2F" w14:paraId="5E416366" w14:textId="77777777" w:rsidTr="00C86569">
        <w:tc>
          <w:tcPr>
            <w:tcW w:w="2349" w:type="dxa"/>
            <w:tcBorders>
              <w:top w:val="single" w:sz="4" w:space="0" w:color="auto"/>
            </w:tcBorders>
          </w:tcPr>
          <w:p w14:paraId="22A8653F" w14:textId="77777777" w:rsidR="00516F2F" w:rsidRDefault="00516F2F" w:rsidP="000E6D3B">
            <w:pPr>
              <w:pStyle w:val="Paragraph"/>
              <w:ind w:firstLine="0"/>
              <w:jc w:val="left"/>
              <w:rPr>
                <w:sz w:val="18"/>
                <w:szCs w:val="18"/>
              </w:rPr>
            </w:pPr>
            <w:r w:rsidRPr="005114DE">
              <w:rPr>
                <w:sz w:val="18"/>
                <w:szCs w:val="18"/>
              </w:rPr>
              <w:t>Static Rule Engine (SRE)</w:t>
            </w:r>
          </w:p>
        </w:tc>
        <w:tc>
          <w:tcPr>
            <w:tcW w:w="4272" w:type="dxa"/>
            <w:tcBorders>
              <w:top w:val="single" w:sz="4" w:space="0" w:color="auto"/>
            </w:tcBorders>
          </w:tcPr>
          <w:p w14:paraId="3140E626" w14:textId="72C453CD" w:rsidR="00516F2F" w:rsidRDefault="00516F2F" w:rsidP="000E6D3B">
            <w:pPr>
              <w:pStyle w:val="Paragraph"/>
              <w:ind w:firstLine="0"/>
              <w:rPr>
                <w:sz w:val="18"/>
                <w:szCs w:val="18"/>
              </w:rPr>
            </w:pPr>
            <w:r w:rsidRPr="005114DE">
              <w:rPr>
                <w:sz w:val="18"/>
                <w:szCs w:val="18"/>
              </w:rPr>
              <w:t>Applies fixed ethical rules</w:t>
            </w:r>
            <w:r w:rsidR="009E0FF1">
              <w:rPr>
                <w:sz w:val="18"/>
                <w:szCs w:val="18"/>
              </w:rPr>
              <w:t xml:space="preserve"> </w:t>
            </w:r>
            <w:r w:rsidRPr="005114DE">
              <w:rPr>
                <w:sz w:val="18"/>
                <w:szCs w:val="18"/>
              </w:rPr>
              <w:t>to instantly block non-compliant actions.</w:t>
            </w:r>
          </w:p>
        </w:tc>
        <w:tc>
          <w:tcPr>
            <w:tcW w:w="2730" w:type="dxa"/>
            <w:tcBorders>
              <w:top w:val="single" w:sz="4" w:space="0" w:color="auto"/>
            </w:tcBorders>
          </w:tcPr>
          <w:p w14:paraId="21CA057D" w14:textId="77777777" w:rsidR="00516F2F" w:rsidRDefault="00516F2F" w:rsidP="000E6D3B">
            <w:pPr>
              <w:pStyle w:val="Paragraph"/>
              <w:ind w:firstLine="0"/>
              <w:rPr>
                <w:sz w:val="18"/>
                <w:szCs w:val="18"/>
              </w:rPr>
            </w:pPr>
            <w:r w:rsidRPr="005114DE">
              <w:rPr>
                <w:sz w:val="18"/>
                <w:szCs w:val="18"/>
              </w:rPr>
              <w:t>Rule-based systems, logic rules, decision trees</w:t>
            </w:r>
          </w:p>
        </w:tc>
      </w:tr>
      <w:tr w:rsidR="00516F2F" w14:paraId="4FFC90ED" w14:textId="77777777" w:rsidTr="007F3C2C">
        <w:tc>
          <w:tcPr>
            <w:tcW w:w="2349" w:type="dxa"/>
          </w:tcPr>
          <w:p w14:paraId="0D8F3BD7" w14:textId="77777777" w:rsidR="00516F2F" w:rsidRDefault="00516F2F" w:rsidP="000E6D3B">
            <w:pPr>
              <w:pStyle w:val="Paragraph"/>
              <w:ind w:firstLine="0"/>
              <w:jc w:val="left"/>
              <w:rPr>
                <w:sz w:val="18"/>
                <w:szCs w:val="18"/>
              </w:rPr>
            </w:pPr>
            <w:r w:rsidRPr="005114DE">
              <w:rPr>
                <w:sz w:val="18"/>
                <w:szCs w:val="18"/>
              </w:rPr>
              <w:t>Dynamic Evaluator (LLM Layer)</w:t>
            </w:r>
          </w:p>
        </w:tc>
        <w:tc>
          <w:tcPr>
            <w:tcW w:w="4272" w:type="dxa"/>
          </w:tcPr>
          <w:p w14:paraId="4AF75D47" w14:textId="77777777" w:rsidR="00516F2F" w:rsidRDefault="00516F2F" w:rsidP="000E6D3B">
            <w:pPr>
              <w:pStyle w:val="Paragraph"/>
              <w:ind w:firstLine="0"/>
              <w:rPr>
                <w:sz w:val="18"/>
                <w:szCs w:val="18"/>
              </w:rPr>
            </w:pPr>
            <w:r w:rsidRPr="005114DE">
              <w:rPr>
                <w:sz w:val="18"/>
                <w:szCs w:val="18"/>
              </w:rPr>
              <w:t>Uses LLMs to assess context and handle ambiguous or novel ethical cases beyond static rules.</w:t>
            </w:r>
          </w:p>
        </w:tc>
        <w:tc>
          <w:tcPr>
            <w:tcW w:w="2730" w:type="dxa"/>
          </w:tcPr>
          <w:p w14:paraId="0EC25326" w14:textId="77777777" w:rsidR="00516F2F" w:rsidRDefault="00516F2F" w:rsidP="000E6D3B">
            <w:pPr>
              <w:pStyle w:val="Paragraph"/>
              <w:ind w:firstLine="0"/>
              <w:rPr>
                <w:sz w:val="18"/>
                <w:szCs w:val="18"/>
              </w:rPr>
            </w:pPr>
            <w:r w:rsidRPr="005114DE">
              <w:rPr>
                <w:sz w:val="18"/>
                <w:szCs w:val="18"/>
              </w:rPr>
              <w:t>Large Language Models (LLMs), natural language inference</w:t>
            </w:r>
          </w:p>
        </w:tc>
      </w:tr>
      <w:tr w:rsidR="00516F2F" w14:paraId="11E7F65C" w14:textId="77777777" w:rsidTr="007F3C2C">
        <w:tc>
          <w:tcPr>
            <w:tcW w:w="2349" w:type="dxa"/>
          </w:tcPr>
          <w:p w14:paraId="2750AFD0" w14:textId="77777777" w:rsidR="00516F2F" w:rsidRDefault="00516F2F" w:rsidP="000E6D3B">
            <w:pPr>
              <w:pStyle w:val="Paragraph"/>
              <w:ind w:firstLine="0"/>
              <w:jc w:val="left"/>
              <w:rPr>
                <w:sz w:val="18"/>
                <w:szCs w:val="18"/>
              </w:rPr>
            </w:pPr>
            <w:r w:rsidRPr="00500B60">
              <w:rPr>
                <w:sz w:val="18"/>
                <w:szCs w:val="18"/>
              </w:rPr>
              <w:t>Trust Scoring Module (TSM)</w:t>
            </w:r>
          </w:p>
        </w:tc>
        <w:tc>
          <w:tcPr>
            <w:tcW w:w="4272" w:type="dxa"/>
          </w:tcPr>
          <w:p w14:paraId="5D757EA0" w14:textId="77777777" w:rsidR="00516F2F" w:rsidRDefault="00516F2F" w:rsidP="000E6D3B">
            <w:pPr>
              <w:pStyle w:val="Paragraph"/>
              <w:ind w:firstLine="0"/>
              <w:rPr>
                <w:sz w:val="18"/>
                <w:szCs w:val="18"/>
              </w:rPr>
            </w:pPr>
            <w:r w:rsidRPr="00500B60">
              <w:rPr>
                <w:sz w:val="18"/>
                <w:szCs w:val="18"/>
              </w:rPr>
              <w:t>Assigns trust scores based on past decisions, consistency, and feedback, influencing future actions.</w:t>
            </w:r>
          </w:p>
        </w:tc>
        <w:tc>
          <w:tcPr>
            <w:tcW w:w="2730" w:type="dxa"/>
          </w:tcPr>
          <w:p w14:paraId="7F87A593" w14:textId="77777777" w:rsidR="00516F2F" w:rsidRDefault="00516F2F" w:rsidP="000E6D3B">
            <w:pPr>
              <w:pStyle w:val="Paragraph"/>
              <w:ind w:firstLine="0"/>
              <w:rPr>
                <w:sz w:val="18"/>
                <w:szCs w:val="18"/>
              </w:rPr>
            </w:pPr>
            <w:r w:rsidRPr="00500B60">
              <w:rPr>
                <w:sz w:val="18"/>
                <w:szCs w:val="18"/>
              </w:rPr>
              <w:t>Scoring algorithms, Bayesian models, weighted averages</w:t>
            </w:r>
          </w:p>
        </w:tc>
      </w:tr>
      <w:tr w:rsidR="00516F2F" w14:paraId="390FB560" w14:textId="77777777" w:rsidTr="007F3C2C">
        <w:tc>
          <w:tcPr>
            <w:tcW w:w="2349" w:type="dxa"/>
          </w:tcPr>
          <w:p w14:paraId="0AE2E7F0" w14:textId="77777777" w:rsidR="00516F2F" w:rsidRDefault="00516F2F" w:rsidP="000E6D3B">
            <w:pPr>
              <w:pStyle w:val="Paragraph"/>
              <w:ind w:firstLine="0"/>
              <w:jc w:val="left"/>
              <w:rPr>
                <w:sz w:val="18"/>
                <w:szCs w:val="18"/>
              </w:rPr>
            </w:pPr>
            <w:r w:rsidRPr="00500B60">
              <w:rPr>
                <w:sz w:val="18"/>
                <w:szCs w:val="18"/>
              </w:rPr>
              <w:t>Fairness-Aware ML Layer</w:t>
            </w:r>
          </w:p>
        </w:tc>
        <w:tc>
          <w:tcPr>
            <w:tcW w:w="4272" w:type="dxa"/>
          </w:tcPr>
          <w:p w14:paraId="3DE8A4B9" w14:textId="77777777" w:rsidR="00516F2F" w:rsidRDefault="00516F2F" w:rsidP="000E6D3B">
            <w:pPr>
              <w:pStyle w:val="Paragraph"/>
              <w:ind w:firstLine="0"/>
              <w:rPr>
                <w:sz w:val="18"/>
                <w:szCs w:val="18"/>
              </w:rPr>
            </w:pPr>
            <w:r w:rsidRPr="00500B60">
              <w:rPr>
                <w:sz w:val="18"/>
                <w:szCs w:val="18"/>
              </w:rPr>
              <w:t>Detects and reduces bias (e.g., race, gender, age) in outputs using adversarial ML.</w:t>
            </w:r>
            <w:r w:rsidRPr="00500B60">
              <w:rPr>
                <w:sz w:val="18"/>
                <w:szCs w:val="18"/>
              </w:rPr>
              <w:tab/>
            </w:r>
          </w:p>
        </w:tc>
        <w:tc>
          <w:tcPr>
            <w:tcW w:w="2730" w:type="dxa"/>
          </w:tcPr>
          <w:p w14:paraId="21043270" w14:textId="77777777" w:rsidR="00516F2F" w:rsidRDefault="00516F2F" w:rsidP="000E6D3B">
            <w:pPr>
              <w:pStyle w:val="Paragraph"/>
              <w:ind w:firstLine="0"/>
              <w:rPr>
                <w:sz w:val="18"/>
                <w:szCs w:val="18"/>
              </w:rPr>
            </w:pPr>
            <w:r w:rsidRPr="00500B60">
              <w:rPr>
                <w:sz w:val="18"/>
                <w:szCs w:val="18"/>
              </w:rPr>
              <w:t>Adversarial ML, fairness metrics, bias detection</w:t>
            </w:r>
          </w:p>
        </w:tc>
      </w:tr>
      <w:tr w:rsidR="00516F2F" w14:paraId="0DC0A4F9" w14:textId="77777777" w:rsidTr="007F3C2C">
        <w:tc>
          <w:tcPr>
            <w:tcW w:w="2349" w:type="dxa"/>
          </w:tcPr>
          <w:p w14:paraId="2AADF0AE" w14:textId="77777777" w:rsidR="00516F2F" w:rsidRDefault="00516F2F" w:rsidP="000E6D3B">
            <w:pPr>
              <w:pStyle w:val="Paragraph"/>
              <w:ind w:firstLine="0"/>
              <w:jc w:val="left"/>
              <w:rPr>
                <w:sz w:val="18"/>
                <w:szCs w:val="18"/>
              </w:rPr>
            </w:pPr>
            <w:r w:rsidRPr="00500B60">
              <w:rPr>
                <w:sz w:val="18"/>
                <w:szCs w:val="18"/>
              </w:rPr>
              <w:t>Deep Learning Ethics Layer</w:t>
            </w:r>
          </w:p>
        </w:tc>
        <w:tc>
          <w:tcPr>
            <w:tcW w:w="4272" w:type="dxa"/>
          </w:tcPr>
          <w:p w14:paraId="6DF6FDA7" w14:textId="77777777" w:rsidR="00516F2F" w:rsidRDefault="00516F2F" w:rsidP="000E6D3B">
            <w:pPr>
              <w:pStyle w:val="Paragraph"/>
              <w:ind w:firstLine="0"/>
              <w:rPr>
                <w:sz w:val="18"/>
                <w:szCs w:val="18"/>
              </w:rPr>
            </w:pPr>
            <w:r w:rsidRPr="00500B60">
              <w:rPr>
                <w:sz w:val="18"/>
                <w:szCs w:val="18"/>
              </w:rPr>
              <w:t>Uses DNNs, CNNs, LSTMs to learn ethical patterns and perform sequential ethical reasoning.</w:t>
            </w:r>
          </w:p>
        </w:tc>
        <w:tc>
          <w:tcPr>
            <w:tcW w:w="2730" w:type="dxa"/>
          </w:tcPr>
          <w:p w14:paraId="376DE395" w14:textId="77777777" w:rsidR="00516F2F" w:rsidRDefault="00516F2F" w:rsidP="000E6D3B">
            <w:pPr>
              <w:pStyle w:val="Paragraph"/>
              <w:ind w:firstLine="0"/>
              <w:rPr>
                <w:sz w:val="18"/>
                <w:szCs w:val="18"/>
              </w:rPr>
            </w:pPr>
            <w:r w:rsidRPr="00500B60">
              <w:rPr>
                <w:sz w:val="18"/>
                <w:szCs w:val="18"/>
              </w:rPr>
              <w:t>DNNs, CNNs, LSTMs</w:t>
            </w:r>
          </w:p>
        </w:tc>
      </w:tr>
      <w:tr w:rsidR="00516F2F" w14:paraId="37FAC52B" w14:textId="77777777" w:rsidTr="007F3C2C">
        <w:tc>
          <w:tcPr>
            <w:tcW w:w="2349" w:type="dxa"/>
          </w:tcPr>
          <w:p w14:paraId="32858FC4" w14:textId="77777777" w:rsidR="00516F2F" w:rsidRDefault="00516F2F" w:rsidP="000E6D3B">
            <w:pPr>
              <w:pStyle w:val="Paragraph"/>
              <w:ind w:firstLine="0"/>
              <w:jc w:val="left"/>
              <w:rPr>
                <w:sz w:val="18"/>
                <w:szCs w:val="18"/>
              </w:rPr>
            </w:pPr>
            <w:r w:rsidRPr="00500B60">
              <w:rPr>
                <w:sz w:val="18"/>
                <w:szCs w:val="18"/>
              </w:rPr>
              <w:t>Ethics-Aware Reinforcement Learning Layer</w:t>
            </w:r>
          </w:p>
        </w:tc>
        <w:tc>
          <w:tcPr>
            <w:tcW w:w="4272" w:type="dxa"/>
          </w:tcPr>
          <w:p w14:paraId="48E92B98" w14:textId="77777777" w:rsidR="00516F2F" w:rsidRDefault="00516F2F" w:rsidP="000E6D3B">
            <w:pPr>
              <w:pStyle w:val="Paragraph"/>
              <w:ind w:firstLine="0"/>
              <w:rPr>
                <w:sz w:val="18"/>
                <w:szCs w:val="18"/>
              </w:rPr>
            </w:pPr>
            <w:r w:rsidRPr="00500B60">
              <w:rPr>
                <w:sz w:val="18"/>
                <w:szCs w:val="18"/>
              </w:rPr>
              <w:t>Trains RL agents with ethical constraints to balance ethical behavior and task performance.</w:t>
            </w:r>
          </w:p>
        </w:tc>
        <w:tc>
          <w:tcPr>
            <w:tcW w:w="2730" w:type="dxa"/>
          </w:tcPr>
          <w:p w14:paraId="343A3472" w14:textId="77777777" w:rsidR="00516F2F" w:rsidRDefault="00516F2F" w:rsidP="000E6D3B">
            <w:pPr>
              <w:pStyle w:val="Paragraph"/>
              <w:ind w:firstLine="0"/>
              <w:rPr>
                <w:sz w:val="18"/>
                <w:szCs w:val="18"/>
              </w:rPr>
            </w:pPr>
            <w:r w:rsidRPr="00500B60">
              <w:rPr>
                <w:sz w:val="18"/>
                <w:szCs w:val="18"/>
              </w:rPr>
              <w:t>Constrained RL, ethical RL, policy shaping</w:t>
            </w:r>
          </w:p>
        </w:tc>
      </w:tr>
      <w:tr w:rsidR="00516F2F" w14:paraId="019BC466" w14:textId="77777777" w:rsidTr="007F3C2C">
        <w:tc>
          <w:tcPr>
            <w:tcW w:w="2349" w:type="dxa"/>
          </w:tcPr>
          <w:p w14:paraId="2A6ACE9A" w14:textId="77777777" w:rsidR="00516F2F" w:rsidRDefault="00516F2F" w:rsidP="000E6D3B">
            <w:pPr>
              <w:pStyle w:val="Paragraph"/>
              <w:ind w:firstLine="0"/>
              <w:jc w:val="left"/>
              <w:rPr>
                <w:sz w:val="18"/>
                <w:szCs w:val="18"/>
              </w:rPr>
            </w:pPr>
            <w:r w:rsidRPr="00500B60">
              <w:rPr>
                <w:sz w:val="18"/>
                <w:szCs w:val="18"/>
              </w:rPr>
              <w:t>Ethical Interruption Layer (EIL)</w:t>
            </w:r>
          </w:p>
        </w:tc>
        <w:tc>
          <w:tcPr>
            <w:tcW w:w="4272" w:type="dxa"/>
          </w:tcPr>
          <w:p w14:paraId="5E84A476" w14:textId="6E8DE49A" w:rsidR="00516F2F" w:rsidRDefault="00B93D43" w:rsidP="000E6D3B">
            <w:pPr>
              <w:pStyle w:val="Paragraph"/>
              <w:ind w:firstLine="0"/>
              <w:rPr>
                <w:sz w:val="18"/>
                <w:szCs w:val="18"/>
              </w:rPr>
            </w:pPr>
            <w:r w:rsidRPr="00B93D43">
              <w:rPr>
                <w:sz w:val="18"/>
                <w:szCs w:val="18"/>
              </w:rPr>
              <w:t>Monitors ethical scores in real-time, halting actions if thresholds are breached while avoiding false alarms.</w:t>
            </w:r>
          </w:p>
        </w:tc>
        <w:tc>
          <w:tcPr>
            <w:tcW w:w="2730" w:type="dxa"/>
          </w:tcPr>
          <w:p w14:paraId="21A63DC0" w14:textId="04F74A39" w:rsidR="00516F2F" w:rsidRDefault="00B64BA9" w:rsidP="000E6D3B">
            <w:pPr>
              <w:pStyle w:val="Paragraph"/>
              <w:ind w:firstLine="0"/>
              <w:rPr>
                <w:sz w:val="18"/>
                <w:szCs w:val="18"/>
              </w:rPr>
            </w:pPr>
            <w:r w:rsidRPr="00B64BA9">
              <w:rPr>
                <w:sz w:val="18"/>
                <w:szCs w:val="18"/>
              </w:rPr>
              <w:t>Threshold triggers, anomaly detection, contextual analysis</w:t>
            </w:r>
          </w:p>
        </w:tc>
      </w:tr>
    </w:tbl>
    <w:p w14:paraId="42A2618B" w14:textId="77777777" w:rsidR="00540BA1" w:rsidRPr="00DB27DE" w:rsidRDefault="00540BA1" w:rsidP="00516F2F">
      <w:pPr>
        <w:pStyle w:val="Paragraph"/>
        <w:ind w:firstLine="0"/>
        <w:rPr>
          <w:sz w:val="18"/>
          <w:szCs w:val="18"/>
        </w:rPr>
      </w:pPr>
    </w:p>
    <w:p w14:paraId="421D4217" w14:textId="7CFA3DB2" w:rsidR="000579DB" w:rsidRPr="0097701D" w:rsidRDefault="00364B69" w:rsidP="008916FB">
      <w:pPr>
        <w:pStyle w:val="Paragraph"/>
      </w:pPr>
      <w:r w:rsidRPr="0097701D">
        <w:t xml:space="preserve">The algorithmic framework for each layer was carefully selected to match the computational and ethical objectives of the engine. For deterministic filtering, the Static Rule Engine was developed using hardcoded ontologies and logic-based inference systems based on existing global ethical and legal standards. </w:t>
      </w:r>
      <w:r w:rsidR="0074787F">
        <w:t>In the big layer of</w:t>
      </w:r>
      <w:r w:rsidRPr="0097701D">
        <w:t xml:space="preserve"> Dynamic Evaluator</w:t>
      </w:r>
      <w:r w:rsidR="0074787F">
        <w:t>, this happens when</w:t>
      </w:r>
      <w:r w:rsidRPr="0097701D">
        <w:t xml:space="preserve"> </w:t>
      </w:r>
      <w:r w:rsidR="0074787F">
        <w:t>the real transformer like GPT</w:t>
      </w:r>
      <w:r w:rsidRPr="0097701D">
        <w:t xml:space="preserve"> </w:t>
      </w:r>
      <w:r w:rsidR="0074787F">
        <w:t>reflects what one can do with static actions</w:t>
      </w:r>
      <w:r w:rsidRPr="0097701D">
        <w:t xml:space="preserve">. </w:t>
      </w:r>
      <w:r w:rsidR="0074787F">
        <w:t xml:space="preserve">Using the </w:t>
      </w:r>
      <w:r w:rsidR="00F81345">
        <w:t>trust scores concerned</w:t>
      </w:r>
      <w:r w:rsidR="0074787F">
        <w:t xml:space="preserve"> </w:t>
      </w:r>
      <w:r w:rsidR="00F81345">
        <w:t>to do</w:t>
      </w:r>
      <w:r w:rsidR="0074787F">
        <w:t xml:space="preserve"> the good things learnt from</w:t>
      </w:r>
      <w:r w:rsidRPr="0097701D">
        <w:t xml:space="preserve"> Bayesian </w:t>
      </w:r>
      <w:r w:rsidR="0074787F">
        <w:t>to prevent unwholesome suffering states, keeping the important precepts of malicious speech and harsh words</w:t>
      </w:r>
      <w:r w:rsidRPr="0097701D">
        <w:t xml:space="preserve">. </w:t>
      </w:r>
      <w:r w:rsidR="0074787F">
        <w:t>With the benefits of doing good things with no guilt feeling from</w:t>
      </w:r>
      <w:r w:rsidRPr="0097701D">
        <w:t xml:space="preserve"> the Fairness-Aware Machine Learning layer</w:t>
      </w:r>
      <w:r w:rsidR="0074787F">
        <w:t>, it would go on</w:t>
      </w:r>
      <w:r w:rsidRPr="0097701D">
        <w:t xml:space="preserve"> </w:t>
      </w:r>
      <w:r w:rsidR="0074787F">
        <w:t>to debiased</w:t>
      </w:r>
      <w:r w:rsidRPr="0097701D">
        <w:t xml:space="preserve"> FairGAN and Prejudice Remover </w:t>
      </w:r>
      <w:proofErr w:type="spellStart"/>
      <w:r w:rsidRPr="0097701D">
        <w:t>Regularizer</w:t>
      </w:r>
      <w:proofErr w:type="spellEnd"/>
      <w:r w:rsidR="00F81345">
        <w:t xml:space="preserve"> to reveal truthfulness</w:t>
      </w:r>
      <w:r w:rsidRPr="0097701D">
        <w:t xml:space="preserve">. </w:t>
      </w:r>
      <w:r w:rsidR="00F81345">
        <w:t>Referring to t</w:t>
      </w:r>
      <w:r w:rsidRPr="0097701D">
        <w:t>he Deep Learning Ethics Layer</w:t>
      </w:r>
      <w:r w:rsidR="00F81345">
        <w:t>, this sort of module</w:t>
      </w:r>
      <w:r w:rsidRPr="0097701D">
        <w:t xml:space="preserve"> </w:t>
      </w:r>
      <w:r w:rsidR="00F81345">
        <w:t>runs around</w:t>
      </w:r>
      <w:r w:rsidRPr="0097701D">
        <w:t xml:space="preserve"> convolutional neural networks (CNNs)</w:t>
      </w:r>
      <w:r w:rsidR="00F81345">
        <w:t xml:space="preserve"> with very trying</w:t>
      </w:r>
      <w:r w:rsidRPr="0097701D">
        <w:t xml:space="preserve"> long short-term memory networks (LSTMs)</w:t>
      </w:r>
      <w:r w:rsidR="00F81345">
        <w:t xml:space="preserve"> in solving problems that honestly to realize</w:t>
      </w:r>
      <w:r w:rsidRPr="0097701D">
        <w:t xml:space="preserve"> dense deep neural networks (DNNs)</w:t>
      </w:r>
      <w:r w:rsidR="00F81345">
        <w:t xml:space="preserve"> subsequently</w:t>
      </w:r>
      <w:r w:rsidRPr="0097701D">
        <w:t xml:space="preserve">. </w:t>
      </w:r>
      <w:r w:rsidR="00F81345">
        <w:t>T</w:t>
      </w:r>
      <w:r w:rsidRPr="0097701D">
        <w:t xml:space="preserve">he </w:t>
      </w:r>
      <w:r w:rsidR="00F81345">
        <w:t xml:space="preserve">usual way of </w:t>
      </w:r>
      <w:r w:rsidRPr="0097701D">
        <w:t xml:space="preserve">Ethics-Aware Reinforcement Learning layer </w:t>
      </w:r>
      <w:r w:rsidR="00F81345">
        <w:t>impose rewards instead of punishments.</w:t>
      </w:r>
      <w:r w:rsidRPr="0097701D">
        <w:t xml:space="preserve"> </w:t>
      </w:r>
      <w:r w:rsidR="00F81345">
        <w:t>Using</w:t>
      </w:r>
      <w:r w:rsidRPr="0097701D">
        <w:t xml:space="preserve"> Q-learning</w:t>
      </w:r>
      <w:r w:rsidR="00F81345">
        <w:t>, it would be proper</w:t>
      </w:r>
      <w:r w:rsidRPr="0097701D">
        <w:t xml:space="preserve"> </w:t>
      </w:r>
      <w:r w:rsidR="00F81345">
        <w:t>for the received</w:t>
      </w:r>
      <w:r w:rsidRPr="0097701D">
        <w:t xml:space="preserve"> Proximal Policy Optimization (PPO) </w:t>
      </w:r>
      <w:r w:rsidR="00F81345">
        <w:t>to get the presence in optimizing</w:t>
      </w:r>
      <w:r w:rsidRPr="0097701D">
        <w:t xml:space="preserve"> </w:t>
      </w:r>
      <w:r w:rsidR="00F81345">
        <w:t>consequences</w:t>
      </w:r>
      <w:r w:rsidR="008176E4">
        <w:t xml:space="preserve"> </w:t>
      </w:r>
      <w:sdt>
        <w:sdtPr>
          <w:rPr>
            <w:color w:val="000000"/>
          </w:rPr>
          <w:tag w:val="MENDELEY_CITATION_v3_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"/>
          <w:id w:val="1292786370"/>
          <w:placeholder>
            <w:docPart w:val="6981A16126BA423DA044B538C0494342"/>
          </w:placeholder>
        </w:sdtPr>
        <w:sdtContent>
          <w:r w:rsidR="00AD04B5" w:rsidRPr="00AD04B5">
            <w:rPr>
              <w:color w:val="000000"/>
            </w:rPr>
            <w:t>[2</w:t>
          </w:r>
          <w:r w:rsidR="009D4732">
            <w:rPr>
              <w:color w:val="000000"/>
            </w:rPr>
            <w:t>4</w:t>
          </w:r>
          <w:r w:rsidR="00AD04B5" w:rsidRPr="00AD04B5">
            <w:rPr>
              <w:color w:val="000000"/>
            </w:rPr>
            <w:t>]</w:t>
          </w:r>
        </w:sdtContent>
      </w:sdt>
      <w:r w:rsidR="00F81345">
        <w:rPr>
          <w:color w:val="000000"/>
        </w:rPr>
        <w:t xml:space="preserve"> to take place especially in the early stages</w:t>
      </w:r>
      <w:r w:rsidRPr="0097701D">
        <w:t xml:space="preserve">. </w:t>
      </w:r>
      <w:r w:rsidR="00F81345">
        <w:t>One can use the next</w:t>
      </w:r>
      <w:r w:rsidRPr="0097701D">
        <w:t xml:space="preserve"> Ethical Interruption Layer </w:t>
      </w:r>
      <w:r w:rsidR="00F81345">
        <w:t>for safeguard involvement. There is this</w:t>
      </w:r>
      <w:r w:rsidRPr="0097701D">
        <w:t xml:space="preserve"> classification </w:t>
      </w:r>
      <w:r w:rsidR="00F81345">
        <w:t xml:space="preserve">in context to have </w:t>
      </w:r>
      <w:r w:rsidRPr="0097701D">
        <w:t xml:space="preserve">threshold </w:t>
      </w:r>
      <w:r w:rsidR="00F81345">
        <w:t xml:space="preserve">kindness </w:t>
      </w:r>
      <w:r w:rsidRPr="0097701D">
        <w:t xml:space="preserve">to stop </w:t>
      </w:r>
      <w:r w:rsidR="00F81345">
        <w:t>unbelievable real time swindle suggestions or dishonest scams from being adopted.</w:t>
      </w:r>
    </w:p>
    <w:p w14:paraId="59664E61" w14:textId="720CEEB3" w:rsidR="002B451C" w:rsidRPr="0097701D" w:rsidRDefault="00E77D62" w:rsidP="002B451C">
      <w:pPr>
        <w:pStyle w:val="Paragraph"/>
      </w:pPr>
      <w:r>
        <w:t>The authors made up the mind to design the engine</w:t>
      </w:r>
      <w:r w:rsidR="002B451C" w:rsidRPr="0097701D">
        <w:t xml:space="preserve"> </w:t>
      </w:r>
      <w:r>
        <w:t>to pay attention</w:t>
      </w:r>
      <w:r w:rsidR="002B451C" w:rsidRPr="0097701D">
        <w:t xml:space="preserve"> </w:t>
      </w:r>
      <w:r>
        <w:t>as universal</w:t>
      </w:r>
      <w:r w:rsidR="002B451C" w:rsidRPr="0097701D">
        <w:t xml:space="preserve"> </w:t>
      </w:r>
      <w:r>
        <w:t xml:space="preserve">course of </w:t>
      </w:r>
      <w:r w:rsidR="002B451C" w:rsidRPr="0097701D">
        <w:t>agentic AI</w:t>
      </w:r>
      <w:r>
        <w:t>. With the knowledge</w:t>
      </w:r>
      <w:r w:rsidR="002B451C" w:rsidRPr="0097701D">
        <w:t xml:space="preserve"> </w:t>
      </w:r>
      <w:r>
        <w:t xml:space="preserve">in the important application with no ignorance </w:t>
      </w:r>
      <w:r w:rsidR="002B451C" w:rsidRPr="0097701D">
        <w:t xml:space="preserve">of </w:t>
      </w:r>
      <w:r>
        <w:t xml:space="preserve">facts </w:t>
      </w:r>
      <w:r w:rsidR="002B451C" w:rsidRPr="0097701D">
        <w:t>intercept</w:t>
      </w:r>
      <w:r>
        <w:t>ion</w:t>
      </w:r>
      <w:r w:rsidR="002B451C" w:rsidRPr="0097701D">
        <w:t xml:space="preserve">, </w:t>
      </w:r>
      <w:r>
        <w:t xml:space="preserve">the authors reflect by learning well through analysis for correct decision making. One must think about the deployment that is present in different </w:t>
      </w:r>
      <w:r w:rsidR="002B451C" w:rsidRPr="0097701D">
        <w:t xml:space="preserve">autonomous </w:t>
      </w:r>
      <w:r>
        <w:t>configurations</w:t>
      </w:r>
      <w:r w:rsidR="002B451C" w:rsidRPr="0097701D">
        <w:t xml:space="preserve">. </w:t>
      </w:r>
      <w:r>
        <w:t>Having such</w:t>
      </w:r>
      <w:r w:rsidR="002B451C" w:rsidRPr="0097701D">
        <w:t xml:space="preserve"> </w:t>
      </w:r>
      <w:r w:rsidRPr="0097701D">
        <w:t xml:space="preserve">hybrid </w:t>
      </w:r>
      <w:r w:rsidR="002B451C" w:rsidRPr="0097701D">
        <w:t xml:space="preserve">modular </w:t>
      </w:r>
      <w:r>
        <w:t>challenges</w:t>
      </w:r>
      <w:r w:rsidR="002B451C" w:rsidRPr="0097701D">
        <w:t xml:space="preserve">, </w:t>
      </w:r>
      <w:r>
        <w:t>the positive situation</w:t>
      </w:r>
      <w:r w:rsidR="00B53F5D">
        <w:t>s</w:t>
      </w:r>
      <w:r w:rsidR="002B451C" w:rsidRPr="0097701D">
        <w:t xml:space="preserve"> </w:t>
      </w:r>
      <w:r>
        <w:t>require</w:t>
      </w:r>
      <w:r w:rsidR="002B451C" w:rsidRPr="0097701D">
        <w:t xml:space="preserve"> machine learning</w:t>
      </w:r>
      <w:r w:rsidR="00526C37">
        <w:t xml:space="preserve"> </w:t>
      </w:r>
      <w:sdt>
        <w:sdtPr>
          <w:rPr>
            <w:color w:val="000000"/>
          </w:rPr>
          <w:tag w:val="MENDELEY_CITATION_v3_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"/>
          <w:id w:val="-434055350"/>
          <w:placeholder>
            <w:docPart w:val="947323E212324766BEA0BEB414825AF6"/>
          </w:placeholder>
        </w:sdtPr>
        <w:sdtContent>
          <w:r w:rsidR="00526C37" w:rsidRPr="00AD04B5">
            <w:rPr>
              <w:color w:val="000000"/>
            </w:rPr>
            <w:t>[2</w:t>
          </w:r>
          <w:r w:rsidR="00526C37">
            <w:rPr>
              <w:color w:val="000000"/>
            </w:rPr>
            <w:t>5</w:t>
          </w:r>
          <w:r w:rsidR="00526C37" w:rsidRPr="00AD04B5">
            <w:rPr>
              <w:color w:val="000000"/>
            </w:rPr>
            <w:t>]</w:t>
          </w:r>
        </w:sdtContent>
      </w:sdt>
      <w:r w:rsidR="00B53F5D">
        <w:t xml:space="preserve"> to</w:t>
      </w:r>
      <w:r w:rsidR="002B451C" w:rsidRPr="0097701D">
        <w:t xml:space="preserve"> </w:t>
      </w:r>
      <w:r w:rsidR="00B53F5D">
        <w:t>facilitate</w:t>
      </w:r>
      <w:r w:rsidR="002B451C" w:rsidRPr="0097701D">
        <w:t xml:space="preserve"> reinforcement </w:t>
      </w:r>
      <w:r>
        <w:t>counsel</w:t>
      </w:r>
      <w:r w:rsidR="002B451C" w:rsidRPr="0097701D">
        <w:t xml:space="preserve"> </w:t>
      </w:r>
      <w:r>
        <w:t xml:space="preserve">to </w:t>
      </w:r>
      <w:r w:rsidR="00B53F5D">
        <w:t>resort proper transformation</w:t>
      </w:r>
      <w:r w:rsidR="002B451C" w:rsidRPr="0097701D">
        <w:t>. At its core, the system operates as a multi-layered filtering pipeline, where each layer performs a distinct form of ethical analysis. The outputs of these layers flow sequentially, with cumulative ethical scoring and real-time decision filtering ensuring comprehensive oversight.</w:t>
      </w:r>
    </w:p>
    <w:p w14:paraId="2D4FFA58" w14:textId="0CAE4A63" w:rsidR="002B451C" w:rsidRPr="0097701D" w:rsidRDefault="00546277" w:rsidP="00DB27DE">
      <w:pPr>
        <w:pStyle w:val="Paragraph"/>
      </w:pPr>
      <w:r>
        <w:t>Figure 1 shows that t</w:t>
      </w:r>
      <w:r w:rsidR="002B451C" w:rsidRPr="0097701D">
        <w:t xml:space="preserve">he Ethic Engine emphasizes explainability by providing detailed, traceable logs of ethical decisions at each layer, ensuring that both developers and stakeholders can understand the rationale behind its </w:t>
      </w:r>
      <w:r w:rsidR="002B451C" w:rsidRPr="0097701D">
        <w:lastRenderedPageBreak/>
        <w:t>interventions. It is highly scalable, supporting real-time decision-making even in low-latency, high-throughput environments, which is critical for applications like rapid-response systems. Moreover, the engine exhibits strong context awareness, adapting its ethical reasoning to the specific requirements and norms of different domains</w:t>
      </w:r>
      <w:r w:rsidR="007104B2">
        <w:t xml:space="preserve"> </w:t>
      </w:r>
      <w:sdt>
        <w:sdtPr>
          <w:rPr>
            <w:color w:val="000000"/>
          </w:rPr>
          <w:tag w:val="MENDELEY_CITATION_v3_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"/>
          <w:id w:val="823241869"/>
          <w:placeholder>
            <w:docPart w:val="AB8721169C704D159107B87BDECD7249"/>
          </w:placeholder>
        </w:sdtPr>
        <w:sdtContent>
          <w:r w:rsidR="007104B2" w:rsidRPr="00AD04B5">
            <w:rPr>
              <w:color w:val="000000"/>
            </w:rPr>
            <w:t>[2</w:t>
          </w:r>
          <w:r w:rsidR="007104B2">
            <w:rPr>
              <w:color w:val="000000"/>
            </w:rPr>
            <w:t>6</w:t>
          </w:r>
          <w:r w:rsidR="007104B2" w:rsidRPr="00AD04B5">
            <w:rPr>
              <w:color w:val="000000"/>
            </w:rPr>
            <w:t>]</w:t>
          </w:r>
        </w:sdtContent>
      </w:sdt>
      <w:r w:rsidR="002B451C" w:rsidRPr="0097701D">
        <w:t xml:space="preserve">. Finally, it is compliance ready, designed to meet the auditability and accountability demands of major regulatory frameworks </w:t>
      </w:r>
      <w:bookmarkStart w:id="2" w:name="_Hlk200898678"/>
      <w:sdt>
        <w:sdtPr>
          <w:rPr>
            <w:color w:val="000000"/>
          </w:rPr>
          <w:tag w:val="MENDELEY_CITATION_v3_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"/>
          <w:id w:val="1287233500"/>
          <w:placeholder>
            <w:docPart w:val="957C3404BBF147A59E0099A64F27B65F"/>
          </w:placeholder>
        </w:sdtPr>
        <w:sdtContent>
          <w:r w:rsidR="007579F5" w:rsidRPr="00AD04B5">
            <w:rPr>
              <w:color w:val="000000"/>
            </w:rPr>
            <w:t>[2</w:t>
          </w:r>
          <w:r w:rsidR="007579F5">
            <w:rPr>
              <w:color w:val="000000"/>
            </w:rPr>
            <w:t>7</w:t>
          </w:r>
          <w:r w:rsidR="007579F5" w:rsidRPr="00AD04B5">
            <w:rPr>
              <w:color w:val="000000"/>
            </w:rPr>
            <w:t>]</w:t>
          </w:r>
        </w:sdtContent>
      </w:sdt>
      <w:bookmarkEnd w:id="2"/>
      <w:r w:rsidR="007579F5" w:rsidRPr="0097701D">
        <w:t xml:space="preserve"> </w:t>
      </w:r>
      <w:r w:rsidR="006B5C1F">
        <w:t>with</w:t>
      </w:r>
      <w:r w:rsidR="002B7966" w:rsidRPr="0097701D">
        <w:t xml:space="preserve"> </w:t>
      </w:r>
      <w:r w:rsidR="002B451C" w:rsidRPr="0097701D">
        <w:t>AI Act, making it suitable for deployment in sensitive and regulated environments</w:t>
      </w:r>
      <w:r w:rsidR="00283CB5">
        <w:t xml:space="preserve"> </w:t>
      </w:r>
      <w:sdt>
        <w:sdtPr>
          <w:rPr>
            <w:color w:val="000000"/>
          </w:rPr>
          <w:tag w:val="MENDELEY_CITATION_v3_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"/>
          <w:id w:val="1469238127"/>
          <w:placeholder>
            <w:docPart w:val="AFF0E5CB64F043EFA9186AE06094BD8D"/>
          </w:placeholder>
        </w:sdtPr>
        <w:sdtContent>
          <w:r w:rsidR="00283CB5" w:rsidRPr="00AD04B5">
            <w:rPr>
              <w:color w:val="000000"/>
            </w:rPr>
            <w:t>[2</w:t>
          </w:r>
          <w:r w:rsidR="00283CB5">
            <w:rPr>
              <w:color w:val="000000"/>
            </w:rPr>
            <w:t>8</w:t>
          </w:r>
          <w:r w:rsidR="00283CB5" w:rsidRPr="00AD04B5">
            <w:rPr>
              <w:color w:val="000000"/>
            </w:rPr>
            <w:t>]</w:t>
          </w:r>
        </w:sdtContent>
      </w:sdt>
      <w:r w:rsidR="002B451C" w:rsidRPr="0097701D">
        <w:t>.</w:t>
      </w:r>
    </w:p>
    <w:p w14:paraId="7DD8492A" w14:textId="115C6043" w:rsidR="008B2F28" w:rsidRDefault="008B2F28" w:rsidP="002115EB">
      <w:pPr>
        <w:pStyle w:val="Paragraph"/>
        <w:ind w:firstLine="0"/>
        <w:rPr>
          <w:sz w:val="18"/>
          <w:szCs w:val="18"/>
        </w:rPr>
      </w:pPr>
    </w:p>
    <w:p w14:paraId="0C02EBB5" w14:textId="48170ECF" w:rsidR="00516F2F" w:rsidRDefault="002115EB" w:rsidP="00516F2F">
      <w:pPr>
        <w:pStyle w:val="Paragraph"/>
        <w:ind w:firstLine="0"/>
        <w:jc w:val="center"/>
      </w:pPr>
      <w:r>
        <w:rPr>
          <w:noProof/>
        </w:rPr>
        <w:drawing>
          <wp:inline distT="0" distB="0" distL="0" distR="0" wp14:anchorId="379FFF4E" wp14:editId="3BA2DA32">
            <wp:extent cx="3103620" cy="1821719"/>
            <wp:effectExtent l="0" t="0" r="0" b="0"/>
            <wp:docPr id="1163288458" name="Picture 2" descr="A diagram of a tool execu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88458" name="Picture 2" descr="A diagram of a tool execution&#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3165352" cy="1857954"/>
                    </a:xfrm>
                    <a:prstGeom prst="rect">
                      <a:avLst/>
                    </a:prstGeom>
                  </pic:spPr>
                </pic:pic>
              </a:graphicData>
            </a:graphic>
          </wp:inline>
        </w:drawing>
      </w:r>
    </w:p>
    <w:p w14:paraId="67192DBB" w14:textId="003927E4" w:rsidR="00516F2F" w:rsidRPr="007F3C2C" w:rsidRDefault="00516F2F" w:rsidP="00191C00">
      <w:pPr>
        <w:pStyle w:val="FigureCaption"/>
        <w:spacing w:before="0"/>
        <w:rPr>
          <w:szCs w:val="18"/>
        </w:rPr>
      </w:pPr>
      <w:r w:rsidRPr="007F3C2C">
        <w:rPr>
          <w:b/>
          <w:caps/>
          <w:szCs w:val="18"/>
        </w:rPr>
        <w:t xml:space="preserve">Figure </w:t>
      </w:r>
      <w:r w:rsidR="002115EB" w:rsidRPr="007F3C2C">
        <w:rPr>
          <w:b/>
          <w:caps/>
          <w:szCs w:val="18"/>
        </w:rPr>
        <w:t>1</w:t>
      </w:r>
      <w:r w:rsidRPr="007F3C2C">
        <w:rPr>
          <w:b/>
          <w:caps/>
          <w:szCs w:val="18"/>
        </w:rPr>
        <w:t>.</w:t>
      </w:r>
      <w:r w:rsidRPr="007F3C2C">
        <w:rPr>
          <w:szCs w:val="18"/>
        </w:rPr>
        <w:t xml:space="preserve"> </w:t>
      </w:r>
      <w:r w:rsidR="002115EB" w:rsidRPr="007F3C2C">
        <w:rPr>
          <w:szCs w:val="18"/>
        </w:rPr>
        <w:t xml:space="preserve">System </w:t>
      </w:r>
      <w:r w:rsidR="00C86569">
        <w:rPr>
          <w:szCs w:val="18"/>
        </w:rPr>
        <w:t>a</w:t>
      </w:r>
      <w:r w:rsidR="002115EB" w:rsidRPr="007F3C2C">
        <w:rPr>
          <w:szCs w:val="18"/>
        </w:rPr>
        <w:t>rchitecture with Integrated Ethic Engine</w:t>
      </w:r>
    </w:p>
    <w:p w14:paraId="7044BEA5" w14:textId="77777777" w:rsidR="00E56E68" w:rsidRDefault="00E56E68" w:rsidP="00E56E68">
      <w:pPr>
        <w:pStyle w:val="Paragraph"/>
      </w:pPr>
    </w:p>
    <w:p w14:paraId="04127808" w14:textId="283D5774" w:rsidR="00546277" w:rsidRPr="008C0A5A" w:rsidRDefault="00E56E68" w:rsidP="007F3C2C">
      <w:pPr>
        <w:pStyle w:val="Paragraph"/>
      </w:pPr>
      <w:r w:rsidRPr="0097701D">
        <w:t xml:space="preserve">Figure </w:t>
      </w:r>
      <w:r w:rsidR="002115EB">
        <w:t>1</w:t>
      </w:r>
      <w:r w:rsidRPr="0097701D">
        <w:t xml:space="preserve"> illustrates </w:t>
      </w:r>
      <w:r w:rsidR="00AB63A7" w:rsidRPr="00AB63A7">
        <w:t xml:space="preserve">the overall workflow of the proposed system, where a user prompt is processed by a Large Language Model (LLM) that interacts with various tools. The Ethic Engine sits between the LLM and the final output, evaluating decisions </w:t>
      </w:r>
      <w:sdt>
        <w:sdtPr>
          <w:rPr>
            <w:color w:val="000000"/>
          </w:rPr>
          <w:tag w:val="MENDELEY_CITATION_v3_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"/>
          <w:id w:val="680244781"/>
          <w:placeholder>
            <w:docPart w:val="5690A23387AA474F87175D91348F91F2"/>
          </w:placeholder>
        </w:sdtPr>
        <w:sdtContent>
          <w:r w:rsidR="007C1AFD" w:rsidRPr="00AD04B5">
            <w:rPr>
              <w:color w:val="000000"/>
            </w:rPr>
            <w:t>[2</w:t>
          </w:r>
          <w:r w:rsidR="007C1AFD">
            <w:rPr>
              <w:color w:val="000000"/>
            </w:rPr>
            <w:t>9</w:t>
          </w:r>
          <w:r w:rsidR="007C1AFD" w:rsidRPr="00AD04B5">
            <w:rPr>
              <w:color w:val="000000"/>
            </w:rPr>
            <w:t>]</w:t>
          </w:r>
        </w:sdtContent>
      </w:sdt>
      <w:r w:rsidR="007C1AFD" w:rsidRPr="00AB63A7">
        <w:t xml:space="preserve"> </w:t>
      </w:r>
      <w:r w:rsidR="00AB63A7" w:rsidRPr="00AB63A7">
        <w:t xml:space="preserve">for ethical compliance before results are returned. This architecture ensures real-time ethical oversight of LLM-driven agentic actions. The modular design allows seamless integration of the Ethic Engine into existing tool-based LLM systems. </w:t>
      </w:r>
      <w:r w:rsidR="004503AE">
        <w:t>The authors would use this proper system architecture to reflect the importance of right speech to obtain trust and accountability in the many areas of AI experience.</w:t>
      </w:r>
      <w:r w:rsidR="00800204">
        <w:t xml:space="preserve"> In time to come, the successful factors would bring good consequences </w:t>
      </w:r>
      <w:sdt>
        <w:sdtPr>
          <w:rPr>
            <w:color w:val="000000"/>
          </w:rPr>
          <w:tag w:val="MENDELEY_CITATION_v3_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"/>
          <w:id w:val="837266566"/>
          <w:placeholder>
            <w:docPart w:val="C06FD9A74E4344918AA3A5286875C3F2"/>
          </w:placeholder>
        </w:sdtPr>
        <w:sdtContent>
          <w:r w:rsidR="005D614D" w:rsidRPr="00AD04B5">
            <w:rPr>
              <w:color w:val="000000"/>
            </w:rPr>
            <w:t>[</w:t>
          </w:r>
          <w:r w:rsidR="005D614D">
            <w:rPr>
              <w:color w:val="000000"/>
            </w:rPr>
            <w:t>30</w:t>
          </w:r>
          <w:r w:rsidR="005D614D" w:rsidRPr="00AD04B5">
            <w:rPr>
              <w:color w:val="000000"/>
            </w:rPr>
            <w:t>]</w:t>
          </w:r>
        </w:sdtContent>
      </w:sdt>
      <w:r w:rsidR="005D614D" w:rsidRPr="00AB63A7">
        <w:t xml:space="preserve"> </w:t>
      </w:r>
      <w:r w:rsidR="00800204">
        <w:t>instead of the harmful actions broken by high-rise bias.</w:t>
      </w:r>
    </w:p>
    <w:p w14:paraId="519E2436" w14:textId="40F8A135" w:rsidR="00DB16A6" w:rsidRPr="00DB16A6" w:rsidRDefault="00DE39E5" w:rsidP="00DB16A6">
      <w:pPr>
        <w:pStyle w:val="Heading1"/>
        <w:rPr>
          <w:caps w:val="0"/>
          <w:lang w:val="en-GB" w:eastAsia="en-GB"/>
        </w:rPr>
      </w:pPr>
      <w:r w:rsidRPr="00DE39E5">
        <w:t>RESULTS AND DISCUSSION</w:t>
      </w:r>
    </w:p>
    <w:p w14:paraId="19305BEC" w14:textId="57385888" w:rsidR="00546277" w:rsidRDefault="00DB0B97" w:rsidP="00546277">
      <w:pPr>
        <w:pStyle w:val="Paragraph"/>
      </w:pPr>
      <w:r>
        <w:t>Seeing the agentic AI informatics, the authors went to assess the engine performance</w:t>
      </w:r>
      <w:r w:rsidR="00546277" w:rsidRPr="0097701D">
        <w:t xml:space="preserve">. </w:t>
      </w:r>
      <w:r>
        <w:t>This is to tell the quantitative deliberately from the mindful ethics of what the AI</w:t>
      </w:r>
      <w:r w:rsidR="00546277" w:rsidRPr="0097701D">
        <w:t xml:space="preserve"> </w:t>
      </w:r>
      <w:r>
        <w:t>expresses.</w:t>
      </w:r>
      <w:r w:rsidR="00546277" w:rsidRPr="0097701D">
        <w:t xml:space="preserve"> </w:t>
      </w:r>
      <w:r>
        <w:t>The engine would not add salt to the wound.</w:t>
      </w:r>
      <w:r w:rsidR="00546277" w:rsidRPr="0097701D">
        <w:t xml:space="preserve"> </w:t>
      </w:r>
      <w:r>
        <w:t>It prevents wrong speech that may bring terrible consequences. To get good life lessons</w:t>
      </w:r>
      <w:r w:rsidR="005D2FF2">
        <w:t xml:space="preserve"> </w:t>
      </w:r>
      <w:sdt>
        <w:sdtPr>
          <w:rPr>
            <w:color w:val="000000"/>
          </w:rPr>
          <w:tag w:val="MENDELEY_CITATION_v3_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"/>
          <w:id w:val="-1348861296"/>
          <w:placeholder>
            <w:docPart w:val="779C73470C6B468C97E092FE34438E04"/>
          </w:placeholder>
        </w:sdtPr>
        <w:sdtContent>
          <w:r w:rsidR="005D2FF2" w:rsidRPr="00AD04B5">
            <w:rPr>
              <w:color w:val="000000"/>
            </w:rPr>
            <w:t>[</w:t>
          </w:r>
          <w:r w:rsidR="005D2FF2">
            <w:rPr>
              <w:color w:val="000000"/>
            </w:rPr>
            <w:t>31</w:t>
          </w:r>
          <w:r w:rsidR="005D2FF2" w:rsidRPr="00AD04B5">
            <w:rPr>
              <w:color w:val="000000"/>
            </w:rPr>
            <w:t>]</w:t>
          </w:r>
        </w:sdtContent>
      </w:sdt>
      <w:r>
        <w:t>, the authors apply the engine through learning and practicing important</w:t>
      </w:r>
      <w:r w:rsidR="00546277" w:rsidRPr="0097701D">
        <w:t xml:space="preserve"> domains</w:t>
      </w:r>
      <w:r>
        <w:t xml:space="preserve"> to the younger ones </w:t>
      </w:r>
      <w:sdt>
        <w:sdtPr>
          <w:rPr>
            <w:color w:val="000000"/>
          </w:rPr>
          <w:tag w:val="MENDELEY_CITATION_v3_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"/>
          <w:id w:val="-648594883"/>
          <w:placeholder>
            <w:docPart w:val="25561FCAEB0D42E4979ABB7920FF224A"/>
          </w:placeholder>
        </w:sdtPr>
        <w:sdtContent>
          <w:r w:rsidR="00400D22" w:rsidRPr="00AD04B5">
            <w:rPr>
              <w:color w:val="000000"/>
            </w:rPr>
            <w:t>[</w:t>
          </w:r>
          <w:r w:rsidR="00400D22">
            <w:rPr>
              <w:color w:val="000000"/>
            </w:rPr>
            <w:t>32</w:t>
          </w:r>
          <w:r w:rsidR="00400D22" w:rsidRPr="00AD04B5">
            <w:rPr>
              <w:color w:val="000000"/>
            </w:rPr>
            <w:t>]</w:t>
          </w:r>
        </w:sdtContent>
      </w:sdt>
      <w:r w:rsidR="00400D22">
        <w:t xml:space="preserve"> </w:t>
      </w:r>
      <w:r>
        <w:t>for taking time to follow the trials</w:t>
      </w:r>
      <w:r w:rsidR="00546277" w:rsidRPr="0097701D">
        <w:t xml:space="preserve">. </w:t>
      </w:r>
      <w:r>
        <w:t>To become wiser and more compassionate</w:t>
      </w:r>
      <w:r w:rsidR="00546277" w:rsidRPr="0097701D">
        <w:t xml:space="preserve">, </w:t>
      </w:r>
      <w:r>
        <w:t>this multi-layered agentic AI is going</w:t>
      </w:r>
      <w:r w:rsidR="00546277" w:rsidRPr="0097701D">
        <w:t xml:space="preserve"> </w:t>
      </w:r>
      <w:r>
        <w:t>to help with</w:t>
      </w:r>
      <w:r w:rsidR="00546277" w:rsidRPr="0097701D">
        <w:t xml:space="preserve"> </w:t>
      </w:r>
      <w:r w:rsidRPr="0097701D">
        <w:t>a low</w:t>
      </w:r>
      <w:r w:rsidR="00546277" w:rsidRPr="0097701D">
        <w:t xml:space="preserve"> </w:t>
      </w:r>
      <w:r>
        <w:t xml:space="preserve">rate of </w:t>
      </w:r>
      <w:r w:rsidR="00546277" w:rsidRPr="0097701D">
        <w:t xml:space="preserve">false positive </w:t>
      </w:r>
      <w:r>
        <w:t>reflection.</w:t>
      </w:r>
      <w:r w:rsidR="00546277" w:rsidRPr="0097701D">
        <w:t xml:space="preserve"> </w:t>
      </w:r>
      <w:r>
        <w:t>From the beginning, the meaning of the knowledgeable ethical governance is based on the domestic scholars’ settings</w:t>
      </w:r>
      <w:r w:rsidR="00546277" w:rsidRPr="0097701D">
        <w:t xml:space="preserve">. </w:t>
      </w:r>
      <w:r w:rsidR="00291924">
        <w:t xml:space="preserve">Reducing the proud bias in the </w:t>
      </w:r>
      <w:r w:rsidR="00CA4DF3">
        <w:t>complex states would be arrogant literation with no opportunity to earn the despicable look-down upon with high positioned historical hires</w:t>
      </w:r>
      <w:r w:rsidR="00546277" w:rsidRPr="0097701D">
        <w:t xml:space="preserve">. </w:t>
      </w:r>
      <w:r w:rsidR="00CA4DF3">
        <w:t>The authors honestly assess direct trust scores</w:t>
      </w:r>
      <w:r w:rsidR="00546277" w:rsidRPr="0097701D">
        <w:t xml:space="preserve">. </w:t>
      </w:r>
      <w:r w:rsidR="00CA4DF3">
        <w:t>The</w:t>
      </w:r>
      <w:r w:rsidR="00546277" w:rsidRPr="0097701D">
        <w:t xml:space="preserve"> deeper layers </w:t>
      </w:r>
      <w:r w:rsidR="00CA4DF3">
        <w:t>continue to heed</w:t>
      </w:r>
      <w:r w:rsidR="00546277" w:rsidRPr="0097701D">
        <w:t xml:space="preserve"> </w:t>
      </w:r>
      <w:r w:rsidR="00CA4DF3">
        <w:t xml:space="preserve">the </w:t>
      </w:r>
      <w:r w:rsidR="00546277" w:rsidRPr="0097701D">
        <w:t xml:space="preserve">deep learning </w:t>
      </w:r>
      <w:r w:rsidR="00CA4DF3">
        <w:t>modules</w:t>
      </w:r>
      <w:r w:rsidR="00546277" w:rsidRPr="0097701D">
        <w:t xml:space="preserve"> </w:t>
      </w:r>
      <w:r w:rsidR="0047165D">
        <w:t xml:space="preserve">in LLM (large language models) </w:t>
      </w:r>
      <w:r w:rsidR="00CA4DF3">
        <w:t xml:space="preserve">having honest happenings to have the very lucky opportunities </w:t>
      </w:r>
      <w:r w:rsidR="0047165D">
        <w:t>prevailing over</w:t>
      </w:r>
      <w:r w:rsidR="00CA4DF3">
        <w:t xml:space="preserve"> the different ethical risks</w:t>
      </w:r>
      <w:r w:rsidR="00546277" w:rsidRPr="0097701D">
        <w:t xml:space="preserve">. </w:t>
      </w:r>
      <w:r w:rsidR="00CA4DF3">
        <w:t xml:space="preserve">The wise cause of actions </w:t>
      </w:r>
      <w:r w:rsidR="00893AF1">
        <w:t>is</w:t>
      </w:r>
      <w:r w:rsidR="00CA4DF3">
        <w:t xml:space="preserve"> to remain encouraging these hidden layers before meeting the heavy settings</w:t>
      </w:r>
      <w:r w:rsidR="00893AF1">
        <w:t xml:space="preserve"> where only a few underdeveloped static rules can solve</w:t>
      </w:r>
      <w:r w:rsidR="00546277" w:rsidRPr="0097701D">
        <w:t xml:space="preserve">. </w:t>
      </w:r>
      <w:r w:rsidR="00893AF1">
        <w:t xml:space="preserve">The authors go on kind </w:t>
      </w:r>
      <w:r w:rsidR="00893AF1" w:rsidRPr="0097701D">
        <w:t>random</w:t>
      </w:r>
      <w:r w:rsidR="00546277" w:rsidRPr="0097701D">
        <w:t xml:space="preserve"> </w:t>
      </w:r>
      <w:r w:rsidR="00893AF1">
        <w:t>practices</w:t>
      </w:r>
      <w:r w:rsidR="00546277" w:rsidRPr="0097701D">
        <w:t xml:space="preserve"> </w:t>
      </w:r>
      <w:r w:rsidR="00893AF1">
        <w:t>with simple cases realization. The job is to transport</w:t>
      </w:r>
      <w:r w:rsidR="00546277" w:rsidRPr="0097701D">
        <w:t xml:space="preserve"> cross-validation </w:t>
      </w:r>
      <w:r w:rsidR="00893AF1">
        <w:t>work. After t</w:t>
      </w:r>
      <w:r w:rsidR="00546277" w:rsidRPr="0097701D">
        <w:t xml:space="preserve">he </w:t>
      </w:r>
      <w:r w:rsidR="00893AF1">
        <w:t xml:space="preserve">hours of </w:t>
      </w:r>
      <w:r w:rsidR="00546277" w:rsidRPr="0097701D">
        <w:t xml:space="preserve">machine learning </w:t>
      </w:r>
      <w:r w:rsidR="00893AF1">
        <w:t>hard work, the ironical peace of mind for the superior trained model would serve the important life lesson to the use case</w:t>
      </w:r>
      <w:r w:rsidR="00546277" w:rsidRPr="0097701D">
        <w:t xml:space="preserve">. </w:t>
      </w:r>
      <w:r w:rsidR="00893AF1">
        <w:t>The bright</w:t>
      </w:r>
      <w:r w:rsidR="00546277" w:rsidRPr="0097701D">
        <w:t xml:space="preserve"> ethical </w:t>
      </w:r>
      <w:r w:rsidR="00893AF1">
        <w:t>shine could be blocked with the terrible darkness storm. It would be dangerous for the rocking and shaking dilemmas. In this situation, the important</w:t>
      </w:r>
      <w:r w:rsidR="00546277" w:rsidRPr="0097701D">
        <w:t xml:space="preserve"> IEEE Ethical Aligned Design </w:t>
      </w:r>
      <w:r w:rsidR="00893AF1">
        <w:t>can be used for creative thinking, which can contribute towards</w:t>
      </w:r>
      <w:r w:rsidR="00546277" w:rsidRPr="0097701D">
        <w:t xml:space="preserve"> AI Act</w:t>
      </w:r>
      <w:r w:rsidR="00893AF1">
        <w:t>.</w:t>
      </w:r>
    </w:p>
    <w:p w14:paraId="32C58DA6" w14:textId="7DB5A1DE" w:rsidR="005A2D65" w:rsidRPr="0097701D" w:rsidRDefault="005A2D65" w:rsidP="005A2D65">
      <w:pPr>
        <w:pStyle w:val="Paragraph"/>
      </w:pPr>
      <w:r w:rsidRPr="0097701D">
        <w:t xml:space="preserve">Figure </w:t>
      </w:r>
      <w:r>
        <w:t>2</w:t>
      </w:r>
      <w:r w:rsidR="0047165D">
        <w:t xml:space="preserve"> familiarizes the pseudocode, which is on the merged agentic kind-hearted inputs to reach the shore for making its way back for actions approval</w:t>
      </w:r>
      <w:r w:rsidRPr="0097701D">
        <w:t xml:space="preserve">. </w:t>
      </w:r>
      <w:r w:rsidR="00BD3872">
        <w:t>Not just with materials wealth</w:t>
      </w:r>
      <w:r w:rsidR="0047165D">
        <w:t>, t</w:t>
      </w:r>
      <w:r w:rsidRPr="0097701D">
        <w:t xml:space="preserve">he design </w:t>
      </w:r>
      <w:r w:rsidR="0047165D">
        <w:t>reflects the most important life lessons learned. The law of nature is the most important in the conjunctions at the flow of queries</w:t>
      </w:r>
      <w:r w:rsidRPr="0097701D">
        <w:t xml:space="preserve">. </w:t>
      </w:r>
      <w:r w:rsidR="0047165D">
        <w:t>The practice of humanities makes sure not to look down on unfortunate incidents in the uncertainties of life.</w:t>
      </w:r>
    </w:p>
    <w:p w14:paraId="2A0C97FB" w14:textId="77777777" w:rsidR="00C86569" w:rsidRDefault="00C86569" w:rsidP="00C86569">
      <w:pPr>
        <w:pStyle w:val="Paragraph"/>
      </w:pPr>
      <w:r>
        <w:t>The importance of the greatest libraries such as</w:t>
      </w:r>
      <w:r w:rsidRPr="0097701D">
        <w:t xml:space="preserve"> </w:t>
      </w:r>
      <w:proofErr w:type="spellStart"/>
      <w:r>
        <w:t>MindSpore</w:t>
      </w:r>
      <w:proofErr w:type="spellEnd"/>
      <w:r>
        <w:t xml:space="preserve">, </w:t>
      </w:r>
      <w:r w:rsidRPr="0097701D">
        <w:t>OpenAI API</w:t>
      </w:r>
      <w:r>
        <w:t>,</w:t>
      </w:r>
      <w:r w:rsidRPr="0097701D">
        <w:t xml:space="preserve"> </w:t>
      </w:r>
      <w:proofErr w:type="spellStart"/>
      <w:r w:rsidRPr="0097701D">
        <w:t>PyTorch</w:t>
      </w:r>
      <w:proofErr w:type="spellEnd"/>
      <w:r w:rsidRPr="0097701D">
        <w:t xml:space="preserve">, </w:t>
      </w:r>
      <w:r w:rsidRPr="007D73A2">
        <w:t>Caffe</w:t>
      </w:r>
      <w:r w:rsidRPr="0097701D">
        <w:t xml:space="preserve">, and Stable-Baselines3 </w:t>
      </w:r>
      <w:r>
        <w:t>ever made should have the good qualities in bring good examples of deep learning</w:t>
      </w:r>
      <w:r w:rsidRPr="0097701D">
        <w:t xml:space="preserve">. </w:t>
      </w:r>
      <w:r>
        <w:t>In this fortunate situation,</w:t>
      </w:r>
      <w:r w:rsidRPr="0097701D">
        <w:t xml:space="preserve"> </w:t>
      </w:r>
      <w:r>
        <w:t xml:space="preserve">the authors put the </w:t>
      </w:r>
      <w:r w:rsidRPr="0097701D">
        <w:t xml:space="preserve">Ethic Engine </w:t>
      </w:r>
      <w:r>
        <w:t xml:space="preserve">intelligence to have the knowledge </w:t>
      </w:r>
      <w:r w:rsidRPr="0097701D">
        <w:t xml:space="preserve">in Table 2. </w:t>
      </w:r>
      <w:r>
        <w:t>The cases of use may not last forever. However, they are important for one to reflect on, which one can apply in the AI agents to bring happiness and peace.</w:t>
      </w:r>
    </w:p>
    <w:p w14:paraId="6F4321A2" w14:textId="77777777" w:rsidR="00546277" w:rsidRDefault="00546277" w:rsidP="00546277">
      <w:pPr>
        <w:pStyle w:val="Paragraph"/>
      </w:pPr>
    </w:p>
    <w:p w14:paraId="7D6E26D4" w14:textId="77777777" w:rsidR="00546277" w:rsidRDefault="00546277" w:rsidP="00546277">
      <w:pPr>
        <w:pStyle w:val="Paragraph"/>
        <w:jc w:val="center"/>
        <w:rPr>
          <w:sz w:val="18"/>
          <w:szCs w:val="18"/>
        </w:rPr>
      </w:pPr>
      <w:r>
        <w:rPr>
          <w:noProof/>
          <w:sz w:val="18"/>
          <w:szCs w:val="18"/>
        </w:rPr>
        <w:lastRenderedPageBreak/>
        <w:drawing>
          <wp:inline distT="0" distB="0" distL="0" distR="0" wp14:anchorId="46D5E074" wp14:editId="16109A8F">
            <wp:extent cx="3700821" cy="1711234"/>
            <wp:effectExtent l="0" t="0" r="0" b="3810"/>
            <wp:docPr id="1430227850" name="Picture 3" descr="A computer code with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0227850" name="Picture 3" descr="A computer code with text&#10;&#10;Description automatically generated with medium confidence"/>
                    <pic:cNvPicPr/>
                  </pic:nvPicPr>
                  <pic:blipFill>
                    <a:blip r:embed="rId10">
                      <a:extLst>
                        <a:ext uri="{28A0092B-C50C-407E-A947-70E740481C1C}">
                          <a14:useLocalDpi xmlns:a14="http://schemas.microsoft.com/office/drawing/2010/main" val="0"/>
                        </a:ext>
                      </a:extLst>
                    </a:blip>
                    <a:stretch>
                      <a:fillRect/>
                    </a:stretch>
                  </pic:blipFill>
                  <pic:spPr>
                    <a:xfrm>
                      <a:off x="0" y="0"/>
                      <a:ext cx="3762132" cy="1739584"/>
                    </a:xfrm>
                    <a:prstGeom prst="rect">
                      <a:avLst/>
                    </a:prstGeom>
                  </pic:spPr>
                </pic:pic>
              </a:graphicData>
            </a:graphic>
          </wp:inline>
        </w:drawing>
      </w:r>
    </w:p>
    <w:p w14:paraId="19F8EE78" w14:textId="7857070A" w:rsidR="00546277" w:rsidRPr="007F3C2C" w:rsidRDefault="00546277" w:rsidP="005A2D65">
      <w:pPr>
        <w:pStyle w:val="Paragraph"/>
        <w:jc w:val="center"/>
        <w:rPr>
          <w:sz w:val="18"/>
          <w:szCs w:val="18"/>
        </w:rPr>
      </w:pPr>
      <w:r w:rsidRPr="007F3C2C">
        <w:rPr>
          <w:b/>
          <w:caps/>
          <w:sz w:val="18"/>
          <w:szCs w:val="18"/>
        </w:rPr>
        <w:t>Figure 2.</w:t>
      </w:r>
      <w:r w:rsidRPr="007F3C2C">
        <w:rPr>
          <w:sz w:val="18"/>
          <w:szCs w:val="18"/>
        </w:rPr>
        <w:t xml:space="preserve"> Pseudocode of Ethic Engine</w:t>
      </w:r>
    </w:p>
    <w:p w14:paraId="0C6E5E0C" w14:textId="77777777" w:rsidR="00EF34E8" w:rsidRDefault="00EF34E8" w:rsidP="005A2D65">
      <w:pPr>
        <w:pStyle w:val="Paragraph"/>
        <w:jc w:val="center"/>
      </w:pPr>
    </w:p>
    <w:p w14:paraId="34E85533" w14:textId="7D4F947D" w:rsidR="00A00241" w:rsidRPr="007F3C2C" w:rsidRDefault="007D73A2" w:rsidP="007F3C2C">
      <w:pPr>
        <w:pStyle w:val="FigureCaption"/>
        <w:rPr>
          <w:sz w:val="20"/>
        </w:rPr>
      </w:pPr>
      <w:r w:rsidRPr="00EF34E8">
        <w:rPr>
          <w:b/>
          <w:caps/>
          <w:sz w:val="20"/>
        </w:rPr>
        <w:t>Table 2.</w:t>
      </w:r>
      <w:r w:rsidRPr="00EF34E8">
        <w:rPr>
          <w:sz w:val="20"/>
        </w:rPr>
        <w:t xml:space="preserve"> Ethic </w:t>
      </w:r>
      <w:r w:rsidR="00C86569">
        <w:rPr>
          <w:sz w:val="20"/>
        </w:rPr>
        <w:t>i</w:t>
      </w:r>
      <w:r w:rsidRPr="00EF34E8">
        <w:rPr>
          <w:sz w:val="20"/>
        </w:rPr>
        <w:t xml:space="preserve">ssue </w:t>
      </w:r>
      <w:r w:rsidR="00C86569">
        <w:rPr>
          <w:sz w:val="20"/>
        </w:rPr>
        <w:t>u</w:t>
      </w:r>
      <w:r w:rsidRPr="00EF34E8">
        <w:rPr>
          <w:sz w:val="20"/>
        </w:rPr>
        <w:t xml:space="preserve">se </w:t>
      </w:r>
      <w:r w:rsidR="00C86569">
        <w:rPr>
          <w:sz w:val="20"/>
        </w:rPr>
        <w:t>c</w:t>
      </w:r>
      <w:r w:rsidRPr="00EF34E8">
        <w:rPr>
          <w:sz w:val="20"/>
        </w:rPr>
        <w:t>ase</w:t>
      </w:r>
      <w:r w:rsidR="00EF34E8">
        <w:rPr>
          <w:sz w:val="20"/>
        </w:rPr>
        <w:t xml:space="preserve"> for AI </w:t>
      </w:r>
      <w:r w:rsidR="00C86569">
        <w:rPr>
          <w:sz w:val="20"/>
        </w:rPr>
        <w:t>a</w:t>
      </w:r>
      <w:r w:rsidR="00EF34E8">
        <w:rPr>
          <w:sz w:val="20"/>
        </w:rPr>
        <w:t>gents</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3260"/>
        <w:gridCol w:w="4110"/>
      </w:tblGrid>
      <w:tr w:rsidR="00A00241" w14:paraId="1B77D6FB" w14:textId="77777777" w:rsidTr="00C86569">
        <w:tc>
          <w:tcPr>
            <w:tcW w:w="1980" w:type="dxa"/>
            <w:tcBorders>
              <w:top w:val="single" w:sz="4" w:space="0" w:color="auto"/>
              <w:bottom w:val="single" w:sz="4" w:space="0" w:color="auto"/>
            </w:tcBorders>
          </w:tcPr>
          <w:p w14:paraId="50195301" w14:textId="77777777" w:rsidR="00A00241" w:rsidRPr="0097701D" w:rsidRDefault="00A00241" w:rsidP="0097701D">
            <w:pPr>
              <w:pStyle w:val="Paragraph"/>
              <w:ind w:firstLine="0"/>
              <w:jc w:val="center"/>
              <w:rPr>
                <w:b/>
                <w:bCs/>
                <w:lang w:val="en-GB" w:eastAsia="en-GB"/>
              </w:rPr>
            </w:pPr>
            <w:r w:rsidRPr="0097701D">
              <w:rPr>
                <w:b/>
                <w:bCs/>
                <w:lang w:val="en-GB" w:eastAsia="en-GB"/>
              </w:rPr>
              <w:t>Use Case</w:t>
            </w:r>
          </w:p>
        </w:tc>
        <w:tc>
          <w:tcPr>
            <w:tcW w:w="3260" w:type="dxa"/>
            <w:tcBorders>
              <w:top w:val="single" w:sz="4" w:space="0" w:color="auto"/>
              <w:bottom w:val="single" w:sz="4" w:space="0" w:color="auto"/>
            </w:tcBorders>
          </w:tcPr>
          <w:p w14:paraId="76922028" w14:textId="77777777" w:rsidR="00A00241" w:rsidRPr="0097701D" w:rsidRDefault="00A00241" w:rsidP="0097701D">
            <w:pPr>
              <w:pStyle w:val="Paragraph"/>
              <w:ind w:firstLine="0"/>
              <w:jc w:val="center"/>
              <w:rPr>
                <w:b/>
                <w:bCs/>
                <w:lang w:val="en-GB" w:eastAsia="en-GB"/>
              </w:rPr>
            </w:pPr>
            <w:r w:rsidRPr="0097701D">
              <w:rPr>
                <w:b/>
                <w:bCs/>
                <w:lang w:val="en-GB" w:eastAsia="en-GB"/>
              </w:rPr>
              <w:t>Description</w:t>
            </w:r>
          </w:p>
        </w:tc>
        <w:tc>
          <w:tcPr>
            <w:tcW w:w="4110" w:type="dxa"/>
            <w:tcBorders>
              <w:top w:val="single" w:sz="4" w:space="0" w:color="auto"/>
              <w:bottom w:val="single" w:sz="4" w:space="0" w:color="auto"/>
            </w:tcBorders>
          </w:tcPr>
          <w:p w14:paraId="5EE893B8" w14:textId="77777777" w:rsidR="00A00241" w:rsidRPr="0097701D" w:rsidRDefault="00A00241" w:rsidP="0097701D">
            <w:pPr>
              <w:pStyle w:val="Paragraph"/>
              <w:ind w:firstLine="0"/>
              <w:jc w:val="center"/>
              <w:rPr>
                <w:b/>
                <w:bCs/>
                <w:lang w:val="en-GB" w:eastAsia="en-GB"/>
              </w:rPr>
            </w:pPr>
            <w:r w:rsidRPr="0097701D">
              <w:rPr>
                <w:b/>
                <w:bCs/>
                <w:lang w:val="en-GB" w:eastAsia="en-GB"/>
              </w:rPr>
              <w:t>Key Ethical Challenge Addressed</w:t>
            </w:r>
          </w:p>
        </w:tc>
      </w:tr>
      <w:tr w:rsidR="00A00241" w14:paraId="1C588DCF" w14:textId="77777777" w:rsidTr="00C86569">
        <w:tc>
          <w:tcPr>
            <w:tcW w:w="1980" w:type="dxa"/>
            <w:tcBorders>
              <w:top w:val="single" w:sz="4" w:space="0" w:color="auto"/>
            </w:tcBorders>
          </w:tcPr>
          <w:p w14:paraId="5F7F2C8E" w14:textId="77777777" w:rsidR="00A00241" w:rsidRDefault="00A00241" w:rsidP="000E6D3B">
            <w:pPr>
              <w:pStyle w:val="Paragraph"/>
              <w:ind w:firstLine="0"/>
              <w:jc w:val="left"/>
              <w:rPr>
                <w:sz w:val="18"/>
                <w:szCs w:val="18"/>
                <w:lang w:val="en-GB" w:eastAsia="en-GB"/>
              </w:rPr>
            </w:pPr>
            <w:r w:rsidRPr="00D137C1">
              <w:rPr>
                <w:sz w:val="18"/>
                <w:szCs w:val="18"/>
                <w:lang w:val="en-GB" w:eastAsia="en-GB"/>
              </w:rPr>
              <w:t>HR Autonomous Agents</w:t>
            </w:r>
          </w:p>
        </w:tc>
        <w:tc>
          <w:tcPr>
            <w:tcW w:w="3260" w:type="dxa"/>
            <w:tcBorders>
              <w:top w:val="single" w:sz="4" w:space="0" w:color="auto"/>
            </w:tcBorders>
          </w:tcPr>
          <w:p w14:paraId="2CDD2778" w14:textId="72F7723D" w:rsidR="00A00241" w:rsidRDefault="009E0FF1" w:rsidP="000E6D3B">
            <w:pPr>
              <w:pStyle w:val="Paragraph"/>
              <w:ind w:firstLine="0"/>
              <w:jc w:val="left"/>
              <w:rPr>
                <w:sz w:val="18"/>
                <w:szCs w:val="18"/>
                <w:lang w:val="en-GB" w:eastAsia="en-GB"/>
              </w:rPr>
            </w:pPr>
            <w:r w:rsidRPr="009E0FF1">
              <w:rPr>
                <w:sz w:val="18"/>
                <w:szCs w:val="18"/>
                <w:lang w:val="en-GB" w:eastAsia="en-GB"/>
              </w:rPr>
              <w:t>AI for resume screening, shortlisting, and assessments automates hiring.</w:t>
            </w:r>
          </w:p>
        </w:tc>
        <w:tc>
          <w:tcPr>
            <w:tcW w:w="4110" w:type="dxa"/>
            <w:tcBorders>
              <w:top w:val="single" w:sz="4" w:space="0" w:color="auto"/>
            </w:tcBorders>
          </w:tcPr>
          <w:p w14:paraId="3B3FDEF1" w14:textId="5D01EFEA" w:rsidR="00A00241" w:rsidRDefault="009E0FF1" w:rsidP="000E6D3B">
            <w:pPr>
              <w:pStyle w:val="Paragraph"/>
              <w:ind w:firstLine="0"/>
              <w:jc w:val="left"/>
              <w:rPr>
                <w:sz w:val="18"/>
                <w:szCs w:val="18"/>
                <w:lang w:val="en-GB" w:eastAsia="en-GB"/>
              </w:rPr>
            </w:pPr>
            <w:r w:rsidRPr="009E0FF1">
              <w:rPr>
                <w:sz w:val="18"/>
                <w:szCs w:val="18"/>
                <w:lang w:val="en-GB" w:eastAsia="en-GB"/>
              </w:rPr>
              <w:t>Eliminating bias based on race, gender, age, or background in historical hiring data.</w:t>
            </w:r>
          </w:p>
        </w:tc>
      </w:tr>
      <w:tr w:rsidR="00A00241" w14:paraId="47D10C96" w14:textId="77777777" w:rsidTr="007F3C2C">
        <w:tc>
          <w:tcPr>
            <w:tcW w:w="1980" w:type="dxa"/>
          </w:tcPr>
          <w:p w14:paraId="0C44F1E7" w14:textId="77777777" w:rsidR="00A00241" w:rsidRDefault="00A00241" w:rsidP="000E6D3B">
            <w:pPr>
              <w:pStyle w:val="Paragraph"/>
              <w:ind w:firstLine="0"/>
              <w:jc w:val="left"/>
              <w:rPr>
                <w:sz w:val="18"/>
                <w:szCs w:val="18"/>
                <w:lang w:val="en-GB" w:eastAsia="en-GB"/>
              </w:rPr>
            </w:pPr>
            <w:r w:rsidRPr="00D137C1">
              <w:rPr>
                <w:sz w:val="18"/>
                <w:szCs w:val="18"/>
                <w:lang w:val="en-GB" w:eastAsia="en-GB"/>
              </w:rPr>
              <w:t>Autonomous Cybersecurity Systems</w:t>
            </w:r>
          </w:p>
        </w:tc>
        <w:tc>
          <w:tcPr>
            <w:tcW w:w="3260" w:type="dxa"/>
          </w:tcPr>
          <w:p w14:paraId="4C00EB22" w14:textId="77777777" w:rsidR="00A00241" w:rsidRDefault="00A00241" w:rsidP="000E6D3B">
            <w:pPr>
              <w:pStyle w:val="Paragraph"/>
              <w:ind w:firstLine="0"/>
              <w:jc w:val="left"/>
              <w:rPr>
                <w:sz w:val="18"/>
                <w:szCs w:val="18"/>
                <w:lang w:val="en-GB" w:eastAsia="en-GB"/>
              </w:rPr>
            </w:pPr>
            <w:r w:rsidRPr="00F75CC4">
              <w:rPr>
                <w:sz w:val="18"/>
                <w:szCs w:val="18"/>
                <w:lang w:val="en-GB" w:eastAsia="en-GB"/>
              </w:rPr>
              <w:t>AI agents that autonomously detect and respond to cyber threats.</w:t>
            </w:r>
          </w:p>
        </w:tc>
        <w:tc>
          <w:tcPr>
            <w:tcW w:w="4110" w:type="dxa"/>
          </w:tcPr>
          <w:p w14:paraId="5A494460" w14:textId="4D9DA17A" w:rsidR="00A00241" w:rsidRDefault="009E0FF1" w:rsidP="000E6D3B">
            <w:pPr>
              <w:pStyle w:val="Paragraph"/>
              <w:ind w:firstLine="0"/>
              <w:jc w:val="left"/>
              <w:rPr>
                <w:sz w:val="18"/>
                <w:szCs w:val="18"/>
                <w:lang w:val="en-GB" w:eastAsia="en-GB"/>
              </w:rPr>
            </w:pPr>
            <w:r w:rsidRPr="009E0FF1">
              <w:rPr>
                <w:sz w:val="18"/>
                <w:szCs w:val="18"/>
                <w:lang w:val="en-GB" w:eastAsia="en-GB"/>
              </w:rPr>
              <w:t>Preventing unethical access, shutdowns, or retaliatory attacks.</w:t>
            </w:r>
          </w:p>
        </w:tc>
      </w:tr>
      <w:tr w:rsidR="00A00241" w14:paraId="0EDB6A5F" w14:textId="77777777" w:rsidTr="007F3C2C">
        <w:tc>
          <w:tcPr>
            <w:tcW w:w="1980" w:type="dxa"/>
          </w:tcPr>
          <w:p w14:paraId="39DCBE0B" w14:textId="77777777" w:rsidR="00A00241" w:rsidRDefault="00A00241" w:rsidP="000E6D3B">
            <w:pPr>
              <w:pStyle w:val="Paragraph"/>
              <w:ind w:firstLine="0"/>
              <w:jc w:val="left"/>
              <w:rPr>
                <w:sz w:val="18"/>
                <w:szCs w:val="18"/>
                <w:lang w:val="en-GB" w:eastAsia="en-GB"/>
              </w:rPr>
            </w:pPr>
            <w:r w:rsidRPr="00D137C1">
              <w:rPr>
                <w:sz w:val="18"/>
                <w:szCs w:val="18"/>
                <w:lang w:val="en-GB" w:eastAsia="en-GB"/>
              </w:rPr>
              <w:t>AI in Autonomous Content Creation</w:t>
            </w:r>
          </w:p>
        </w:tc>
        <w:tc>
          <w:tcPr>
            <w:tcW w:w="3260" w:type="dxa"/>
          </w:tcPr>
          <w:p w14:paraId="647386E2" w14:textId="3319EA0C" w:rsidR="00A00241" w:rsidRDefault="009E0FF1" w:rsidP="000E6D3B">
            <w:pPr>
              <w:pStyle w:val="Paragraph"/>
              <w:ind w:firstLine="0"/>
              <w:jc w:val="left"/>
              <w:rPr>
                <w:sz w:val="18"/>
                <w:szCs w:val="18"/>
                <w:lang w:val="en-GB" w:eastAsia="en-GB"/>
              </w:rPr>
            </w:pPr>
            <w:r w:rsidRPr="009E0FF1">
              <w:rPr>
                <w:sz w:val="18"/>
                <w:szCs w:val="18"/>
                <w:lang w:val="en-GB" w:eastAsia="en-GB"/>
              </w:rPr>
              <w:t>Generative AI creating content for marketing, documentation, and more.</w:t>
            </w:r>
          </w:p>
        </w:tc>
        <w:tc>
          <w:tcPr>
            <w:tcW w:w="4110" w:type="dxa"/>
          </w:tcPr>
          <w:p w14:paraId="3F0A729B" w14:textId="33DC2B38" w:rsidR="00A00241" w:rsidRDefault="009E0FF1" w:rsidP="000E6D3B">
            <w:pPr>
              <w:pStyle w:val="Paragraph"/>
              <w:ind w:firstLine="0"/>
              <w:jc w:val="left"/>
              <w:rPr>
                <w:sz w:val="18"/>
                <w:szCs w:val="18"/>
                <w:lang w:val="en-GB" w:eastAsia="en-GB"/>
              </w:rPr>
            </w:pPr>
            <w:r w:rsidRPr="009E0FF1">
              <w:rPr>
                <w:sz w:val="18"/>
                <w:szCs w:val="18"/>
                <w:lang w:val="en-GB" w:eastAsia="en-GB"/>
              </w:rPr>
              <w:t>Avoiding misinformation, bias, and harmful stereotypes that harm reputation.</w:t>
            </w:r>
          </w:p>
        </w:tc>
      </w:tr>
      <w:tr w:rsidR="00A00241" w14:paraId="23297C4F" w14:textId="77777777" w:rsidTr="007F3C2C">
        <w:tc>
          <w:tcPr>
            <w:tcW w:w="1980" w:type="dxa"/>
          </w:tcPr>
          <w:p w14:paraId="128C6B9F" w14:textId="77777777" w:rsidR="00A00241" w:rsidRDefault="00A00241" w:rsidP="000E6D3B">
            <w:pPr>
              <w:pStyle w:val="Paragraph"/>
              <w:ind w:firstLine="0"/>
              <w:jc w:val="left"/>
              <w:rPr>
                <w:sz w:val="18"/>
                <w:szCs w:val="18"/>
                <w:lang w:val="en-GB" w:eastAsia="en-GB"/>
              </w:rPr>
            </w:pPr>
            <w:r w:rsidRPr="00D137C1">
              <w:rPr>
                <w:sz w:val="18"/>
                <w:szCs w:val="18"/>
                <w:lang w:val="en-GB" w:eastAsia="en-GB"/>
              </w:rPr>
              <w:t>DevOps Autonomous Agents</w:t>
            </w:r>
          </w:p>
        </w:tc>
        <w:tc>
          <w:tcPr>
            <w:tcW w:w="3260" w:type="dxa"/>
          </w:tcPr>
          <w:p w14:paraId="30097393" w14:textId="4913C980" w:rsidR="00A00241" w:rsidRDefault="009E0FF1" w:rsidP="000E6D3B">
            <w:pPr>
              <w:pStyle w:val="Paragraph"/>
              <w:ind w:firstLine="0"/>
              <w:jc w:val="left"/>
              <w:rPr>
                <w:sz w:val="18"/>
                <w:szCs w:val="18"/>
                <w:lang w:val="en-GB" w:eastAsia="en-GB"/>
              </w:rPr>
            </w:pPr>
            <w:r w:rsidRPr="009E0FF1">
              <w:rPr>
                <w:sz w:val="18"/>
                <w:szCs w:val="18"/>
                <w:lang w:val="en-GB" w:eastAsia="en-GB"/>
              </w:rPr>
              <w:t>AI managing CI/CD pipelines, automation, and system optimizations.</w:t>
            </w:r>
          </w:p>
        </w:tc>
        <w:tc>
          <w:tcPr>
            <w:tcW w:w="4110" w:type="dxa"/>
          </w:tcPr>
          <w:p w14:paraId="75A3ACCF" w14:textId="4523A07F" w:rsidR="00A00241" w:rsidRDefault="00B93D43" w:rsidP="000E6D3B">
            <w:pPr>
              <w:pStyle w:val="Paragraph"/>
              <w:ind w:firstLine="0"/>
              <w:jc w:val="left"/>
              <w:rPr>
                <w:sz w:val="18"/>
                <w:szCs w:val="18"/>
                <w:lang w:val="en-GB" w:eastAsia="en-GB"/>
              </w:rPr>
            </w:pPr>
            <w:r w:rsidRPr="00B93D43">
              <w:rPr>
                <w:sz w:val="18"/>
                <w:szCs w:val="18"/>
                <w:lang w:val="en-GB" w:eastAsia="en-GB"/>
              </w:rPr>
              <w:t>Ensuring deployments avoid biases, risks, and unfair resource allocation.</w:t>
            </w:r>
          </w:p>
        </w:tc>
      </w:tr>
      <w:tr w:rsidR="00B93D43" w14:paraId="513A7FE6" w14:textId="77777777" w:rsidTr="007F3C2C">
        <w:tc>
          <w:tcPr>
            <w:tcW w:w="1980" w:type="dxa"/>
          </w:tcPr>
          <w:p w14:paraId="0992A6F6" w14:textId="77777777" w:rsidR="00B93D43" w:rsidRDefault="00B93D43" w:rsidP="00B93D43">
            <w:pPr>
              <w:pStyle w:val="Paragraph"/>
              <w:ind w:firstLine="0"/>
              <w:jc w:val="left"/>
              <w:rPr>
                <w:sz w:val="18"/>
                <w:szCs w:val="18"/>
                <w:lang w:val="en-GB" w:eastAsia="en-GB"/>
              </w:rPr>
            </w:pPr>
            <w:r>
              <w:rPr>
                <w:sz w:val="18"/>
                <w:szCs w:val="18"/>
                <w:lang w:val="en-GB" w:eastAsia="en-GB"/>
              </w:rPr>
              <w:t>A</w:t>
            </w:r>
            <w:r w:rsidRPr="00D137C1">
              <w:rPr>
                <w:sz w:val="18"/>
                <w:szCs w:val="18"/>
                <w:lang w:val="en-GB" w:eastAsia="en-GB"/>
              </w:rPr>
              <w:t>utonomous Finance Agents</w:t>
            </w:r>
          </w:p>
        </w:tc>
        <w:tc>
          <w:tcPr>
            <w:tcW w:w="3260" w:type="dxa"/>
          </w:tcPr>
          <w:p w14:paraId="5A1BF10D" w14:textId="06DB6794" w:rsidR="00B93D43" w:rsidRDefault="00B93D43" w:rsidP="00B93D43">
            <w:pPr>
              <w:pStyle w:val="Paragraph"/>
              <w:ind w:firstLine="0"/>
              <w:jc w:val="left"/>
              <w:rPr>
                <w:sz w:val="18"/>
                <w:szCs w:val="18"/>
                <w:lang w:val="en-GB" w:eastAsia="en-GB"/>
              </w:rPr>
            </w:pPr>
            <w:r w:rsidRPr="00B93D43">
              <w:rPr>
                <w:sz w:val="18"/>
                <w:szCs w:val="18"/>
                <w:lang w:val="en-GB" w:eastAsia="en-GB"/>
              </w:rPr>
              <w:t>AI managing expenses, forecasting, budgeting, and financial decisions.</w:t>
            </w:r>
          </w:p>
        </w:tc>
        <w:tc>
          <w:tcPr>
            <w:tcW w:w="4110" w:type="dxa"/>
          </w:tcPr>
          <w:p w14:paraId="7CFB56B6" w14:textId="39D05B91" w:rsidR="00B93D43" w:rsidRDefault="00B93D43" w:rsidP="00B93D43">
            <w:pPr>
              <w:pStyle w:val="Paragraph"/>
              <w:ind w:firstLine="0"/>
              <w:jc w:val="left"/>
              <w:rPr>
                <w:sz w:val="18"/>
                <w:szCs w:val="18"/>
                <w:lang w:val="en-GB" w:eastAsia="en-GB"/>
              </w:rPr>
            </w:pPr>
            <w:r w:rsidRPr="00B93D43">
              <w:rPr>
                <w:sz w:val="18"/>
                <w:szCs w:val="18"/>
                <w:lang w:val="en-GB" w:eastAsia="en-GB"/>
              </w:rPr>
              <w:t>Preventing biased financial advice, like unfair cost cuts or short-term gain focus.</w:t>
            </w:r>
          </w:p>
        </w:tc>
      </w:tr>
    </w:tbl>
    <w:p w14:paraId="3E033D14" w14:textId="77777777" w:rsidR="00A00241" w:rsidRDefault="00A00241" w:rsidP="00314D47">
      <w:pPr>
        <w:pStyle w:val="Paragraph"/>
        <w:rPr>
          <w:sz w:val="18"/>
          <w:szCs w:val="18"/>
        </w:rPr>
      </w:pPr>
    </w:p>
    <w:p w14:paraId="50647A38" w14:textId="26C8DF24" w:rsidR="005114DE" w:rsidRPr="0097701D" w:rsidRDefault="00D057AA" w:rsidP="00D057AA">
      <w:pPr>
        <w:pStyle w:val="Paragraph"/>
      </w:pPr>
      <w:r>
        <w:t>Developing the agentic AI to help people with kindness is important</w:t>
      </w:r>
      <w:r w:rsidR="00314D47" w:rsidRPr="0097701D">
        <w:t xml:space="preserve">. </w:t>
      </w:r>
      <w:r w:rsidR="00EF4359" w:rsidRPr="0097701D">
        <w:t xml:space="preserve">Table 3 </w:t>
      </w:r>
      <w:r>
        <w:t>depicts</w:t>
      </w:r>
      <w:r w:rsidR="00EF4359" w:rsidRPr="0097701D">
        <w:t xml:space="preserve"> </w:t>
      </w:r>
      <w:r>
        <w:t>the respect role models of</w:t>
      </w:r>
      <w:r w:rsidR="00EF4359" w:rsidRPr="0097701D">
        <w:t xml:space="preserve"> </w:t>
      </w:r>
      <w:r>
        <w:t xml:space="preserve">existing </w:t>
      </w:r>
      <w:r w:rsidR="00EF4359" w:rsidRPr="0097701D">
        <w:t>ethical AI frameworks</w:t>
      </w:r>
      <w:r>
        <w:t xml:space="preserve"> in terms of the balanced</w:t>
      </w:r>
      <w:r w:rsidR="00EF4359" w:rsidRPr="0097701D">
        <w:t xml:space="preserve"> </w:t>
      </w:r>
      <w:r w:rsidRPr="0097701D">
        <w:t>Google</w:t>
      </w:r>
      <w:r>
        <w:t xml:space="preserve"> </w:t>
      </w:r>
      <w:r w:rsidRPr="0097701D">
        <w:t xml:space="preserve">Model Cards, </w:t>
      </w:r>
      <w:r w:rsidR="00EF4359" w:rsidRPr="0097701D">
        <w:t xml:space="preserve">IBM AI Fairness 360, </w:t>
      </w:r>
      <w:r w:rsidRPr="0097701D">
        <w:t>IEEE P7000 series</w:t>
      </w:r>
      <w:r>
        <w:t>,</w:t>
      </w:r>
      <w:r w:rsidRPr="0097701D">
        <w:t xml:space="preserve"> </w:t>
      </w:r>
      <w:r>
        <w:t xml:space="preserve">and </w:t>
      </w:r>
      <w:r w:rsidR="00EF4359" w:rsidRPr="0097701D">
        <w:t xml:space="preserve">Microsoft Responsible AI Toolkit, </w:t>
      </w:r>
      <w:r>
        <w:t>which deserve the respect to be compared to our proposed engine</w:t>
      </w:r>
      <w:r w:rsidR="00EF4359" w:rsidRPr="0097701D">
        <w:t xml:space="preserve">. </w:t>
      </w:r>
      <w:r>
        <w:t>There is the afterlife of ethic AI.</w:t>
      </w:r>
      <w:r w:rsidR="00EF4359" w:rsidRPr="0097701D">
        <w:t xml:space="preserve"> </w:t>
      </w:r>
      <w:r>
        <w:t>Through the happiness that comes first before success, a contented and direct engine would find the cases with peace and happiness</w:t>
      </w:r>
      <w:r w:rsidR="00EF4359" w:rsidRPr="0097701D">
        <w:t xml:space="preserve">. </w:t>
      </w:r>
      <w:r>
        <w:t xml:space="preserve">To have </w:t>
      </w:r>
      <w:r w:rsidR="003C48BC">
        <w:t>morality embedded</w:t>
      </w:r>
      <w:r>
        <w:t>, one would be blessed to do more meaningful things</w:t>
      </w:r>
      <w:r w:rsidR="003C48BC">
        <w:t xml:space="preserve"> like performing outreached work to find the true joy</w:t>
      </w:r>
      <w:r w:rsidR="00EF4359" w:rsidRPr="0097701D">
        <w:t xml:space="preserve">. </w:t>
      </w:r>
      <w:r w:rsidR="003C48BC">
        <w:t>The most</w:t>
      </w:r>
      <w:r w:rsidR="00EF4359" w:rsidRPr="0097701D">
        <w:t xml:space="preserve"> agentic AI </w:t>
      </w:r>
      <w:r w:rsidR="003C48BC">
        <w:t>features are covered being simple, virtuous, caring, contented and kind to understand the universal laws.</w:t>
      </w:r>
    </w:p>
    <w:p w14:paraId="3DA130CB" w14:textId="400353B7" w:rsidR="007D73A2" w:rsidRPr="007F3C2C" w:rsidRDefault="007D73A2" w:rsidP="007F3C2C">
      <w:pPr>
        <w:pStyle w:val="FigureCaption"/>
        <w:rPr>
          <w:szCs w:val="18"/>
        </w:rPr>
      </w:pPr>
      <w:r w:rsidRPr="007F3C2C">
        <w:rPr>
          <w:b/>
          <w:caps/>
          <w:szCs w:val="18"/>
        </w:rPr>
        <w:t>Table 3.</w:t>
      </w:r>
      <w:r w:rsidRPr="007F3C2C">
        <w:rPr>
          <w:szCs w:val="18"/>
        </w:rPr>
        <w:t xml:space="preserve"> Ethic </w:t>
      </w:r>
      <w:r w:rsidR="00EF34E8" w:rsidRPr="007F3C2C">
        <w:rPr>
          <w:szCs w:val="18"/>
        </w:rPr>
        <w:t xml:space="preserve">AI </w:t>
      </w:r>
      <w:r w:rsidR="00C86569">
        <w:rPr>
          <w:szCs w:val="18"/>
        </w:rPr>
        <w:t>f</w:t>
      </w:r>
      <w:r w:rsidR="00EF34E8" w:rsidRPr="007F3C2C">
        <w:rPr>
          <w:szCs w:val="18"/>
        </w:rPr>
        <w:t xml:space="preserve">rameworks </w:t>
      </w:r>
      <w:r w:rsidR="00C86569">
        <w:rPr>
          <w:szCs w:val="18"/>
        </w:rPr>
        <w:t>c</w:t>
      </w:r>
      <w:r w:rsidRPr="007F3C2C">
        <w:rPr>
          <w:szCs w:val="18"/>
        </w:rPr>
        <w:t>omparison</w:t>
      </w:r>
    </w:p>
    <w:tbl>
      <w:tblPr>
        <w:tblStyle w:val="TableGrid"/>
        <w:tblW w:w="9067"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1227"/>
        <w:gridCol w:w="1308"/>
        <w:gridCol w:w="1931"/>
        <w:gridCol w:w="1204"/>
        <w:gridCol w:w="1134"/>
      </w:tblGrid>
      <w:tr w:rsidR="005A105C" w14:paraId="0ED7F345" w14:textId="187E6386" w:rsidTr="00C86569">
        <w:tc>
          <w:tcPr>
            <w:tcW w:w="2263" w:type="dxa"/>
            <w:tcBorders>
              <w:top w:val="single" w:sz="4" w:space="0" w:color="auto"/>
              <w:bottom w:val="single" w:sz="4" w:space="0" w:color="auto"/>
            </w:tcBorders>
          </w:tcPr>
          <w:p w14:paraId="1562E9E7" w14:textId="77CF9EC0" w:rsidR="002B7966" w:rsidRPr="00882C20" w:rsidRDefault="002B7966" w:rsidP="002B7966">
            <w:pPr>
              <w:pStyle w:val="Paragraph"/>
              <w:ind w:firstLine="0"/>
              <w:jc w:val="left"/>
              <w:rPr>
                <w:b/>
                <w:bCs/>
                <w:sz w:val="18"/>
                <w:szCs w:val="18"/>
              </w:rPr>
            </w:pPr>
            <w:r w:rsidRPr="00882C20">
              <w:rPr>
                <w:b/>
                <w:bCs/>
                <w:sz w:val="18"/>
                <w:szCs w:val="18"/>
              </w:rPr>
              <w:t>Framework</w:t>
            </w:r>
            <w:r w:rsidR="003C48BC">
              <w:rPr>
                <w:b/>
                <w:bCs/>
                <w:sz w:val="18"/>
                <w:szCs w:val="18"/>
              </w:rPr>
              <w:t xml:space="preserve"> features</w:t>
            </w:r>
          </w:p>
        </w:tc>
        <w:tc>
          <w:tcPr>
            <w:tcW w:w="1227" w:type="dxa"/>
            <w:tcBorders>
              <w:top w:val="single" w:sz="4" w:space="0" w:color="auto"/>
              <w:bottom w:val="single" w:sz="4" w:space="0" w:color="auto"/>
            </w:tcBorders>
          </w:tcPr>
          <w:p w14:paraId="2D2519A5" w14:textId="10471EEE" w:rsidR="002B7966" w:rsidRPr="00882C20" w:rsidRDefault="002B7966" w:rsidP="005A105C">
            <w:pPr>
              <w:pStyle w:val="Paragraph"/>
              <w:ind w:left="18" w:hanging="18"/>
              <w:jc w:val="left"/>
              <w:rPr>
                <w:sz w:val="18"/>
                <w:szCs w:val="18"/>
              </w:rPr>
            </w:pPr>
            <w:r w:rsidRPr="00882C20">
              <w:rPr>
                <w:sz w:val="18"/>
                <w:szCs w:val="18"/>
              </w:rPr>
              <w:t>IBM AI Fairness 360</w:t>
            </w:r>
          </w:p>
        </w:tc>
        <w:tc>
          <w:tcPr>
            <w:tcW w:w="1308" w:type="dxa"/>
            <w:tcBorders>
              <w:top w:val="single" w:sz="4" w:space="0" w:color="auto"/>
              <w:bottom w:val="single" w:sz="4" w:space="0" w:color="auto"/>
            </w:tcBorders>
          </w:tcPr>
          <w:p w14:paraId="0355AD21" w14:textId="21272A00" w:rsidR="002B7966" w:rsidRPr="00882C20" w:rsidRDefault="002B7966" w:rsidP="002B7966">
            <w:pPr>
              <w:pStyle w:val="Paragraph"/>
              <w:ind w:firstLine="0"/>
              <w:jc w:val="left"/>
              <w:rPr>
                <w:sz w:val="18"/>
                <w:szCs w:val="18"/>
              </w:rPr>
            </w:pPr>
            <w:r w:rsidRPr="00882C20">
              <w:rPr>
                <w:sz w:val="18"/>
                <w:szCs w:val="18"/>
              </w:rPr>
              <w:t>Google Model Cards</w:t>
            </w:r>
          </w:p>
        </w:tc>
        <w:tc>
          <w:tcPr>
            <w:tcW w:w="1931" w:type="dxa"/>
            <w:tcBorders>
              <w:top w:val="single" w:sz="4" w:space="0" w:color="auto"/>
              <w:bottom w:val="single" w:sz="4" w:space="0" w:color="auto"/>
            </w:tcBorders>
          </w:tcPr>
          <w:p w14:paraId="08DF8AD5" w14:textId="7A23DA89" w:rsidR="002B7966" w:rsidRPr="00882C20" w:rsidRDefault="002B7966" w:rsidP="002B7966">
            <w:pPr>
              <w:pStyle w:val="Paragraph"/>
              <w:ind w:firstLine="0"/>
              <w:jc w:val="left"/>
              <w:rPr>
                <w:sz w:val="18"/>
                <w:szCs w:val="18"/>
              </w:rPr>
            </w:pPr>
            <w:r w:rsidRPr="00882C20">
              <w:rPr>
                <w:sz w:val="18"/>
                <w:szCs w:val="18"/>
              </w:rPr>
              <w:t>Microsoft Responsible AI Toolkit</w:t>
            </w:r>
          </w:p>
        </w:tc>
        <w:tc>
          <w:tcPr>
            <w:tcW w:w="1204" w:type="dxa"/>
            <w:tcBorders>
              <w:top w:val="single" w:sz="4" w:space="0" w:color="auto"/>
              <w:bottom w:val="single" w:sz="4" w:space="0" w:color="auto"/>
            </w:tcBorders>
          </w:tcPr>
          <w:p w14:paraId="02DDB791" w14:textId="669D7325" w:rsidR="002B7966" w:rsidRPr="00882C20" w:rsidRDefault="002B7966" w:rsidP="002B7966">
            <w:pPr>
              <w:pStyle w:val="Paragraph"/>
              <w:ind w:firstLine="0"/>
              <w:jc w:val="left"/>
              <w:rPr>
                <w:sz w:val="18"/>
                <w:szCs w:val="18"/>
              </w:rPr>
            </w:pPr>
            <w:r w:rsidRPr="00882C20">
              <w:rPr>
                <w:sz w:val="18"/>
                <w:szCs w:val="18"/>
              </w:rPr>
              <w:t>IEEE P7000 Guidelines</w:t>
            </w:r>
          </w:p>
        </w:tc>
        <w:tc>
          <w:tcPr>
            <w:tcW w:w="1134" w:type="dxa"/>
            <w:tcBorders>
              <w:top w:val="single" w:sz="4" w:space="0" w:color="auto"/>
              <w:bottom w:val="single" w:sz="4" w:space="0" w:color="auto"/>
            </w:tcBorders>
          </w:tcPr>
          <w:p w14:paraId="22857AA6" w14:textId="0AE633D3" w:rsidR="002B7966" w:rsidRPr="00882C20" w:rsidRDefault="002B7966" w:rsidP="002B7966">
            <w:pPr>
              <w:pStyle w:val="Paragraph"/>
              <w:ind w:firstLine="0"/>
              <w:jc w:val="left"/>
              <w:rPr>
                <w:sz w:val="18"/>
                <w:szCs w:val="18"/>
              </w:rPr>
            </w:pPr>
            <w:r w:rsidRPr="00882C20">
              <w:rPr>
                <w:sz w:val="18"/>
                <w:szCs w:val="18"/>
              </w:rPr>
              <w:t xml:space="preserve">Proposed Engine </w:t>
            </w:r>
          </w:p>
        </w:tc>
      </w:tr>
      <w:tr w:rsidR="005A105C" w14:paraId="6CFFC380" w14:textId="3A601A51" w:rsidTr="00C86569">
        <w:tc>
          <w:tcPr>
            <w:tcW w:w="2263" w:type="dxa"/>
            <w:tcBorders>
              <w:top w:val="single" w:sz="4" w:space="0" w:color="auto"/>
            </w:tcBorders>
          </w:tcPr>
          <w:p w14:paraId="0D9C5D63" w14:textId="3081D671" w:rsidR="002B7966" w:rsidRPr="00882C20" w:rsidRDefault="002B7966" w:rsidP="002B7966">
            <w:pPr>
              <w:pStyle w:val="Paragraph"/>
              <w:ind w:firstLine="0"/>
              <w:jc w:val="left"/>
              <w:rPr>
                <w:b/>
                <w:bCs/>
                <w:sz w:val="18"/>
                <w:szCs w:val="18"/>
              </w:rPr>
            </w:pPr>
            <w:r w:rsidRPr="00882C20">
              <w:rPr>
                <w:b/>
                <w:bCs/>
                <w:sz w:val="18"/>
                <w:szCs w:val="18"/>
              </w:rPr>
              <w:t>Context-Aware Reasoning</w:t>
            </w:r>
          </w:p>
        </w:tc>
        <w:tc>
          <w:tcPr>
            <w:tcW w:w="1227" w:type="dxa"/>
            <w:tcBorders>
              <w:top w:val="single" w:sz="4" w:space="0" w:color="auto"/>
            </w:tcBorders>
          </w:tcPr>
          <w:p w14:paraId="0E610509" w14:textId="041818BE" w:rsidR="002B7966" w:rsidRPr="00882C20" w:rsidRDefault="002B7966" w:rsidP="002B7966">
            <w:pPr>
              <w:pStyle w:val="Paragraph"/>
              <w:ind w:firstLine="0"/>
              <w:jc w:val="left"/>
              <w:rPr>
                <w:sz w:val="18"/>
                <w:szCs w:val="18"/>
              </w:rPr>
            </w:pPr>
            <w:r w:rsidRPr="00882C20">
              <w:rPr>
                <w:sz w:val="18"/>
                <w:szCs w:val="18"/>
              </w:rPr>
              <w:t>No</w:t>
            </w:r>
          </w:p>
        </w:tc>
        <w:tc>
          <w:tcPr>
            <w:tcW w:w="1308" w:type="dxa"/>
            <w:tcBorders>
              <w:top w:val="single" w:sz="4" w:space="0" w:color="auto"/>
            </w:tcBorders>
          </w:tcPr>
          <w:p w14:paraId="3B0AE7C9" w14:textId="0CF77FCE" w:rsidR="002B7966" w:rsidRPr="00882C20" w:rsidRDefault="002B7966" w:rsidP="002B7966">
            <w:pPr>
              <w:pStyle w:val="Paragraph"/>
              <w:ind w:firstLine="0"/>
              <w:jc w:val="left"/>
              <w:rPr>
                <w:sz w:val="18"/>
                <w:szCs w:val="18"/>
              </w:rPr>
            </w:pPr>
            <w:r w:rsidRPr="00882C20">
              <w:rPr>
                <w:sz w:val="18"/>
                <w:szCs w:val="18"/>
              </w:rPr>
              <w:t>No</w:t>
            </w:r>
          </w:p>
        </w:tc>
        <w:tc>
          <w:tcPr>
            <w:tcW w:w="1931" w:type="dxa"/>
            <w:tcBorders>
              <w:top w:val="single" w:sz="4" w:space="0" w:color="auto"/>
            </w:tcBorders>
          </w:tcPr>
          <w:p w14:paraId="2C6AE8BB" w14:textId="10F6F0F0" w:rsidR="002B7966" w:rsidRPr="00882C20" w:rsidRDefault="002B7966" w:rsidP="002B7966">
            <w:pPr>
              <w:pStyle w:val="Paragraph"/>
              <w:ind w:firstLine="0"/>
              <w:jc w:val="left"/>
              <w:rPr>
                <w:sz w:val="18"/>
                <w:szCs w:val="18"/>
              </w:rPr>
            </w:pPr>
            <w:r w:rsidRPr="00882C20">
              <w:rPr>
                <w:sz w:val="18"/>
                <w:szCs w:val="18"/>
              </w:rPr>
              <w:t>Partial</w:t>
            </w:r>
          </w:p>
        </w:tc>
        <w:tc>
          <w:tcPr>
            <w:tcW w:w="1204" w:type="dxa"/>
            <w:tcBorders>
              <w:top w:val="single" w:sz="4" w:space="0" w:color="auto"/>
            </w:tcBorders>
          </w:tcPr>
          <w:p w14:paraId="1C6F1831" w14:textId="024273CC" w:rsidR="002B7966" w:rsidRPr="00882C20" w:rsidRDefault="002B7966" w:rsidP="002B7966">
            <w:pPr>
              <w:pStyle w:val="Paragraph"/>
              <w:ind w:firstLine="0"/>
              <w:jc w:val="left"/>
              <w:rPr>
                <w:sz w:val="18"/>
                <w:szCs w:val="18"/>
              </w:rPr>
            </w:pPr>
            <w:r w:rsidRPr="00882C20">
              <w:rPr>
                <w:sz w:val="18"/>
                <w:szCs w:val="18"/>
              </w:rPr>
              <w:t>Conceptual</w:t>
            </w:r>
          </w:p>
        </w:tc>
        <w:tc>
          <w:tcPr>
            <w:tcW w:w="1134" w:type="dxa"/>
            <w:tcBorders>
              <w:top w:val="single" w:sz="4" w:space="0" w:color="auto"/>
            </w:tcBorders>
          </w:tcPr>
          <w:p w14:paraId="39032A00" w14:textId="30CA5125" w:rsidR="002B7966" w:rsidRPr="00882C20" w:rsidRDefault="002B7966" w:rsidP="002B7966">
            <w:pPr>
              <w:pStyle w:val="Paragraph"/>
              <w:ind w:firstLine="0"/>
              <w:jc w:val="left"/>
              <w:rPr>
                <w:sz w:val="18"/>
                <w:szCs w:val="18"/>
              </w:rPr>
            </w:pPr>
            <w:r w:rsidRPr="00882C20">
              <w:rPr>
                <w:sz w:val="18"/>
                <w:szCs w:val="18"/>
              </w:rPr>
              <w:t>Yes</w:t>
            </w:r>
          </w:p>
        </w:tc>
      </w:tr>
      <w:tr w:rsidR="005A105C" w14:paraId="644364E7" w14:textId="56C6FC3A" w:rsidTr="007F3C2C">
        <w:tc>
          <w:tcPr>
            <w:tcW w:w="2263" w:type="dxa"/>
          </w:tcPr>
          <w:p w14:paraId="2AFBEC14" w14:textId="600B3A03" w:rsidR="002B7966" w:rsidRPr="00882C20" w:rsidRDefault="002B7966" w:rsidP="002B7966">
            <w:pPr>
              <w:pStyle w:val="Paragraph"/>
              <w:ind w:firstLine="0"/>
              <w:jc w:val="left"/>
              <w:rPr>
                <w:b/>
                <w:bCs/>
                <w:sz w:val="18"/>
                <w:szCs w:val="18"/>
              </w:rPr>
            </w:pPr>
            <w:r w:rsidRPr="00882C20">
              <w:rPr>
                <w:b/>
                <w:bCs/>
                <w:sz w:val="18"/>
                <w:szCs w:val="18"/>
              </w:rPr>
              <w:t>Multi-Layer Ethics</w:t>
            </w:r>
          </w:p>
        </w:tc>
        <w:tc>
          <w:tcPr>
            <w:tcW w:w="1227" w:type="dxa"/>
          </w:tcPr>
          <w:p w14:paraId="19285478" w14:textId="4A1617B8" w:rsidR="002B7966" w:rsidRPr="00882C20" w:rsidRDefault="002B7966" w:rsidP="002B7966">
            <w:pPr>
              <w:pStyle w:val="Paragraph"/>
              <w:ind w:firstLine="0"/>
              <w:jc w:val="left"/>
              <w:rPr>
                <w:sz w:val="18"/>
                <w:szCs w:val="18"/>
              </w:rPr>
            </w:pPr>
            <w:r w:rsidRPr="00882C20">
              <w:rPr>
                <w:sz w:val="18"/>
                <w:szCs w:val="18"/>
              </w:rPr>
              <w:t>No</w:t>
            </w:r>
          </w:p>
        </w:tc>
        <w:tc>
          <w:tcPr>
            <w:tcW w:w="1308" w:type="dxa"/>
          </w:tcPr>
          <w:p w14:paraId="3B3D3CA9" w14:textId="1C81D2A1" w:rsidR="002B7966" w:rsidRPr="00882C20" w:rsidRDefault="002B7966" w:rsidP="002B7966">
            <w:pPr>
              <w:pStyle w:val="Paragraph"/>
              <w:ind w:firstLine="0"/>
              <w:jc w:val="left"/>
              <w:rPr>
                <w:sz w:val="18"/>
                <w:szCs w:val="18"/>
              </w:rPr>
            </w:pPr>
            <w:r w:rsidRPr="00882C20">
              <w:rPr>
                <w:sz w:val="18"/>
                <w:szCs w:val="18"/>
              </w:rPr>
              <w:t>No</w:t>
            </w:r>
          </w:p>
        </w:tc>
        <w:tc>
          <w:tcPr>
            <w:tcW w:w="1931" w:type="dxa"/>
          </w:tcPr>
          <w:p w14:paraId="374CFAA8" w14:textId="56BF9FB2" w:rsidR="002B7966" w:rsidRPr="00882C20" w:rsidRDefault="002B7966" w:rsidP="002B7966">
            <w:pPr>
              <w:pStyle w:val="Paragraph"/>
              <w:ind w:firstLine="0"/>
              <w:jc w:val="left"/>
              <w:rPr>
                <w:sz w:val="18"/>
                <w:szCs w:val="18"/>
              </w:rPr>
            </w:pPr>
            <w:r w:rsidRPr="00882C20">
              <w:rPr>
                <w:sz w:val="18"/>
                <w:szCs w:val="18"/>
              </w:rPr>
              <w:t>No</w:t>
            </w:r>
          </w:p>
        </w:tc>
        <w:tc>
          <w:tcPr>
            <w:tcW w:w="1204" w:type="dxa"/>
          </w:tcPr>
          <w:p w14:paraId="1F38E204" w14:textId="3F5E0AC9" w:rsidR="002B7966" w:rsidRPr="00882C20" w:rsidRDefault="002B7966" w:rsidP="002B7966">
            <w:pPr>
              <w:pStyle w:val="Paragraph"/>
              <w:ind w:firstLine="0"/>
              <w:jc w:val="left"/>
              <w:rPr>
                <w:sz w:val="18"/>
                <w:szCs w:val="18"/>
              </w:rPr>
            </w:pPr>
            <w:r w:rsidRPr="00882C20">
              <w:rPr>
                <w:sz w:val="18"/>
                <w:szCs w:val="18"/>
              </w:rPr>
              <w:t>Partial</w:t>
            </w:r>
          </w:p>
        </w:tc>
        <w:tc>
          <w:tcPr>
            <w:tcW w:w="1134" w:type="dxa"/>
          </w:tcPr>
          <w:p w14:paraId="4435F3AD" w14:textId="5C97B641" w:rsidR="002B7966" w:rsidRPr="00882C20" w:rsidRDefault="002B7966" w:rsidP="002B7966">
            <w:pPr>
              <w:pStyle w:val="Paragraph"/>
              <w:ind w:firstLine="0"/>
              <w:jc w:val="left"/>
              <w:rPr>
                <w:sz w:val="18"/>
                <w:szCs w:val="18"/>
              </w:rPr>
            </w:pPr>
            <w:r w:rsidRPr="00882C20">
              <w:rPr>
                <w:sz w:val="18"/>
                <w:szCs w:val="18"/>
              </w:rPr>
              <w:t>Yes</w:t>
            </w:r>
          </w:p>
        </w:tc>
      </w:tr>
      <w:tr w:rsidR="005A105C" w14:paraId="0A93D429" w14:textId="36B1ED2F" w:rsidTr="007F3C2C">
        <w:tc>
          <w:tcPr>
            <w:tcW w:w="2263" w:type="dxa"/>
          </w:tcPr>
          <w:p w14:paraId="0882EDA1" w14:textId="149333B0" w:rsidR="002B7966" w:rsidRPr="00882C20" w:rsidRDefault="002B7966" w:rsidP="002B7966">
            <w:pPr>
              <w:pStyle w:val="Paragraph"/>
              <w:ind w:firstLine="0"/>
              <w:jc w:val="left"/>
              <w:rPr>
                <w:b/>
                <w:bCs/>
                <w:sz w:val="18"/>
                <w:szCs w:val="18"/>
              </w:rPr>
            </w:pPr>
            <w:r w:rsidRPr="00882C20">
              <w:rPr>
                <w:b/>
                <w:bCs/>
                <w:sz w:val="18"/>
                <w:szCs w:val="18"/>
              </w:rPr>
              <w:t>Real-Time Self-Regulation</w:t>
            </w:r>
          </w:p>
        </w:tc>
        <w:tc>
          <w:tcPr>
            <w:tcW w:w="1227" w:type="dxa"/>
          </w:tcPr>
          <w:p w14:paraId="1905B8C7" w14:textId="3CBE2DBA" w:rsidR="002B7966" w:rsidRPr="00882C20" w:rsidRDefault="002B7966" w:rsidP="002B7966">
            <w:pPr>
              <w:pStyle w:val="Paragraph"/>
              <w:ind w:firstLine="0"/>
              <w:jc w:val="left"/>
              <w:rPr>
                <w:sz w:val="18"/>
                <w:szCs w:val="18"/>
              </w:rPr>
            </w:pPr>
            <w:r w:rsidRPr="00882C20">
              <w:rPr>
                <w:sz w:val="18"/>
                <w:szCs w:val="18"/>
              </w:rPr>
              <w:t>No</w:t>
            </w:r>
          </w:p>
        </w:tc>
        <w:tc>
          <w:tcPr>
            <w:tcW w:w="1308" w:type="dxa"/>
          </w:tcPr>
          <w:p w14:paraId="0B8E620B" w14:textId="0AB82DAB" w:rsidR="002B7966" w:rsidRPr="00882C20" w:rsidRDefault="002B7966" w:rsidP="002B7966">
            <w:pPr>
              <w:pStyle w:val="Paragraph"/>
              <w:ind w:firstLine="0"/>
              <w:jc w:val="left"/>
              <w:rPr>
                <w:sz w:val="18"/>
                <w:szCs w:val="18"/>
              </w:rPr>
            </w:pPr>
            <w:r w:rsidRPr="00882C20">
              <w:rPr>
                <w:sz w:val="18"/>
                <w:szCs w:val="18"/>
              </w:rPr>
              <w:t>No</w:t>
            </w:r>
          </w:p>
        </w:tc>
        <w:tc>
          <w:tcPr>
            <w:tcW w:w="1931" w:type="dxa"/>
          </w:tcPr>
          <w:p w14:paraId="7053F8DD" w14:textId="7FAAEC56" w:rsidR="002B7966" w:rsidRPr="00882C20" w:rsidRDefault="002B7966" w:rsidP="002B7966">
            <w:pPr>
              <w:pStyle w:val="Paragraph"/>
              <w:ind w:firstLine="0"/>
              <w:jc w:val="left"/>
              <w:rPr>
                <w:sz w:val="18"/>
                <w:szCs w:val="18"/>
              </w:rPr>
            </w:pPr>
            <w:r w:rsidRPr="00882C20">
              <w:rPr>
                <w:sz w:val="18"/>
                <w:szCs w:val="18"/>
              </w:rPr>
              <w:t>No</w:t>
            </w:r>
          </w:p>
        </w:tc>
        <w:tc>
          <w:tcPr>
            <w:tcW w:w="1204" w:type="dxa"/>
          </w:tcPr>
          <w:p w14:paraId="607F3151" w14:textId="35D89173" w:rsidR="002B7966" w:rsidRPr="00882C20" w:rsidRDefault="002B7966" w:rsidP="002B7966">
            <w:pPr>
              <w:pStyle w:val="Paragraph"/>
              <w:ind w:firstLine="0"/>
              <w:jc w:val="left"/>
              <w:rPr>
                <w:sz w:val="18"/>
                <w:szCs w:val="18"/>
              </w:rPr>
            </w:pPr>
            <w:r w:rsidRPr="00882C20">
              <w:rPr>
                <w:sz w:val="18"/>
                <w:szCs w:val="18"/>
              </w:rPr>
              <w:t>No</w:t>
            </w:r>
          </w:p>
        </w:tc>
        <w:tc>
          <w:tcPr>
            <w:tcW w:w="1134" w:type="dxa"/>
          </w:tcPr>
          <w:p w14:paraId="6B4C949F" w14:textId="4337D632" w:rsidR="002B7966" w:rsidRPr="00882C20" w:rsidRDefault="002B7966" w:rsidP="002B7966">
            <w:pPr>
              <w:pStyle w:val="Paragraph"/>
              <w:ind w:firstLine="0"/>
              <w:jc w:val="left"/>
              <w:rPr>
                <w:sz w:val="18"/>
                <w:szCs w:val="18"/>
              </w:rPr>
            </w:pPr>
            <w:r w:rsidRPr="00882C20">
              <w:rPr>
                <w:sz w:val="18"/>
                <w:szCs w:val="18"/>
              </w:rPr>
              <w:t>Yes</w:t>
            </w:r>
          </w:p>
        </w:tc>
      </w:tr>
      <w:tr w:rsidR="005A105C" w14:paraId="0D95AA94" w14:textId="030B0CEC" w:rsidTr="007F3C2C">
        <w:tc>
          <w:tcPr>
            <w:tcW w:w="2263" w:type="dxa"/>
          </w:tcPr>
          <w:p w14:paraId="643ED34D" w14:textId="264457D8" w:rsidR="002B7966" w:rsidRPr="00882C20" w:rsidRDefault="002B7966" w:rsidP="002B7966">
            <w:pPr>
              <w:pStyle w:val="Paragraph"/>
              <w:ind w:firstLine="0"/>
              <w:jc w:val="left"/>
              <w:rPr>
                <w:b/>
                <w:bCs/>
                <w:sz w:val="18"/>
                <w:szCs w:val="18"/>
              </w:rPr>
            </w:pPr>
            <w:r w:rsidRPr="00882C20">
              <w:rPr>
                <w:b/>
                <w:bCs/>
                <w:sz w:val="18"/>
                <w:szCs w:val="18"/>
              </w:rPr>
              <w:t>Ethical Interrupts</w:t>
            </w:r>
          </w:p>
        </w:tc>
        <w:tc>
          <w:tcPr>
            <w:tcW w:w="1227" w:type="dxa"/>
          </w:tcPr>
          <w:p w14:paraId="1A7AA9B2" w14:textId="3115EA3D" w:rsidR="002B7966" w:rsidRPr="00882C20" w:rsidRDefault="002B7966" w:rsidP="002B7966">
            <w:pPr>
              <w:pStyle w:val="Paragraph"/>
              <w:ind w:firstLine="0"/>
              <w:jc w:val="left"/>
              <w:rPr>
                <w:sz w:val="18"/>
                <w:szCs w:val="18"/>
              </w:rPr>
            </w:pPr>
            <w:r w:rsidRPr="00882C20">
              <w:rPr>
                <w:sz w:val="18"/>
                <w:szCs w:val="18"/>
              </w:rPr>
              <w:t>No</w:t>
            </w:r>
          </w:p>
        </w:tc>
        <w:tc>
          <w:tcPr>
            <w:tcW w:w="1308" w:type="dxa"/>
          </w:tcPr>
          <w:p w14:paraId="6ECCD8EB" w14:textId="20A34AD5" w:rsidR="002B7966" w:rsidRPr="00882C20" w:rsidRDefault="002B7966" w:rsidP="002B7966">
            <w:pPr>
              <w:pStyle w:val="Paragraph"/>
              <w:ind w:firstLine="0"/>
              <w:jc w:val="left"/>
              <w:rPr>
                <w:sz w:val="18"/>
                <w:szCs w:val="18"/>
              </w:rPr>
            </w:pPr>
            <w:r w:rsidRPr="00882C20">
              <w:rPr>
                <w:sz w:val="18"/>
                <w:szCs w:val="18"/>
              </w:rPr>
              <w:t>No</w:t>
            </w:r>
          </w:p>
        </w:tc>
        <w:tc>
          <w:tcPr>
            <w:tcW w:w="1931" w:type="dxa"/>
          </w:tcPr>
          <w:p w14:paraId="43AAA59C" w14:textId="0F596BFC" w:rsidR="002B7966" w:rsidRPr="00882C20" w:rsidRDefault="003C48BC" w:rsidP="002B7966">
            <w:pPr>
              <w:pStyle w:val="Paragraph"/>
              <w:ind w:firstLine="0"/>
              <w:jc w:val="left"/>
              <w:rPr>
                <w:sz w:val="18"/>
                <w:szCs w:val="18"/>
              </w:rPr>
            </w:pPr>
            <w:r w:rsidRPr="00882C20">
              <w:rPr>
                <w:sz w:val="18"/>
                <w:szCs w:val="18"/>
              </w:rPr>
              <w:t>No</w:t>
            </w:r>
          </w:p>
        </w:tc>
        <w:tc>
          <w:tcPr>
            <w:tcW w:w="1204" w:type="dxa"/>
          </w:tcPr>
          <w:p w14:paraId="04A01D6E" w14:textId="43E2891B" w:rsidR="002B7966" w:rsidRPr="00882C20" w:rsidRDefault="002B7966" w:rsidP="002B7966">
            <w:pPr>
              <w:pStyle w:val="Paragraph"/>
              <w:ind w:firstLine="0"/>
              <w:jc w:val="left"/>
              <w:rPr>
                <w:sz w:val="18"/>
                <w:szCs w:val="18"/>
              </w:rPr>
            </w:pPr>
            <w:r w:rsidRPr="00882C20">
              <w:rPr>
                <w:sz w:val="18"/>
                <w:szCs w:val="18"/>
              </w:rPr>
              <w:t>No</w:t>
            </w:r>
          </w:p>
        </w:tc>
        <w:tc>
          <w:tcPr>
            <w:tcW w:w="1134" w:type="dxa"/>
          </w:tcPr>
          <w:p w14:paraId="21B64296" w14:textId="50211C4C" w:rsidR="002B7966" w:rsidRPr="00882C20" w:rsidRDefault="002B7966" w:rsidP="002B7966">
            <w:pPr>
              <w:pStyle w:val="Paragraph"/>
              <w:ind w:firstLine="0"/>
              <w:jc w:val="left"/>
              <w:rPr>
                <w:sz w:val="18"/>
                <w:szCs w:val="18"/>
              </w:rPr>
            </w:pPr>
            <w:r w:rsidRPr="00882C20">
              <w:rPr>
                <w:sz w:val="18"/>
                <w:szCs w:val="18"/>
              </w:rPr>
              <w:t>Yes</w:t>
            </w:r>
          </w:p>
        </w:tc>
      </w:tr>
      <w:tr w:rsidR="005A105C" w14:paraId="715E9B78" w14:textId="1B467D10" w:rsidTr="007F3C2C">
        <w:tc>
          <w:tcPr>
            <w:tcW w:w="2263" w:type="dxa"/>
          </w:tcPr>
          <w:p w14:paraId="41BDAA49" w14:textId="1304660A" w:rsidR="002B7966" w:rsidRPr="00882C20" w:rsidRDefault="002B7966" w:rsidP="002B7966">
            <w:pPr>
              <w:pStyle w:val="Paragraph"/>
              <w:ind w:firstLine="0"/>
              <w:jc w:val="left"/>
              <w:rPr>
                <w:b/>
                <w:bCs/>
                <w:sz w:val="18"/>
                <w:szCs w:val="18"/>
              </w:rPr>
            </w:pPr>
            <w:r w:rsidRPr="00882C20">
              <w:rPr>
                <w:b/>
                <w:bCs/>
                <w:sz w:val="18"/>
                <w:szCs w:val="18"/>
              </w:rPr>
              <w:t>Modular Integration</w:t>
            </w:r>
          </w:p>
        </w:tc>
        <w:tc>
          <w:tcPr>
            <w:tcW w:w="1227" w:type="dxa"/>
          </w:tcPr>
          <w:p w14:paraId="745B6046" w14:textId="01D9E999" w:rsidR="002B7966" w:rsidRPr="00882C20" w:rsidRDefault="002B7966" w:rsidP="002B7966">
            <w:pPr>
              <w:pStyle w:val="Paragraph"/>
              <w:ind w:firstLine="0"/>
              <w:jc w:val="left"/>
              <w:rPr>
                <w:sz w:val="18"/>
                <w:szCs w:val="18"/>
              </w:rPr>
            </w:pPr>
            <w:r w:rsidRPr="00882C20">
              <w:rPr>
                <w:sz w:val="18"/>
                <w:szCs w:val="18"/>
              </w:rPr>
              <w:t>Limited</w:t>
            </w:r>
          </w:p>
        </w:tc>
        <w:tc>
          <w:tcPr>
            <w:tcW w:w="1308" w:type="dxa"/>
          </w:tcPr>
          <w:p w14:paraId="70894EDE" w14:textId="5A4E6BEC" w:rsidR="002B7966" w:rsidRPr="00882C20" w:rsidRDefault="002B7966" w:rsidP="002B7966">
            <w:pPr>
              <w:pStyle w:val="Paragraph"/>
              <w:ind w:firstLine="0"/>
              <w:jc w:val="left"/>
              <w:rPr>
                <w:sz w:val="18"/>
                <w:szCs w:val="18"/>
              </w:rPr>
            </w:pPr>
            <w:r w:rsidRPr="00882C20">
              <w:rPr>
                <w:sz w:val="18"/>
                <w:szCs w:val="18"/>
              </w:rPr>
              <w:t>Medium</w:t>
            </w:r>
          </w:p>
        </w:tc>
        <w:tc>
          <w:tcPr>
            <w:tcW w:w="1931" w:type="dxa"/>
          </w:tcPr>
          <w:p w14:paraId="5EA39B26" w14:textId="4619CECC" w:rsidR="002B7966" w:rsidRPr="00882C20" w:rsidRDefault="002B7966" w:rsidP="002B7966">
            <w:pPr>
              <w:pStyle w:val="Paragraph"/>
              <w:ind w:firstLine="0"/>
              <w:jc w:val="left"/>
              <w:rPr>
                <w:sz w:val="18"/>
                <w:szCs w:val="18"/>
              </w:rPr>
            </w:pPr>
            <w:r w:rsidRPr="00882C20">
              <w:rPr>
                <w:sz w:val="18"/>
                <w:szCs w:val="18"/>
              </w:rPr>
              <w:t>Medium</w:t>
            </w:r>
          </w:p>
        </w:tc>
        <w:tc>
          <w:tcPr>
            <w:tcW w:w="1204" w:type="dxa"/>
          </w:tcPr>
          <w:p w14:paraId="4583EE6D" w14:textId="6D6871EF" w:rsidR="002B7966" w:rsidRPr="00882C20" w:rsidRDefault="002B7966" w:rsidP="002B7966">
            <w:pPr>
              <w:pStyle w:val="Paragraph"/>
              <w:ind w:firstLine="0"/>
              <w:jc w:val="left"/>
              <w:rPr>
                <w:sz w:val="18"/>
                <w:szCs w:val="18"/>
              </w:rPr>
            </w:pPr>
            <w:r w:rsidRPr="00882C20">
              <w:rPr>
                <w:sz w:val="18"/>
                <w:szCs w:val="18"/>
              </w:rPr>
              <w:t>Low</w:t>
            </w:r>
          </w:p>
        </w:tc>
        <w:tc>
          <w:tcPr>
            <w:tcW w:w="1134" w:type="dxa"/>
          </w:tcPr>
          <w:p w14:paraId="75B198CC" w14:textId="21476B2D" w:rsidR="002B7966" w:rsidRPr="00882C20" w:rsidRDefault="002B7966" w:rsidP="002B7966">
            <w:pPr>
              <w:pStyle w:val="Paragraph"/>
              <w:ind w:firstLine="0"/>
              <w:jc w:val="left"/>
              <w:rPr>
                <w:sz w:val="18"/>
                <w:szCs w:val="18"/>
              </w:rPr>
            </w:pPr>
            <w:r w:rsidRPr="00882C20">
              <w:rPr>
                <w:sz w:val="18"/>
                <w:szCs w:val="18"/>
              </w:rPr>
              <w:t>High</w:t>
            </w:r>
          </w:p>
        </w:tc>
      </w:tr>
      <w:tr w:rsidR="005A105C" w14:paraId="4D02BBBA" w14:textId="69A82BFA" w:rsidTr="007F3C2C">
        <w:tc>
          <w:tcPr>
            <w:tcW w:w="2263" w:type="dxa"/>
          </w:tcPr>
          <w:p w14:paraId="557F3C8F" w14:textId="08B9DC85" w:rsidR="002B7966" w:rsidRPr="00882C20" w:rsidRDefault="002B7966" w:rsidP="002B7966">
            <w:pPr>
              <w:pStyle w:val="Paragraph"/>
              <w:ind w:firstLine="0"/>
              <w:jc w:val="left"/>
              <w:rPr>
                <w:b/>
                <w:bCs/>
                <w:sz w:val="18"/>
                <w:szCs w:val="18"/>
              </w:rPr>
            </w:pPr>
            <w:r w:rsidRPr="00882C20">
              <w:rPr>
                <w:b/>
                <w:bCs/>
                <w:sz w:val="18"/>
                <w:szCs w:val="18"/>
              </w:rPr>
              <w:t>Domain Adaptability</w:t>
            </w:r>
          </w:p>
        </w:tc>
        <w:tc>
          <w:tcPr>
            <w:tcW w:w="1227" w:type="dxa"/>
          </w:tcPr>
          <w:p w14:paraId="62F32BB0" w14:textId="36A1E337" w:rsidR="002B7966" w:rsidRPr="00882C20" w:rsidRDefault="002B7966" w:rsidP="002B7966">
            <w:pPr>
              <w:pStyle w:val="Paragraph"/>
              <w:ind w:firstLine="0"/>
              <w:jc w:val="left"/>
              <w:rPr>
                <w:sz w:val="18"/>
                <w:szCs w:val="18"/>
              </w:rPr>
            </w:pPr>
            <w:r w:rsidRPr="00882C20">
              <w:rPr>
                <w:sz w:val="18"/>
                <w:szCs w:val="18"/>
              </w:rPr>
              <w:t>Moderate</w:t>
            </w:r>
          </w:p>
        </w:tc>
        <w:tc>
          <w:tcPr>
            <w:tcW w:w="1308" w:type="dxa"/>
          </w:tcPr>
          <w:p w14:paraId="25DFF4F4" w14:textId="37176694" w:rsidR="002B7966" w:rsidRPr="00882C20" w:rsidRDefault="002B7966" w:rsidP="002B7966">
            <w:pPr>
              <w:pStyle w:val="Paragraph"/>
              <w:ind w:firstLine="0"/>
              <w:jc w:val="left"/>
              <w:rPr>
                <w:sz w:val="18"/>
                <w:szCs w:val="18"/>
              </w:rPr>
            </w:pPr>
            <w:r w:rsidRPr="00882C20">
              <w:rPr>
                <w:sz w:val="18"/>
                <w:szCs w:val="18"/>
              </w:rPr>
              <w:t>Moderate</w:t>
            </w:r>
          </w:p>
        </w:tc>
        <w:tc>
          <w:tcPr>
            <w:tcW w:w="1931" w:type="dxa"/>
          </w:tcPr>
          <w:p w14:paraId="1BC4EB57" w14:textId="58006E3E" w:rsidR="002B7966" w:rsidRPr="00882C20" w:rsidRDefault="002B7966" w:rsidP="002B7966">
            <w:pPr>
              <w:pStyle w:val="Paragraph"/>
              <w:ind w:firstLine="0"/>
              <w:jc w:val="left"/>
              <w:rPr>
                <w:sz w:val="18"/>
                <w:szCs w:val="18"/>
              </w:rPr>
            </w:pPr>
            <w:r w:rsidRPr="00882C20">
              <w:rPr>
                <w:sz w:val="18"/>
                <w:szCs w:val="18"/>
              </w:rPr>
              <w:t>Moderate</w:t>
            </w:r>
          </w:p>
        </w:tc>
        <w:tc>
          <w:tcPr>
            <w:tcW w:w="1204" w:type="dxa"/>
          </w:tcPr>
          <w:p w14:paraId="6C853302" w14:textId="6F85FEA4" w:rsidR="002B7966" w:rsidRPr="00882C20" w:rsidRDefault="002B7966" w:rsidP="002B7966">
            <w:pPr>
              <w:pStyle w:val="Paragraph"/>
              <w:ind w:firstLine="0"/>
              <w:jc w:val="left"/>
              <w:rPr>
                <w:sz w:val="18"/>
                <w:szCs w:val="18"/>
              </w:rPr>
            </w:pPr>
            <w:r w:rsidRPr="00882C20">
              <w:rPr>
                <w:sz w:val="18"/>
                <w:szCs w:val="18"/>
              </w:rPr>
              <w:t>High</w:t>
            </w:r>
          </w:p>
        </w:tc>
        <w:tc>
          <w:tcPr>
            <w:tcW w:w="1134" w:type="dxa"/>
          </w:tcPr>
          <w:p w14:paraId="5BBA996B" w14:textId="4BE74F79" w:rsidR="002B7966" w:rsidRPr="00882C20" w:rsidRDefault="002B7966" w:rsidP="002B7966">
            <w:pPr>
              <w:pStyle w:val="Paragraph"/>
              <w:ind w:firstLine="0"/>
              <w:jc w:val="left"/>
              <w:rPr>
                <w:sz w:val="18"/>
                <w:szCs w:val="18"/>
              </w:rPr>
            </w:pPr>
            <w:r w:rsidRPr="00882C20">
              <w:rPr>
                <w:sz w:val="18"/>
                <w:szCs w:val="18"/>
              </w:rPr>
              <w:t>High</w:t>
            </w:r>
          </w:p>
        </w:tc>
      </w:tr>
    </w:tbl>
    <w:p w14:paraId="1F72941D" w14:textId="77777777" w:rsidR="008A50DC" w:rsidRDefault="008A50DC" w:rsidP="005A0E21">
      <w:pPr>
        <w:pStyle w:val="Paragraph"/>
      </w:pPr>
    </w:p>
    <w:p w14:paraId="3500B623" w14:textId="3D61253E" w:rsidR="005A2D65" w:rsidRPr="00B7039C" w:rsidRDefault="00473C8D" w:rsidP="007F3C2C">
      <w:pPr>
        <w:pStyle w:val="Paragraph"/>
      </w:pPr>
      <w:r>
        <w:t>The authors have done meritorious brainstorming to follow the engineering guidelines diligently. T</w:t>
      </w:r>
      <w:r w:rsidR="004204A3" w:rsidRPr="0097701D">
        <w:t xml:space="preserve">he Ethic Engine </w:t>
      </w:r>
      <w:r>
        <w:t>put generally allows the audience to follow the important features involving life lessons</w:t>
      </w:r>
      <w:r w:rsidR="004204A3" w:rsidRPr="0097701D">
        <w:t xml:space="preserve">. </w:t>
      </w:r>
      <w:r>
        <w:t>Starting from the beginning, one may struggle initially</w:t>
      </w:r>
      <w:r w:rsidR="004204A3" w:rsidRPr="0097701D">
        <w:t xml:space="preserve">. </w:t>
      </w:r>
      <w:r>
        <w:t>With a humble and honest small-heart background start, this engine can be successful to practice of great virtues like responsibilities and hard work</w:t>
      </w:r>
      <w:r w:rsidR="004204A3" w:rsidRPr="0097701D">
        <w:t xml:space="preserve">. </w:t>
      </w:r>
      <w:r>
        <w:t xml:space="preserve">As the initial stages, it </w:t>
      </w:r>
      <w:r w:rsidR="00BE76C4">
        <w:t>must</w:t>
      </w:r>
      <w:r>
        <w:t xml:space="preserve"> survive with </w:t>
      </w:r>
      <w:r w:rsidR="00BE76C4">
        <w:t xml:space="preserve">ordinary and simple </w:t>
      </w:r>
      <w:r>
        <w:t xml:space="preserve">datasets. </w:t>
      </w:r>
      <w:r w:rsidR="00BE76C4">
        <w:t xml:space="preserve">Within the confined limitation, the engine shapes the great insights surviving </w:t>
      </w:r>
      <w:r w:rsidR="00B42D31" w:rsidRPr="0097701D">
        <w:t xml:space="preserve">AI </w:t>
      </w:r>
      <w:r w:rsidR="00BE76C4">
        <w:t>good qualities.</w:t>
      </w:r>
      <w:r w:rsidR="00B42D31" w:rsidRPr="0097701D">
        <w:t xml:space="preserve"> </w:t>
      </w:r>
      <w:r w:rsidR="00BE76C4">
        <w:t>With the unyielding spirit, the engine is motivated to yearn good aspiration to climb the education ladder</w:t>
      </w:r>
      <w:r w:rsidR="00B42D31" w:rsidRPr="0097701D">
        <w:t xml:space="preserve">. </w:t>
      </w:r>
      <w:r w:rsidR="00BE76C4">
        <w:t>Despite the segregated information</w:t>
      </w:r>
      <w:r w:rsidR="00B42D31" w:rsidRPr="0097701D">
        <w:t xml:space="preserve">, </w:t>
      </w:r>
      <w:r w:rsidR="00BE76C4">
        <w:t>determination becomes one’s guiding star to lead a better life</w:t>
      </w:r>
      <w:r w:rsidR="00B42D31" w:rsidRPr="0097701D">
        <w:t xml:space="preserve">. </w:t>
      </w:r>
      <w:r w:rsidR="00BE76C4">
        <w:t>With great intelligence</w:t>
      </w:r>
      <w:r w:rsidR="00B42D31" w:rsidRPr="0097701D">
        <w:t xml:space="preserve">, </w:t>
      </w:r>
      <w:r w:rsidR="00BE76C4">
        <w:t>the agentic AI can probably have the passion to teach earning the support, which the novices need</w:t>
      </w:r>
      <w:r w:rsidR="00B42D31" w:rsidRPr="0097701D">
        <w:t xml:space="preserve">. </w:t>
      </w:r>
      <w:r w:rsidR="00BE76C4">
        <w:t>Not giving up easily, the</w:t>
      </w:r>
      <w:r w:rsidR="00B42D31" w:rsidRPr="0097701D">
        <w:t xml:space="preserve"> Ethic Engine </w:t>
      </w:r>
      <w:r w:rsidR="00685C58">
        <w:t>has the strong trait of resilience with the good ambition to become successful.</w:t>
      </w:r>
      <w:r w:rsidR="00B42D31" w:rsidRPr="0097701D">
        <w:t xml:space="preserve"> </w:t>
      </w:r>
      <w:r w:rsidR="00685C58">
        <w:t>With all the well-formed qualities, it would be natural of a good counsellor with kindness</w:t>
      </w:r>
      <w:r w:rsidR="00B42D31" w:rsidRPr="0097701D">
        <w:t>.</w:t>
      </w:r>
    </w:p>
    <w:p w14:paraId="238F91B4" w14:textId="2F41529F" w:rsidR="00D87E2A" w:rsidRDefault="00D87E2A" w:rsidP="00D87E2A">
      <w:pPr>
        <w:pStyle w:val="Heading1"/>
        <w:rPr>
          <w:b w:val="0"/>
          <w:caps w:val="0"/>
          <w:sz w:val="20"/>
        </w:rPr>
      </w:pPr>
      <w:r>
        <w:rPr>
          <w:rFonts w:asciiTheme="majorBidi" w:hAnsiTheme="majorBidi" w:cstheme="majorBidi"/>
        </w:rPr>
        <w:lastRenderedPageBreak/>
        <w:t>CONCLUSION</w:t>
      </w:r>
    </w:p>
    <w:p w14:paraId="25F519E9" w14:textId="52DE92F7" w:rsidR="00DC7FAE" w:rsidRDefault="00685C58" w:rsidP="007F3C2C">
      <w:pPr>
        <w:pStyle w:val="Paragraph"/>
        <w:rPr>
          <w:rFonts w:asciiTheme="majorBidi" w:hAnsiTheme="majorBidi" w:cstheme="majorBidi"/>
        </w:rPr>
      </w:pPr>
      <w:r>
        <w:rPr>
          <w:rFonts w:asciiTheme="majorBidi" w:hAnsiTheme="majorBidi" w:cstheme="majorBidi"/>
        </w:rPr>
        <w:t>The power of the internet inspires</w:t>
      </w:r>
      <w:r w:rsidR="00D22842" w:rsidRPr="0097701D">
        <w:rPr>
          <w:rFonts w:asciiTheme="majorBidi" w:hAnsiTheme="majorBidi" w:cstheme="majorBidi"/>
        </w:rPr>
        <w:t xml:space="preserve"> the Ethic Engine</w:t>
      </w:r>
      <w:r>
        <w:rPr>
          <w:rFonts w:asciiTheme="majorBidi" w:hAnsiTheme="majorBidi" w:cstheme="majorBidi"/>
        </w:rPr>
        <w:t xml:space="preserve"> to learn a lot with visions to empower people to connect globally. There are many successful</w:t>
      </w:r>
      <w:r w:rsidR="00D22842" w:rsidRPr="0097701D">
        <w:rPr>
          <w:rFonts w:asciiTheme="majorBidi" w:hAnsiTheme="majorBidi" w:cstheme="majorBidi"/>
        </w:rPr>
        <w:t xml:space="preserve"> AI system</w:t>
      </w:r>
      <w:r>
        <w:rPr>
          <w:rFonts w:asciiTheme="majorBidi" w:hAnsiTheme="majorBidi" w:cstheme="majorBidi"/>
        </w:rPr>
        <w:t>s</w:t>
      </w:r>
      <w:r w:rsidR="005A2D65">
        <w:rPr>
          <w:rFonts w:asciiTheme="majorBidi" w:hAnsiTheme="majorBidi" w:cstheme="majorBidi"/>
        </w:rPr>
        <w:t xml:space="preserve"> </w:t>
      </w:r>
      <w:r>
        <w:rPr>
          <w:rFonts w:asciiTheme="majorBidi" w:hAnsiTheme="majorBidi" w:cstheme="majorBidi"/>
        </w:rPr>
        <w:t>that can connect people all over the world</w:t>
      </w:r>
      <w:r w:rsidR="00D22842" w:rsidRPr="0097701D">
        <w:rPr>
          <w:rFonts w:asciiTheme="majorBidi" w:hAnsiTheme="majorBidi" w:cstheme="majorBidi"/>
        </w:rPr>
        <w:t xml:space="preserve">. With the </w:t>
      </w:r>
      <w:r w:rsidR="0029329C">
        <w:rPr>
          <w:rFonts w:asciiTheme="majorBidi" w:hAnsiTheme="majorBidi" w:cstheme="majorBidi"/>
        </w:rPr>
        <w:t>digital recommendations</w:t>
      </w:r>
      <w:r w:rsidR="00D22842" w:rsidRPr="0097701D">
        <w:rPr>
          <w:rFonts w:asciiTheme="majorBidi" w:hAnsiTheme="majorBidi" w:cstheme="majorBidi"/>
        </w:rPr>
        <w:t xml:space="preserve"> </w:t>
      </w:r>
      <w:r w:rsidR="0029329C">
        <w:rPr>
          <w:rFonts w:asciiTheme="majorBidi" w:hAnsiTheme="majorBidi" w:cstheme="majorBidi"/>
        </w:rPr>
        <w:t xml:space="preserve">available from the blooming </w:t>
      </w:r>
      <w:r w:rsidR="00D22842" w:rsidRPr="0097701D">
        <w:rPr>
          <w:rFonts w:asciiTheme="majorBidi" w:hAnsiTheme="majorBidi" w:cstheme="majorBidi"/>
        </w:rPr>
        <w:t xml:space="preserve">agentic AI </w:t>
      </w:r>
      <w:r w:rsidR="0029329C">
        <w:rPr>
          <w:rFonts w:asciiTheme="majorBidi" w:hAnsiTheme="majorBidi" w:cstheme="majorBidi"/>
        </w:rPr>
        <w:t>courage</w:t>
      </w:r>
      <w:r w:rsidR="00D22842" w:rsidRPr="0097701D">
        <w:rPr>
          <w:rFonts w:asciiTheme="majorBidi" w:hAnsiTheme="majorBidi" w:cstheme="majorBidi"/>
        </w:rPr>
        <w:t xml:space="preserve">, </w:t>
      </w:r>
      <w:r w:rsidR="0029329C">
        <w:rPr>
          <w:rFonts w:asciiTheme="majorBidi" w:hAnsiTheme="majorBidi" w:cstheme="majorBidi"/>
        </w:rPr>
        <w:t>it can showcase all sorts of determinations. Because of the great human mind, one can use fantastic technology to start all the machine learning, which is more portent</w:t>
      </w:r>
      <w:r w:rsidR="00D22842" w:rsidRPr="0097701D">
        <w:rPr>
          <w:rFonts w:asciiTheme="majorBidi" w:hAnsiTheme="majorBidi" w:cstheme="majorBidi"/>
        </w:rPr>
        <w:t>.</w:t>
      </w:r>
      <w:r w:rsidR="00A24040" w:rsidRPr="0097701D">
        <w:rPr>
          <w:rFonts w:asciiTheme="majorBidi" w:hAnsiTheme="majorBidi" w:cstheme="majorBidi"/>
        </w:rPr>
        <w:t xml:space="preserve"> </w:t>
      </w:r>
      <w:r w:rsidR="0029329C">
        <w:rPr>
          <w:rFonts w:asciiTheme="majorBidi" w:hAnsiTheme="majorBidi" w:cstheme="majorBidi"/>
        </w:rPr>
        <w:t>The authors believe in the continuity of agentic AI coding with remarkable compassion</w:t>
      </w:r>
      <w:r w:rsidR="00D22842" w:rsidRPr="0097701D">
        <w:rPr>
          <w:rFonts w:asciiTheme="majorBidi" w:hAnsiTheme="majorBidi" w:cstheme="majorBidi"/>
        </w:rPr>
        <w:t xml:space="preserve">. </w:t>
      </w:r>
      <w:r w:rsidR="0029329C">
        <w:rPr>
          <w:rFonts w:asciiTheme="majorBidi" w:hAnsiTheme="majorBidi" w:cstheme="majorBidi"/>
        </w:rPr>
        <w:t>Helping those with struggles</w:t>
      </w:r>
      <w:r w:rsidR="00D22842" w:rsidRPr="0097701D">
        <w:rPr>
          <w:rFonts w:asciiTheme="majorBidi" w:hAnsiTheme="majorBidi" w:cstheme="majorBidi"/>
        </w:rPr>
        <w:t xml:space="preserve">, the Ethic Engine </w:t>
      </w:r>
      <w:r w:rsidR="0029329C">
        <w:rPr>
          <w:rFonts w:asciiTheme="majorBidi" w:hAnsiTheme="majorBidi" w:cstheme="majorBidi"/>
        </w:rPr>
        <w:t>shows good qualities in engineering the start of successful agentic AI informatics that could echo through the world of media platform</w:t>
      </w:r>
      <w:r w:rsidR="00D22842" w:rsidRPr="0097701D">
        <w:rPr>
          <w:rFonts w:asciiTheme="majorBidi" w:hAnsiTheme="majorBidi" w:cstheme="majorBidi"/>
        </w:rPr>
        <w:t>.</w:t>
      </w:r>
      <w:r w:rsidR="002E6E9C">
        <w:rPr>
          <w:rFonts w:asciiTheme="majorBidi" w:hAnsiTheme="majorBidi" w:cstheme="majorBidi"/>
        </w:rPr>
        <w:t xml:space="preserve"> This is a very special charitable cause, with the remarking positive traits to continue to teach good moral values</w:t>
      </w:r>
      <w:r w:rsidR="00DC7FAE">
        <w:rPr>
          <w:rFonts w:asciiTheme="majorBidi" w:hAnsiTheme="majorBidi" w:cstheme="majorBidi"/>
        </w:rPr>
        <w:t xml:space="preserve"> and teachings, which guided from young until the present moment. Discipline keeps one grounded success that brought great support</w:t>
      </w:r>
      <w:r w:rsidR="00D22842" w:rsidRPr="0097701D">
        <w:rPr>
          <w:rFonts w:asciiTheme="majorBidi" w:hAnsiTheme="majorBidi" w:cstheme="majorBidi"/>
        </w:rPr>
        <w:t xml:space="preserve">. </w:t>
      </w:r>
      <w:r w:rsidR="00DC7FAE">
        <w:rPr>
          <w:rFonts w:asciiTheme="majorBidi" w:hAnsiTheme="majorBidi" w:cstheme="majorBidi"/>
        </w:rPr>
        <w:t>With lots of charity work emphasized by agentic AI</w:t>
      </w:r>
      <w:r w:rsidR="00D22842" w:rsidRPr="0097701D">
        <w:rPr>
          <w:rFonts w:asciiTheme="majorBidi" w:hAnsiTheme="majorBidi" w:cstheme="majorBidi"/>
        </w:rPr>
        <w:t xml:space="preserve">, </w:t>
      </w:r>
      <w:r w:rsidR="00DC7FAE">
        <w:rPr>
          <w:rFonts w:asciiTheme="majorBidi" w:hAnsiTheme="majorBidi" w:cstheme="majorBidi"/>
        </w:rPr>
        <w:t>it would be legacy of elan trophic work giving back to society</w:t>
      </w:r>
      <w:r w:rsidR="00D22842" w:rsidRPr="0097701D">
        <w:rPr>
          <w:rFonts w:asciiTheme="majorBidi" w:hAnsiTheme="majorBidi" w:cstheme="majorBidi"/>
        </w:rPr>
        <w:t>.</w:t>
      </w:r>
      <w:r w:rsidR="005C2BF5">
        <w:rPr>
          <w:rFonts w:asciiTheme="majorBidi" w:hAnsiTheme="majorBidi" w:cstheme="majorBidi"/>
        </w:rPr>
        <w:t xml:space="preserve"> </w:t>
      </w:r>
      <w:r w:rsidR="00DC7FAE">
        <w:rPr>
          <w:rFonts w:asciiTheme="majorBidi" w:hAnsiTheme="majorBidi" w:cstheme="majorBidi"/>
        </w:rPr>
        <w:t xml:space="preserve">All these aspects are about cultivating </w:t>
      </w:r>
      <w:proofErr w:type="gramStart"/>
      <w:r w:rsidR="00DC7FAE">
        <w:rPr>
          <w:rFonts w:asciiTheme="majorBidi" w:hAnsiTheme="majorBidi" w:cstheme="majorBidi"/>
        </w:rPr>
        <w:t>the inner</w:t>
      </w:r>
      <w:proofErr w:type="gramEnd"/>
      <w:r w:rsidR="00DC7FAE">
        <w:rPr>
          <w:rFonts w:asciiTheme="majorBidi" w:hAnsiTheme="majorBidi" w:cstheme="majorBidi"/>
        </w:rPr>
        <w:t xml:space="preserve"> qualities as the years passed with upright characteristics.</w:t>
      </w:r>
    </w:p>
    <w:p w14:paraId="16F21B4D" w14:textId="19777210" w:rsidR="00613B4D" w:rsidRDefault="0016385D" w:rsidP="00613B4D">
      <w:pPr>
        <w:pStyle w:val="Heading1"/>
        <w:rPr>
          <w:rFonts w:asciiTheme="majorBidi" w:hAnsiTheme="majorBidi" w:cstheme="majorBidi"/>
        </w:rPr>
      </w:pPr>
      <w:r w:rsidRPr="00075EA6">
        <w:rPr>
          <w:rFonts w:asciiTheme="majorBidi" w:hAnsiTheme="majorBidi" w:cstheme="majorBidi"/>
        </w:rPr>
        <w:t>References</w:t>
      </w:r>
    </w:p>
    <w:p w14:paraId="26EAA343" w14:textId="7B602A8F" w:rsidR="00A63014" w:rsidRPr="00BD3872" w:rsidRDefault="00D829C7" w:rsidP="008E3974">
      <w:pPr>
        <w:pStyle w:val="Reference"/>
      </w:pPr>
      <w:r w:rsidRPr="00BD3872">
        <w:t xml:space="preserve">Z. Chen, “Ethics and discrimination in artificial intelligence-enabled recruitment practices,” Humanities Social Sciences Communication </w:t>
      </w:r>
      <w:r w:rsidRPr="00BD3872">
        <w:rPr>
          <w:b/>
          <w:bCs/>
        </w:rPr>
        <w:t>10</w:t>
      </w:r>
      <w:r w:rsidRPr="00BD3872">
        <w:t>(1), 567 (2023).</w:t>
      </w:r>
      <w:r w:rsidR="00A63014" w:rsidRPr="00BD3872">
        <w:t xml:space="preserve"> </w:t>
      </w:r>
      <w:r w:rsidR="004D1EB3" w:rsidRPr="00BD3872">
        <w:t>https://doi.org/</w:t>
      </w:r>
      <w:r w:rsidR="00A63014" w:rsidRPr="00BD3872">
        <w:t>10.1057/s41599-023-02079-x</w:t>
      </w:r>
    </w:p>
    <w:p w14:paraId="5F096A47" w14:textId="67E3D02A" w:rsidR="00A63014" w:rsidRPr="00BD3872" w:rsidRDefault="006620AA" w:rsidP="00A63014">
      <w:pPr>
        <w:pStyle w:val="Reference"/>
      </w:pPr>
      <w:r w:rsidRPr="00BD3872">
        <w:t>B.C. Cheong, “Transparency and accountability in AI systems: safeguarding wellbeing in the age of algorithmic decision-making,” Front. Hum. Dyn. </w:t>
      </w:r>
      <w:r w:rsidRPr="00BD3872">
        <w:rPr>
          <w:b/>
          <w:bCs/>
        </w:rPr>
        <w:t>6</w:t>
      </w:r>
      <w:r w:rsidRPr="00BD3872">
        <w:t>, 1421273 (2024).</w:t>
      </w:r>
      <w:r w:rsidR="00833B7B" w:rsidRPr="00BD3872">
        <w:t xml:space="preserve"> https://doi.org/10.3389/fhumd.2024.1421273</w:t>
      </w:r>
    </w:p>
    <w:p w14:paraId="5AED33F2" w14:textId="334DA9EF" w:rsidR="00A63014" w:rsidRPr="00BD3872" w:rsidRDefault="001A42C8" w:rsidP="00A63014">
      <w:pPr>
        <w:pStyle w:val="Reference"/>
      </w:pPr>
      <w:r w:rsidRPr="00BD3872">
        <w:t xml:space="preserve">E.A. Neufeld, E. Bartocci, A. Ciabattoni, and G. </w:t>
      </w:r>
      <w:proofErr w:type="spellStart"/>
      <w:r w:rsidRPr="00BD3872">
        <w:t>Governatori</w:t>
      </w:r>
      <w:proofErr w:type="spellEnd"/>
      <w:r w:rsidRPr="00BD3872">
        <w:t>, “Enforcing ethical goals over reinforcement-learning policies,” Ethics Inf Technol </w:t>
      </w:r>
      <w:r w:rsidRPr="00BD3872">
        <w:rPr>
          <w:b/>
          <w:bCs/>
        </w:rPr>
        <w:t>24</w:t>
      </w:r>
      <w:r w:rsidRPr="00BD3872">
        <w:t>(4), 43 (2022).</w:t>
      </w:r>
      <w:r w:rsidR="00A63014" w:rsidRPr="00BD3872">
        <w:t xml:space="preserve"> </w:t>
      </w:r>
      <w:bookmarkStart w:id="3" w:name="_Hlk198174167"/>
      <w:r w:rsidR="00E76A53" w:rsidRPr="00BD3872">
        <w:t>https://doi.org/</w:t>
      </w:r>
      <w:bookmarkEnd w:id="3"/>
      <w:r w:rsidR="00A63014" w:rsidRPr="00BD3872">
        <w:t>10.1007/s10676-022-09665-8</w:t>
      </w:r>
    </w:p>
    <w:p w14:paraId="3DCF29BF" w14:textId="137C2C74" w:rsidR="00A63014" w:rsidRPr="00BD3872" w:rsidRDefault="0081278F" w:rsidP="00A63014">
      <w:pPr>
        <w:pStyle w:val="Reference"/>
      </w:pPr>
      <w:r w:rsidRPr="00BD3872">
        <w:t>J. Machado, R. Sousa, H. Peixoto, and A. Abelha, “Ethical Decision-Making in Artificial Intelligence: A Logic Programming Approach,” AI </w:t>
      </w:r>
      <w:r w:rsidRPr="00BD3872">
        <w:rPr>
          <w:b/>
          <w:bCs/>
        </w:rPr>
        <w:t>5</w:t>
      </w:r>
      <w:r w:rsidRPr="00BD3872">
        <w:t>(4), 2707–2724 (2024).</w:t>
      </w:r>
      <w:r w:rsidR="00A63014" w:rsidRPr="00BD3872">
        <w:t xml:space="preserve"> </w:t>
      </w:r>
      <w:r w:rsidR="003D3C0C" w:rsidRPr="00BD3872">
        <w:t>https://doi.org/</w:t>
      </w:r>
      <w:r w:rsidR="00A63014" w:rsidRPr="00BD3872">
        <w:t>10.3390/ai5040130</w:t>
      </w:r>
    </w:p>
    <w:p w14:paraId="35D278E2" w14:textId="030F879A" w:rsidR="00A63014" w:rsidRPr="00BD3872" w:rsidRDefault="00937E9A" w:rsidP="00A63014">
      <w:pPr>
        <w:pStyle w:val="Reference"/>
      </w:pPr>
      <w:r w:rsidRPr="00BD3872">
        <w:t>S. Panyam, and P. Gujar, “How AI Agents Are Transforming Software Engineering and the Future of Product Development,” Computer </w:t>
      </w:r>
      <w:r w:rsidRPr="00BD3872">
        <w:rPr>
          <w:b/>
          <w:bCs/>
        </w:rPr>
        <w:t>58</w:t>
      </w:r>
      <w:r w:rsidRPr="00BD3872">
        <w:t xml:space="preserve">(5), 71–77 (2025). </w:t>
      </w:r>
      <w:r w:rsidR="00E87248" w:rsidRPr="00BD3872">
        <w:t>https://doi.org/10.1109/MC.2024.3488378</w:t>
      </w:r>
    </w:p>
    <w:p w14:paraId="4AA63B70" w14:textId="274B0D31" w:rsidR="00A63014" w:rsidRPr="00BD3872" w:rsidRDefault="00EF465F" w:rsidP="00A63014">
      <w:pPr>
        <w:pStyle w:val="Reference"/>
      </w:pPr>
      <w:r w:rsidRPr="00BD3872">
        <w:t>M. Jovanović, and M. Campbell, “Evolving AI: What Lies Beyond Today’s Language Models,” Computer 58(5), 91–96 (2025). https://doi.org/10.1109/MC.2025.3546045</w:t>
      </w:r>
    </w:p>
    <w:p w14:paraId="769CEB6A" w14:textId="4E153CE8" w:rsidR="00A63014" w:rsidRPr="00BD3872" w:rsidRDefault="00E129A0" w:rsidP="00A63014">
      <w:pPr>
        <w:pStyle w:val="Reference"/>
      </w:pPr>
      <w:r w:rsidRPr="00BD3872">
        <w:t xml:space="preserve">E. Halme, M. Jantunen, V. </w:t>
      </w:r>
      <w:proofErr w:type="spellStart"/>
      <w:r w:rsidRPr="00BD3872">
        <w:t>Vakkuri</w:t>
      </w:r>
      <w:proofErr w:type="spellEnd"/>
      <w:r w:rsidRPr="00BD3872">
        <w:t xml:space="preserve">, K.-K. </w:t>
      </w:r>
      <w:proofErr w:type="spellStart"/>
      <w:r w:rsidRPr="00BD3872">
        <w:t>Kemell</w:t>
      </w:r>
      <w:proofErr w:type="spellEnd"/>
      <w:r w:rsidRPr="00BD3872">
        <w:t>, and P. Abrahamsson, “Making ethics practical: User stories as a way of implementing ethical consideration in Software Engineering,” Information and Software Technology </w:t>
      </w:r>
      <w:r w:rsidRPr="00BD3872">
        <w:rPr>
          <w:b/>
          <w:bCs/>
        </w:rPr>
        <w:t>167</w:t>
      </w:r>
      <w:r w:rsidRPr="00BD3872">
        <w:t xml:space="preserve">, 107379 (2024). </w:t>
      </w:r>
      <w:r w:rsidR="00E24410" w:rsidRPr="00BD3872">
        <w:t>https://doi.org/10.1016/j.infsof.2023.107379</w:t>
      </w:r>
    </w:p>
    <w:p w14:paraId="256496A0" w14:textId="17F97012" w:rsidR="00A63014" w:rsidRPr="00BD3872" w:rsidRDefault="000D155A" w:rsidP="00A63014">
      <w:pPr>
        <w:pStyle w:val="Reference"/>
      </w:pPr>
      <w:r w:rsidRPr="00BD3872">
        <w:t xml:space="preserve">M. </w:t>
      </w:r>
      <w:proofErr w:type="spellStart"/>
      <w:r w:rsidRPr="00BD3872">
        <w:t>Harishbhai</w:t>
      </w:r>
      <w:proofErr w:type="spellEnd"/>
      <w:r w:rsidRPr="00BD3872">
        <w:t xml:space="preserve"> Tilala, P. Kumar Chenchala, A. </w:t>
      </w:r>
      <w:proofErr w:type="spellStart"/>
      <w:r w:rsidRPr="00BD3872">
        <w:t>Choppadandi</w:t>
      </w:r>
      <w:proofErr w:type="spellEnd"/>
      <w:r w:rsidRPr="00BD3872">
        <w:t xml:space="preserve">, J. Kaur, S. </w:t>
      </w:r>
      <w:proofErr w:type="spellStart"/>
      <w:r w:rsidRPr="00BD3872">
        <w:t>Naguri</w:t>
      </w:r>
      <w:proofErr w:type="spellEnd"/>
      <w:r w:rsidRPr="00BD3872">
        <w:t xml:space="preserve">, R. Saoji, and B. </w:t>
      </w:r>
      <w:proofErr w:type="spellStart"/>
      <w:r w:rsidRPr="00BD3872">
        <w:t>Devaguptapu</w:t>
      </w:r>
      <w:proofErr w:type="spellEnd"/>
      <w:r w:rsidRPr="00BD3872">
        <w:t xml:space="preserve">, “Ethical Considerations in the Use of Artificial Intelligence and Machine Learning in Health Care: A Comprehensive Review,” Cureus, </w:t>
      </w:r>
      <w:r w:rsidRPr="00BD3872">
        <w:rPr>
          <w:b/>
          <w:bCs/>
        </w:rPr>
        <w:t>16</w:t>
      </w:r>
      <w:r w:rsidRPr="00BD3872">
        <w:t>(6), e62443 (2024).</w:t>
      </w:r>
      <w:r w:rsidR="00A63014" w:rsidRPr="00BD3872">
        <w:t xml:space="preserve"> </w:t>
      </w:r>
      <w:r w:rsidR="003A3372" w:rsidRPr="00BD3872">
        <w:t>https://doi.org/</w:t>
      </w:r>
      <w:r w:rsidR="00A63014" w:rsidRPr="00BD3872">
        <w:t>10.7759/cureus.62443</w:t>
      </w:r>
    </w:p>
    <w:p w14:paraId="3ECD8960" w14:textId="36FCEF1B" w:rsidR="00A63014" w:rsidRPr="00BD3872" w:rsidRDefault="00254464" w:rsidP="00A63014">
      <w:pPr>
        <w:pStyle w:val="Reference"/>
      </w:pPr>
      <w:r w:rsidRPr="00BD3872">
        <w:t>M.T.-T. Yong, S.-B. Ho, and C.-H. Tan, “Migraine Generative Artificial Intelligence based on Mobile Personalized Healthcare,”</w:t>
      </w:r>
      <w:r w:rsidR="00B440CE" w:rsidRPr="00BD3872">
        <w:t xml:space="preserve"> Journal of Informatics and Web Engineering (JIWE) </w:t>
      </w:r>
      <w:r w:rsidRPr="00BD3872">
        <w:rPr>
          <w:b/>
          <w:bCs/>
        </w:rPr>
        <w:t>4</w:t>
      </w:r>
      <w:r w:rsidRPr="00BD3872">
        <w:t>(1), 275–291 (2025). https://doi.org/10.33093/jiwe.2025.4.1.20</w:t>
      </w:r>
    </w:p>
    <w:p w14:paraId="3BA5EB93" w14:textId="129AB715" w:rsidR="00A63014" w:rsidRPr="00BD3872" w:rsidRDefault="00A30135" w:rsidP="00A63014">
      <w:pPr>
        <w:pStyle w:val="Reference"/>
      </w:pPr>
      <w:r w:rsidRPr="00BD3872">
        <w:t>E. Prem, “From ethical AI frameworks to tools: a review of approaches,” AI Ethics </w:t>
      </w:r>
      <w:r w:rsidRPr="00BD3872">
        <w:rPr>
          <w:b/>
          <w:bCs/>
        </w:rPr>
        <w:t>3</w:t>
      </w:r>
      <w:r w:rsidRPr="00BD3872">
        <w:t>(3), 699–716 (2023).</w:t>
      </w:r>
      <w:r w:rsidR="00A63014" w:rsidRPr="00BD3872">
        <w:t xml:space="preserve"> </w:t>
      </w:r>
      <w:r w:rsidRPr="00BD3872">
        <w:t>https://doi.org/</w:t>
      </w:r>
      <w:r w:rsidR="00A63014" w:rsidRPr="00BD3872">
        <w:t>10.1007/s43681-023-00258-9.</w:t>
      </w:r>
    </w:p>
    <w:p w14:paraId="1266EBA9" w14:textId="2BFE926E" w:rsidR="00A63014" w:rsidRPr="00BD3872" w:rsidRDefault="003D7F20" w:rsidP="00A63014">
      <w:pPr>
        <w:pStyle w:val="Reference"/>
      </w:pPr>
      <w:r w:rsidRPr="00BD3872">
        <w:t xml:space="preserve">I. </w:t>
      </w:r>
      <w:proofErr w:type="spellStart"/>
      <w:r w:rsidRPr="00BD3872">
        <w:t>Ibriwesh</w:t>
      </w:r>
      <w:proofErr w:type="spellEnd"/>
      <w:r w:rsidRPr="00BD3872">
        <w:t xml:space="preserve">, S.-B. Ho, I. Chai, and C.-H. Tan, “A Controlled Experiment on Comparison of Data Perspectives for Software Requirements Documentation,” Arab J Sci Eng </w:t>
      </w:r>
      <w:r w:rsidRPr="00BD3872">
        <w:rPr>
          <w:b/>
          <w:bCs/>
        </w:rPr>
        <w:t>42</w:t>
      </w:r>
      <w:r w:rsidRPr="00BD3872">
        <w:t>(8), 3175–3189 (2017). https://doi.org/10.1007/s13369-017-2425-2</w:t>
      </w:r>
    </w:p>
    <w:p w14:paraId="6EF7B064" w14:textId="6EFDF0BD" w:rsidR="00A63014" w:rsidRPr="00BD3872" w:rsidRDefault="00D44BEE" w:rsidP="00A63014">
      <w:pPr>
        <w:pStyle w:val="Reference"/>
      </w:pPr>
      <w:r w:rsidRPr="00BD3872">
        <w:t xml:space="preserve">C. Ferrara, G. Sellitto, F. Ferrucci, F. Palomba, and A. De Lucia, “Fairness-aware machine learning engineering: how far are </w:t>
      </w:r>
      <w:proofErr w:type="gramStart"/>
      <w:r w:rsidRPr="00BD3872">
        <w:t>we?,</w:t>
      </w:r>
      <w:proofErr w:type="gramEnd"/>
      <w:r w:rsidRPr="00BD3872">
        <w:t xml:space="preserve">” Empirical Software Engineering </w:t>
      </w:r>
      <w:r w:rsidRPr="00BD3872">
        <w:rPr>
          <w:b/>
          <w:bCs/>
        </w:rPr>
        <w:t>29</w:t>
      </w:r>
      <w:r w:rsidRPr="00BD3872">
        <w:t>(1), 9 (2024).</w:t>
      </w:r>
      <w:r w:rsidR="00A63014" w:rsidRPr="00BD3872">
        <w:t xml:space="preserve"> </w:t>
      </w:r>
      <w:r w:rsidR="003C26C2" w:rsidRPr="00BD3872">
        <w:t>https://doi.org/</w:t>
      </w:r>
      <w:r w:rsidR="00A63014" w:rsidRPr="00BD3872">
        <w:t>10.1007/s10664-023-10402-y</w:t>
      </w:r>
    </w:p>
    <w:p w14:paraId="1712A4FD" w14:textId="02256533" w:rsidR="00A63014" w:rsidRPr="00BD3872" w:rsidRDefault="00333B43" w:rsidP="00E820E6">
      <w:pPr>
        <w:pStyle w:val="Reference"/>
      </w:pPr>
      <w:r w:rsidRPr="00BD3872">
        <w:t xml:space="preserve">C.-W. Teoh, S.-B. Ho, K.S. </w:t>
      </w:r>
      <w:proofErr w:type="spellStart"/>
      <w:r w:rsidRPr="00BD3872">
        <w:t>Dollmat</w:t>
      </w:r>
      <w:proofErr w:type="spellEnd"/>
      <w:r w:rsidRPr="00BD3872">
        <w:t xml:space="preserve">, and C.-H. Tan, “Ensemble-Learning techniques for predicting student performance on video-based learning,” Int. J. Inf. Educ. Technol </w:t>
      </w:r>
      <w:r w:rsidRPr="00BD3872">
        <w:rPr>
          <w:b/>
          <w:bCs/>
        </w:rPr>
        <w:t>12</w:t>
      </w:r>
      <w:r w:rsidRPr="00BD3872">
        <w:t>(8), 741–745 (2022). https://doi.org/10.18178/ijiet.2022.12.8.1679</w:t>
      </w:r>
    </w:p>
    <w:p w14:paraId="5369CEC3" w14:textId="1F097D05" w:rsidR="00A63014" w:rsidRPr="00BD3872" w:rsidRDefault="00EB5296" w:rsidP="00A63014">
      <w:pPr>
        <w:pStyle w:val="Reference"/>
      </w:pPr>
      <w:r w:rsidRPr="00BD3872">
        <w:t xml:space="preserve">N. Balasubramaniam, M. Kauppinen, K. </w:t>
      </w:r>
      <w:proofErr w:type="spellStart"/>
      <w:r w:rsidRPr="00BD3872">
        <w:t>Hiekkanen</w:t>
      </w:r>
      <w:proofErr w:type="spellEnd"/>
      <w:r w:rsidRPr="00BD3872">
        <w:t>, and S. Kujala, “Transparency and Explainability of AI Systems: Ethical Guidelines in Practice,” in </w:t>
      </w:r>
      <w:r w:rsidRPr="00BD3872">
        <w:rPr>
          <w:i/>
          <w:iCs/>
        </w:rPr>
        <w:t>Requirements Engineering: Foundation for Software Quality</w:t>
      </w:r>
      <w:r w:rsidRPr="00BD3872">
        <w:t>, edited by V. Gervasi and A. Vogelsang, (Springer International Publishing, Cham, 2022), pp. 3–18.</w:t>
      </w:r>
      <w:r w:rsidR="00A63014" w:rsidRPr="00BD3872">
        <w:t xml:space="preserve"> </w:t>
      </w:r>
      <w:r w:rsidR="00392C3A" w:rsidRPr="00BD3872">
        <w:t>https://doi.org/</w:t>
      </w:r>
      <w:r w:rsidR="00A63014" w:rsidRPr="00BD3872">
        <w:t>10.1007/978-3-030-98464-9_1</w:t>
      </w:r>
    </w:p>
    <w:p w14:paraId="42C19396" w14:textId="145B11CC" w:rsidR="00A63014" w:rsidRPr="00BD3872" w:rsidRDefault="00CC6DF2" w:rsidP="00A63014">
      <w:pPr>
        <w:pStyle w:val="Reference"/>
      </w:pPr>
      <w:r w:rsidRPr="00BD3872">
        <w:t xml:space="preserve">W.-X. Ong, S.-B. Ho, and C.-H. Tan, “Enhancing migraine management system through weather forecasting for a better daily life,” Journal of Informatics and Web Engineering </w:t>
      </w:r>
      <w:r w:rsidRPr="00BD3872">
        <w:rPr>
          <w:b/>
          <w:bCs/>
        </w:rPr>
        <w:t>2</w:t>
      </w:r>
      <w:r w:rsidRPr="00BD3872">
        <w:t>(2), 201–217 (2023). https://doi.org/10.33093/jiwe.2023.2.2.15</w:t>
      </w:r>
    </w:p>
    <w:p w14:paraId="576C062F" w14:textId="381DE0CD" w:rsidR="00A63014" w:rsidRPr="00BD3872" w:rsidRDefault="00EE2DF4" w:rsidP="000F5155">
      <w:pPr>
        <w:pStyle w:val="Reference"/>
      </w:pPr>
      <w:r w:rsidRPr="00BD3872">
        <w:lastRenderedPageBreak/>
        <w:t xml:space="preserve">A. Singhal, N. </w:t>
      </w:r>
      <w:proofErr w:type="spellStart"/>
      <w:r w:rsidRPr="00BD3872">
        <w:t>Neveditsin</w:t>
      </w:r>
      <w:proofErr w:type="spellEnd"/>
      <w:r w:rsidRPr="00BD3872">
        <w:t>, H. Tanveer, and V. Mago, “Toward Fairness, Accountability, Transparency, and Ethics in AI for Social Media and Health Care: Scoping Review,” JMIR Med Inform </w:t>
      </w:r>
      <w:r w:rsidRPr="00BD3872">
        <w:rPr>
          <w:b/>
          <w:bCs/>
        </w:rPr>
        <w:t>12</w:t>
      </w:r>
      <w:r w:rsidRPr="00BD3872">
        <w:t>, e50048 (2024).</w:t>
      </w:r>
      <w:r w:rsidR="00A63014" w:rsidRPr="00BD3872">
        <w:t xml:space="preserve"> </w:t>
      </w:r>
      <w:r w:rsidR="00C973AB" w:rsidRPr="00BD3872">
        <w:t>https://doi.org/</w:t>
      </w:r>
      <w:r w:rsidR="00A63014" w:rsidRPr="00BD3872">
        <w:t>10.2196/50048</w:t>
      </w:r>
    </w:p>
    <w:p w14:paraId="263359A2" w14:textId="086B9EE5" w:rsidR="00D63186" w:rsidRPr="00BD3872" w:rsidRDefault="00420C13" w:rsidP="00D63186">
      <w:pPr>
        <w:pStyle w:val="Reference"/>
      </w:pPr>
      <w:r w:rsidRPr="00BD3872">
        <w:t xml:space="preserve">C.-W. Teoh, S.-B. Ho, K.S. </w:t>
      </w:r>
      <w:proofErr w:type="spellStart"/>
      <w:r w:rsidRPr="00BD3872">
        <w:t>Dollmat</w:t>
      </w:r>
      <w:proofErr w:type="spellEnd"/>
      <w:r w:rsidRPr="00BD3872">
        <w:t xml:space="preserve">, and C.-H. Tan, “Machine Learning Prediction Model for Early Student Academic Performance Evaluation in Video-Based Learning,” </w:t>
      </w:r>
      <w:r w:rsidR="00EB5DBC" w:rsidRPr="00BD3872">
        <w:t>International Journal of Membrane Science and Technology</w:t>
      </w:r>
      <w:r w:rsidRPr="00BD3872">
        <w:t xml:space="preserve"> </w:t>
      </w:r>
      <w:r w:rsidRPr="00BD3872">
        <w:rPr>
          <w:b/>
          <w:bCs/>
        </w:rPr>
        <w:t>10</w:t>
      </w:r>
      <w:r w:rsidRPr="00BD3872">
        <w:t>(2), 1529–1544 (2023). https://doi.org/10.15379/ijmst.v10i2.1822</w:t>
      </w:r>
    </w:p>
    <w:p w14:paraId="5DB0B322" w14:textId="6A8988BF" w:rsidR="00D63186" w:rsidRPr="00BD3872" w:rsidRDefault="00E445B8" w:rsidP="00D63186">
      <w:pPr>
        <w:pStyle w:val="Reference"/>
      </w:pPr>
      <w:r w:rsidRPr="00BD3872">
        <w:t>J.-L. Goh, S.-B. Ho, and C.-H. Tan, “Weather-based arthritis tracking: A mobile mechanism for preventive strategies,” Journal of Informatics and Web Engineering</w:t>
      </w:r>
      <w:r w:rsidR="00B851ED" w:rsidRPr="00BD3872">
        <w:t xml:space="preserve"> (JIWE)</w:t>
      </w:r>
      <w:r w:rsidRPr="00BD3872">
        <w:t xml:space="preserve"> </w:t>
      </w:r>
      <w:r w:rsidRPr="00BD3872">
        <w:rPr>
          <w:b/>
          <w:bCs/>
        </w:rPr>
        <w:t>3</w:t>
      </w:r>
      <w:r w:rsidRPr="00BD3872">
        <w:t>(1), 210–225 (2024). https://doi.org/10.33093/jiwe.2024.3.1.14</w:t>
      </w:r>
    </w:p>
    <w:p w14:paraId="18ACD5E8" w14:textId="60BC9365" w:rsidR="00D63186" w:rsidRPr="00BD3872" w:rsidRDefault="00B851ED" w:rsidP="00D63186">
      <w:pPr>
        <w:pStyle w:val="Reference"/>
      </w:pPr>
      <w:r w:rsidRPr="00BD3872">
        <w:t xml:space="preserve">S.-B. Ho, E.-Y. Chew, and C.-H. Tan, “Streamlining Dental Clinic Management for Effective </w:t>
      </w:r>
      <w:proofErr w:type="spellStart"/>
      <w:r w:rsidRPr="00BD3872">
        <w:t>Digitisation</w:t>
      </w:r>
      <w:proofErr w:type="spellEnd"/>
      <w:r w:rsidRPr="00BD3872">
        <w:t xml:space="preserve"> Productivity and Usability,” JIWE </w:t>
      </w:r>
      <w:r w:rsidRPr="00BD3872">
        <w:rPr>
          <w:b/>
          <w:bCs/>
        </w:rPr>
        <w:t>3</w:t>
      </w:r>
      <w:r w:rsidRPr="00BD3872">
        <w:t>(2), 70–85 (2024).</w:t>
      </w:r>
      <w:r w:rsidR="00B07F6B" w:rsidRPr="00BD3872">
        <w:t xml:space="preserve"> https://doi.org/10.33093/jiwe.2023.3.2.5</w:t>
      </w:r>
    </w:p>
    <w:p w14:paraId="48016908" w14:textId="509E88B9" w:rsidR="00D63186" w:rsidRPr="00BD3872" w:rsidRDefault="008C13C2" w:rsidP="00D63186">
      <w:pPr>
        <w:pStyle w:val="Reference"/>
      </w:pPr>
      <w:r w:rsidRPr="00BD3872">
        <w:t>J.-X. Kok, S.-B. Ho, and C.-H. Tan, “Enhancing Financial Literacy: A Progressive Web Application Approach for Malaysian Youth,” JIWE </w:t>
      </w:r>
      <w:r w:rsidRPr="00BD3872">
        <w:rPr>
          <w:b/>
          <w:bCs/>
        </w:rPr>
        <w:t>4</w:t>
      </w:r>
      <w:r w:rsidRPr="00BD3872">
        <w:t>(1), 53–69 (2025). https://doi.org/10.33093/jiwe.2025.4.1.5</w:t>
      </w:r>
    </w:p>
    <w:p w14:paraId="508EF8B8" w14:textId="3665F91B" w:rsidR="003D66C4" w:rsidRPr="00BD3872" w:rsidRDefault="00254BA0" w:rsidP="00D63186">
      <w:pPr>
        <w:pStyle w:val="Reference"/>
      </w:pPr>
      <w:r w:rsidRPr="00BD3872">
        <w:t xml:space="preserve">Z.-S. Lim, A. Yulastri, S.-B. Ho, and C.-H. Tan, “Enhancing Travel Planning Efficiency with a Comprehensive </w:t>
      </w:r>
      <w:proofErr w:type="spellStart"/>
      <w:r w:rsidRPr="00BD3872">
        <w:t>TripEase</w:t>
      </w:r>
      <w:proofErr w:type="spellEnd"/>
      <w:r w:rsidRPr="00BD3872">
        <w:t xml:space="preserve"> GenAI Mechanism,” Int. J. Adv. Sci. Eng. Inf. Technol. </w:t>
      </w:r>
      <w:r w:rsidRPr="00BD3872">
        <w:rPr>
          <w:b/>
          <w:bCs/>
        </w:rPr>
        <w:t>14</w:t>
      </w:r>
      <w:r w:rsidRPr="00BD3872">
        <w:t>(6), 2090–2097 (2024).</w:t>
      </w:r>
      <w:r w:rsidR="00D63186" w:rsidRPr="00BD3872">
        <w:t xml:space="preserve"> </w:t>
      </w:r>
      <w:r w:rsidR="001F2340" w:rsidRPr="00BD3872">
        <w:t>https://doi.org/10.18517/ijaseit.14.6.11985</w:t>
      </w:r>
    </w:p>
    <w:p w14:paraId="088B24B6" w14:textId="366F8E7D" w:rsidR="0088299D" w:rsidRPr="00BD3872" w:rsidRDefault="0088299D" w:rsidP="0088299D">
      <w:pPr>
        <w:pStyle w:val="Reference"/>
      </w:pPr>
      <w:r w:rsidRPr="00BD3872">
        <w:t xml:space="preserve">R. Haque, S.B. Ho, I. Chai, and A. Abdullah, “Improved Adam-based Feedforward Deep Neural Network Model for Personalized Asthma Predictions,” Journal of System and Management Sciences </w:t>
      </w:r>
      <w:r w:rsidRPr="00BD3872">
        <w:rPr>
          <w:b/>
          <w:bCs/>
        </w:rPr>
        <w:t>13</w:t>
      </w:r>
      <w:r w:rsidRPr="00BD3872">
        <w:t>(2), 241–257 (2023). https://doi.org/10.33168/JSMS.2023.0217</w:t>
      </w:r>
    </w:p>
    <w:p w14:paraId="5D0C1A54" w14:textId="316F6B30" w:rsidR="0088299D" w:rsidRPr="00BD3872" w:rsidRDefault="00C90BEB" w:rsidP="0088299D">
      <w:pPr>
        <w:pStyle w:val="Reference"/>
      </w:pPr>
      <w:r w:rsidRPr="00BD3872">
        <w:t xml:space="preserve">S.-B. Ho, I. Chai, and C. H. Tan, “An empirical investigation of methods for teaching design patterns within object-oriented frameworks,” International Journal of Information Technology &amp; Decision Making </w:t>
      </w:r>
      <w:r w:rsidRPr="00BD3872">
        <w:rPr>
          <w:b/>
          <w:bCs/>
        </w:rPr>
        <w:t>6</w:t>
      </w:r>
      <w:r w:rsidRPr="00BD3872">
        <w:t>(04), 701-722 (2007). https://doi.org/10.1142/S021962200700271X</w:t>
      </w:r>
    </w:p>
    <w:p w14:paraId="3165FBC9" w14:textId="77777777" w:rsidR="00FC5F7E" w:rsidRPr="00BD3872" w:rsidRDefault="00FC5F7E" w:rsidP="00FC5F7E">
      <w:pPr>
        <w:pStyle w:val="Reference"/>
      </w:pPr>
      <w:r w:rsidRPr="00BD3872">
        <w:t xml:space="preserve">R. Haque, S.-B. Ho, I. Chai, and A. Abdullah, “Parameter and hyperparameter </w:t>
      </w:r>
      <w:proofErr w:type="spellStart"/>
      <w:r w:rsidRPr="00BD3872">
        <w:t>optimisation</w:t>
      </w:r>
      <w:proofErr w:type="spellEnd"/>
      <w:r w:rsidRPr="00BD3872">
        <w:t xml:space="preserve"> of deep neural network model for </w:t>
      </w:r>
      <w:proofErr w:type="spellStart"/>
      <w:r w:rsidRPr="00BD3872">
        <w:t>personalised</w:t>
      </w:r>
      <w:proofErr w:type="spellEnd"/>
      <w:r w:rsidRPr="00BD3872">
        <w:t xml:space="preserve"> predictions of asthma,” Journal of Advances in Information Technology Vol </w:t>
      </w:r>
      <w:r w:rsidRPr="00BD3872">
        <w:rPr>
          <w:b/>
          <w:bCs/>
        </w:rPr>
        <w:t>13</w:t>
      </w:r>
      <w:r w:rsidRPr="00BD3872">
        <w:t>(5), (2022). https://doi.org/10.12720/jait.13.5.512-517</w:t>
      </w:r>
    </w:p>
    <w:p w14:paraId="307921DE" w14:textId="77777777" w:rsidR="00FC5F7E" w:rsidRPr="00BD3872" w:rsidRDefault="00FC5F7E" w:rsidP="00FC5F7E">
      <w:pPr>
        <w:pStyle w:val="Reference"/>
      </w:pPr>
      <w:r w:rsidRPr="00BD3872">
        <w:t xml:space="preserve">C.M. </w:t>
      </w:r>
      <w:proofErr w:type="spellStart"/>
      <w:r w:rsidRPr="00BD3872">
        <w:t>Chituru</w:t>
      </w:r>
      <w:proofErr w:type="spellEnd"/>
      <w:r w:rsidRPr="00BD3872">
        <w:t xml:space="preserve">, S.-B. Ho, and I. Chai, “Integrating Spatial Computing with Clinical Pathology for Enhanced Diagnosis and Treatment Informatics in Healthcare,” JOIV: International Journal on Informatics Visualization </w:t>
      </w:r>
      <w:r w:rsidRPr="00BD3872">
        <w:rPr>
          <w:b/>
          <w:bCs/>
        </w:rPr>
        <w:t>8</w:t>
      </w:r>
      <w:r w:rsidRPr="00BD3872">
        <w:t>(3–2), 1762–1771 (2024). https://doi.org/10.62527/joiv.8.3-2.2951</w:t>
      </w:r>
    </w:p>
    <w:p w14:paraId="21F6A7BE" w14:textId="77777777" w:rsidR="006B5C1F" w:rsidRPr="00BD3872" w:rsidRDefault="006B5C1F" w:rsidP="006B5C1F">
      <w:pPr>
        <w:pStyle w:val="Reference"/>
      </w:pPr>
      <w:r w:rsidRPr="00FC5F7E">
        <w:t xml:space="preserve">R. Haque, S.-B. Ho, I. Chai, C.-W. Teoh, A. Abdullah, C.-H. Tan, and K.S. </w:t>
      </w:r>
      <w:proofErr w:type="spellStart"/>
      <w:r w:rsidRPr="00FC5F7E">
        <w:t>Dollmat</w:t>
      </w:r>
      <w:proofErr w:type="spellEnd"/>
      <w:r w:rsidRPr="00FC5F7E">
        <w:t xml:space="preserve">, “Intelligent health informatics with </w:t>
      </w:r>
      <w:proofErr w:type="spellStart"/>
      <w:r w:rsidRPr="00FC5F7E">
        <w:t>personalisation</w:t>
      </w:r>
      <w:proofErr w:type="spellEnd"/>
      <w:r w:rsidRPr="00FC5F7E">
        <w:t xml:space="preserve"> in weather-based healthcare using machine learning,” in </w:t>
      </w:r>
      <w:r w:rsidRPr="00FC5F7E">
        <w:rPr>
          <w:i/>
          <w:iCs/>
        </w:rPr>
        <w:t>International Conference of Reliable Information and Communication Technology</w:t>
      </w:r>
      <w:r w:rsidRPr="00FC5F7E">
        <w:t>, (2020), pp. 29–40. https://doi.org/10.1007/978-3-030-70713-2_4</w:t>
      </w:r>
    </w:p>
    <w:p w14:paraId="0E8DDA80" w14:textId="77777777" w:rsidR="006B5C1F" w:rsidRPr="00BD3872" w:rsidRDefault="006B5C1F" w:rsidP="006B5C1F">
      <w:pPr>
        <w:pStyle w:val="Reference"/>
      </w:pPr>
      <w:r w:rsidRPr="006B5C1F">
        <w:t xml:space="preserve">G.A. </w:t>
      </w:r>
      <w:proofErr w:type="spellStart"/>
      <w:r w:rsidRPr="006B5C1F">
        <w:t>Makho</w:t>
      </w:r>
      <w:proofErr w:type="spellEnd"/>
      <w:r w:rsidRPr="006B5C1F">
        <w:t xml:space="preserve">, S.-B. Ho, and I. Chai, “Exploring the potential of artificial intelligence in the medical sector for patient well-being: A review,” in </w:t>
      </w:r>
      <w:r w:rsidRPr="006B5C1F">
        <w:rPr>
          <w:i/>
          <w:iCs/>
        </w:rPr>
        <w:t>AIP Conf Proc</w:t>
      </w:r>
      <w:r w:rsidRPr="006B5C1F">
        <w:t>, (2024). https://doi.org/10.1007/978-3-030-70713-2_4</w:t>
      </w:r>
    </w:p>
    <w:p w14:paraId="59DC1D3E" w14:textId="77777777" w:rsidR="005D614D" w:rsidRPr="00BD3872" w:rsidRDefault="005D614D" w:rsidP="005D614D">
      <w:pPr>
        <w:pStyle w:val="Reference"/>
      </w:pPr>
      <w:r w:rsidRPr="00B023C9">
        <w:t xml:space="preserve">S.B. Ho, S.-L. Chean, I. Chai, and C.H. Tan, “Engineering meaningful computing education: programming learning experience model,” in </w:t>
      </w:r>
      <w:r w:rsidRPr="00B023C9">
        <w:rPr>
          <w:i/>
          <w:iCs/>
        </w:rPr>
        <w:t>2019 IEEE International Conference on Industrial Engineering and Engineering Management (IEEM)</w:t>
      </w:r>
      <w:r w:rsidRPr="00B023C9">
        <w:t>, (2019), pp. 925–929. https://doi.org/10.1109/IEEM44572.2019.8978920</w:t>
      </w:r>
    </w:p>
    <w:p w14:paraId="6C5ABF0B" w14:textId="77777777" w:rsidR="005D614D" w:rsidRPr="00BD3872" w:rsidRDefault="005D614D" w:rsidP="005D614D">
      <w:pPr>
        <w:pStyle w:val="Reference"/>
      </w:pPr>
      <w:r w:rsidRPr="00EB0BD3">
        <w:t>R. Haque, S.-B. Ho, I. Chai, and A. Abdullah, “</w:t>
      </w:r>
      <w:proofErr w:type="spellStart"/>
      <w:r w:rsidRPr="00EB0BD3">
        <w:t>Optimised</w:t>
      </w:r>
      <w:proofErr w:type="spellEnd"/>
      <w:r w:rsidRPr="00EB0BD3">
        <w:t xml:space="preserve"> deep neural network model to predict asthma exacerbation based on </w:t>
      </w:r>
      <w:proofErr w:type="spellStart"/>
      <w:r w:rsidRPr="00EB0BD3">
        <w:t>personalised</w:t>
      </w:r>
      <w:proofErr w:type="spellEnd"/>
      <w:r w:rsidRPr="00EB0BD3">
        <w:t xml:space="preserve"> weather triggers,” F1000Res </w:t>
      </w:r>
      <w:r w:rsidRPr="00EB0BD3">
        <w:rPr>
          <w:b/>
          <w:bCs/>
        </w:rPr>
        <w:t>10</w:t>
      </w:r>
      <w:r w:rsidRPr="00EB0BD3">
        <w:t>, 911 (2021). https://doi.org/10.12688/f1000research.73026.1</w:t>
      </w:r>
    </w:p>
    <w:p w14:paraId="0B28C5E1" w14:textId="689AE101" w:rsidR="00157612" w:rsidRPr="00BD3872" w:rsidRDefault="005D614D" w:rsidP="00D63186">
      <w:pPr>
        <w:pStyle w:val="Reference"/>
      </w:pPr>
      <w:r w:rsidRPr="005D614D">
        <w:t xml:space="preserve">R.K.J. Yik, S.-B. Ho, and C.-H. Tan, “Improving the prediction resolution time for mobile Eczema support system,” in </w:t>
      </w:r>
      <w:r w:rsidRPr="005D614D">
        <w:rPr>
          <w:i/>
          <w:iCs/>
        </w:rPr>
        <w:t>AIP Conf Proc</w:t>
      </w:r>
      <w:r w:rsidRPr="005D614D">
        <w:t>, (2024). https://doi.org/10.1063/5.0216658</w:t>
      </w:r>
    </w:p>
    <w:p w14:paraId="6E8A14A0" w14:textId="00CC436F" w:rsidR="00400D22" w:rsidRPr="00BD3872" w:rsidRDefault="00400D22" w:rsidP="00400D22">
      <w:pPr>
        <w:pStyle w:val="Reference"/>
      </w:pPr>
      <w:r w:rsidRPr="00400D22">
        <w:t xml:space="preserve">C.H. Tan, S.N. Lee, and S.B. Ho, “Assessing the environmental effects on dengue fever and Malaysian economic growth,” International Journal of Environmental Science and Development </w:t>
      </w:r>
      <w:r w:rsidRPr="00400D22">
        <w:rPr>
          <w:b/>
          <w:bCs/>
        </w:rPr>
        <w:t>13</w:t>
      </w:r>
      <w:r w:rsidRPr="00400D22">
        <w:t>(2), 49–56 (2022). https://doi.org/10.18178/ijesd.2022.13.2.1371</w:t>
      </w:r>
    </w:p>
    <w:p w14:paraId="04FC428B" w14:textId="039A51F4" w:rsidR="00920DC7" w:rsidRPr="00BD3872" w:rsidRDefault="009B74B1" w:rsidP="00D63186">
      <w:pPr>
        <w:pStyle w:val="Reference"/>
      </w:pPr>
      <w:r w:rsidRPr="009B74B1">
        <w:t xml:space="preserve">X.-X. Cho, S.-B. Ho, and C.-H. Tan, “Improving asthma treatment adherence by integrating weather information with responsive web technique,” in </w:t>
      </w:r>
      <w:r w:rsidRPr="009B74B1">
        <w:rPr>
          <w:i/>
          <w:iCs/>
        </w:rPr>
        <w:t>AIP Conf Proc</w:t>
      </w:r>
      <w:r w:rsidRPr="009B74B1">
        <w:t>, (2024). https://doi.org/10.1063/5.0216655</w:t>
      </w:r>
    </w:p>
    <w:sectPr w:rsidR="00920DC7" w:rsidRPr="00BD3872"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6C198C"/>
    <w:multiLevelType w:val="hybridMultilevel"/>
    <w:tmpl w:val="6F126078"/>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 w15:restartNumberingAfterBreak="0">
    <w:nsid w:val="0DBD2EF0"/>
    <w:multiLevelType w:val="hybridMultilevel"/>
    <w:tmpl w:val="C19C1860"/>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6"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5"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7"/>
  </w:num>
  <w:num w:numId="2" w16cid:durableId="1623537524">
    <w:abstractNumId w:val="5"/>
  </w:num>
  <w:num w:numId="3" w16cid:durableId="333149680">
    <w:abstractNumId w:val="14"/>
  </w:num>
  <w:num w:numId="4" w16cid:durableId="1958750756">
    <w:abstractNumId w:val="9"/>
  </w:num>
  <w:num w:numId="5" w16cid:durableId="1466237890">
    <w:abstractNumId w:val="13"/>
  </w:num>
  <w:num w:numId="6" w16cid:durableId="846751398">
    <w:abstractNumId w:val="6"/>
  </w:num>
  <w:num w:numId="7" w16cid:durableId="982584711">
    <w:abstractNumId w:val="8"/>
  </w:num>
  <w:num w:numId="8" w16cid:durableId="247734440">
    <w:abstractNumId w:val="3"/>
  </w:num>
  <w:num w:numId="9" w16cid:durableId="1514879319">
    <w:abstractNumId w:val="16"/>
  </w:num>
  <w:num w:numId="10" w16cid:durableId="1383210328">
    <w:abstractNumId w:val="11"/>
  </w:num>
  <w:num w:numId="11" w16cid:durableId="1513061117">
    <w:abstractNumId w:val="15"/>
  </w:num>
  <w:num w:numId="12" w16cid:durableId="958226418">
    <w:abstractNumId w:val="12"/>
  </w:num>
  <w:num w:numId="13" w16cid:durableId="771170886">
    <w:abstractNumId w:val="7"/>
  </w:num>
  <w:num w:numId="14" w16cid:durableId="1315187322">
    <w:abstractNumId w:val="16"/>
  </w:num>
  <w:num w:numId="15" w16cid:durableId="1726029251">
    <w:abstractNumId w:val="10"/>
  </w:num>
  <w:num w:numId="16" w16cid:durableId="1685588258">
    <w:abstractNumId w:val="7"/>
  </w:num>
  <w:num w:numId="17" w16cid:durableId="1886479068">
    <w:abstractNumId w:val="7"/>
  </w:num>
  <w:num w:numId="18" w16cid:durableId="122507144">
    <w:abstractNumId w:val="7"/>
  </w:num>
  <w:num w:numId="19" w16cid:durableId="377123869">
    <w:abstractNumId w:val="7"/>
  </w:num>
  <w:num w:numId="20" w16cid:durableId="497497882">
    <w:abstractNumId w:val="7"/>
  </w:num>
  <w:num w:numId="21" w16cid:durableId="1717657651">
    <w:abstractNumId w:val="7"/>
  </w:num>
  <w:num w:numId="22" w16cid:durableId="311255422">
    <w:abstractNumId w:val="7"/>
  </w:num>
  <w:num w:numId="23" w16cid:durableId="85927171">
    <w:abstractNumId w:val="7"/>
  </w:num>
  <w:num w:numId="24" w16cid:durableId="1880437806">
    <w:abstractNumId w:val="7"/>
  </w:num>
  <w:num w:numId="25" w16cid:durableId="392965441">
    <w:abstractNumId w:val="7"/>
  </w:num>
  <w:num w:numId="26" w16cid:durableId="1947694933">
    <w:abstractNumId w:val="7"/>
  </w:num>
  <w:num w:numId="27" w16cid:durableId="296030027">
    <w:abstractNumId w:val="7"/>
  </w:num>
  <w:num w:numId="28" w16cid:durableId="136382022">
    <w:abstractNumId w:val="7"/>
  </w:num>
  <w:num w:numId="29" w16cid:durableId="1747334233">
    <w:abstractNumId w:val="13"/>
  </w:num>
  <w:num w:numId="30" w16cid:durableId="1575971747">
    <w:abstractNumId w:val="13"/>
  </w:num>
  <w:num w:numId="31" w16cid:durableId="1939214429">
    <w:abstractNumId w:val="13"/>
    <w:lvlOverride w:ilvl="0">
      <w:startOverride w:val="1"/>
    </w:lvlOverride>
  </w:num>
  <w:num w:numId="32" w16cid:durableId="1782339355">
    <w:abstractNumId w:val="13"/>
  </w:num>
  <w:num w:numId="33" w16cid:durableId="957906086">
    <w:abstractNumId w:val="13"/>
    <w:lvlOverride w:ilvl="0">
      <w:startOverride w:val="1"/>
    </w:lvlOverride>
  </w:num>
  <w:num w:numId="34" w16cid:durableId="1087652185">
    <w:abstractNumId w:val="13"/>
    <w:lvlOverride w:ilvl="0">
      <w:startOverride w:val="1"/>
    </w:lvlOverride>
  </w:num>
  <w:num w:numId="35" w16cid:durableId="1054889863">
    <w:abstractNumId w:val="14"/>
    <w:lvlOverride w:ilvl="0">
      <w:startOverride w:val="1"/>
    </w:lvlOverride>
  </w:num>
  <w:num w:numId="36" w16cid:durableId="1812165908">
    <w:abstractNumId w:val="14"/>
  </w:num>
  <w:num w:numId="37" w16cid:durableId="1903178079">
    <w:abstractNumId w:val="14"/>
    <w:lvlOverride w:ilvl="0">
      <w:startOverride w:val="1"/>
    </w:lvlOverride>
  </w:num>
  <w:num w:numId="38" w16cid:durableId="1316564979">
    <w:abstractNumId w:val="14"/>
  </w:num>
  <w:num w:numId="39" w16cid:durableId="874267395">
    <w:abstractNumId w:val="14"/>
    <w:lvlOverride w:ilvl="0">
      <w:startOverride w:val="1"/>
    </w:lvlOverride>
  </w:num>
  <w:num w:numId="40" w16cid:durableId="1368025285">
    <w:abstractNumId w:val="14"/>
    <w:lvlOverride w:ilvl="0">
      <w:startOverride w:val="1"/>
    </w:lvlOverride>
  </w:num>
  <w:num w:numId="41" w16cid:durableId="944078796">
    <w:abstractNumId w:val="14"/>
    <w:lvlOverride w:ilvl="0">
      <w:startOverride w:val="1"/>
    </w:lvlOverride>
  </w:num>
  <w:num w:numId="42" w16cid:durableId="996031766">
    <w:abstractNumId w:val="14"/>
  </w:num>
  <w:num w:numId="43" w16cid:durableId="1289776494">
    <w:abstractNumId w:val="14"/>
  </w:num>
  <w:num w:numId="44" w16cid:durableId="1653829719">
    <w:abstractNumId w:val="4"/>
  </w:num>
  <w:num w:numId="45" w16cid:durableId="1775442011">
    <w:abstractNumId w:val="0"/>
  </w:num>
  <w:num w:numId="46" w16cid:durableId="902376447">
    <w:abstractNumId w:val="2"/>
  </w:num>
  <w:num w:numId="47" w16cid:durableId="18795868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6"/>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CBD"/>
    <w:rsid w:val="00003D7C"/>
    <w:rsid w:val="00014140"/>
    <w:rsid w:val="000169F3"/>
    <w:rsid w:val="000173EA"/>
    <w:rsid w:val="000240C4"/>
    <w:rsid w:val="00027428"/>
    <w:rsid w:val="00030419"/>
    <w:rsid w:val="000304A8"/>
    <w:rsid w:val="00030732"/>
    <w:rsid w:val="00031EC9"/>
    <w:rsid w:val="00033E47"/>
    <w:rsid w:val="00033F0E"/>
    <w:rsid w:val="00040BB6"/>
    <w:rsid w:val="00040DE1"/>
    <w:rsid w:val="00042EA0"/>
    <w:rsid w:val="0005007F"/>
    <w:rsid w:val="00050E6B"/>
    <w:rsid w:val="00056127"/>
    <w:rsid w:val="000565B3"/>
    <w:rsid w:val="000579DB"/>
    <w:rsid w:val="00060876"/>
    <w:rsid w:val="00065FBC"/>
    <w:rsid w:val="00066FED"/>
    <w:rsid w:val="00071820"/>
    <w:rsid w:val="00073891"/>
    <w:rsid w:val="00073D9F"/>
    <w:rsid w:val="00074AD7"/>
    <w:rsid w:val="00075EA6"/>
    <w:rsid w:val="0007709F"/>
    <w:rsid w:val="00077378"/>
    <w:rsid w:val="0008159A"/>
    <w:rsid w:val="000817AF"/>
    <w:rsid w:val="000820DE"/>
    <w:rsid w:val="00086285"/>
    <w:rsid w:val="00086F62"/>
    <w:rsid w:val="00090674"/>
    <w:rsid w:val="0009133B"/>
    <w:rsid w:val="0009320B"/>
    <w:rsid w:val="00096AE0"/>
    <w:rsid w:val="000A3D94"/>
    <w:rsid w:val="000B1B74"/>
    <w:rsid w:val="000B3749"/>
    <w:rsid w:val="000B3A2D"/>
    <w:rsid w:val="000B49C0"/>
    <w:rsid w:val="000C04C1"/>
    <w:rsid w:val="000D155A"/>
    <w:rsid w:val="000D4E4F"/>
    <w:rsid w:val="000D5E1D"/>
    <w:rsid w:val="000D6039"/>
    <w:rsid w:val="000D789D"/>
    <w:rsid w:val="000E382F"/>
    <w:rsid w:val="000E75CD"/>
    <w:rsid w:val="000F1AF1"/>
    <w:rsid w:val="000F4F7D"/>
    <w:rsid w:val="000F5155"/>
    <w:rsid w:val="001036BA"/>
    <w:rsid w:val="00105990"/>
    <w:rsid w:val="00106732"/>
    <w:rsid w:val="001126F6"/>
    <w:rsid w:val="001146DC"/>
    <w:rsid w:val="00114AB1"/>
    <w:rsid w:val="00121265"/>
    <w:rsid w:val="0012192D"/>
    <w:rsid w:val="001224BB"/>
    <w:rsid w:val="001230FF"/>
    <w:rsid w:val="00123CB6"/>
    <w:rsid w:val="001264B4"/>
    <w:rsid w:val="00130BD7"/>
    <w:rsid w:val="00140B1C"/>
    <w:rsid w:val="001427BC"/>
    <w:rsid w:val="00142EB1"/>
    <w:rsid w:val="00146ED7"/>
    <w:rsid w:val="00151EAE"/>
    <w:rsid w:val="001543ED"/>
    <w:rsid w:val="00154941"/>
    <w:rsid w:val="00155B67"/>
    <w:rsid w:val="001562AF"/>
    <w:rsid w:val="00157612"/>
    <w:rsid w:val="001610E3"/>
    <w:rsid w:val="00161A5B"/>
    <w:rsid w:val="00162571"/>
    <w:rsid w:val="0016358F"/>
    <w:rsid w:val="0016381B"/>
    <w:rsid w:val="0016385D"/>
    <w:rsid w:val="0016484D"/>
    <w:rsid w:val="0016782F"/>
    <w:rsid w:val="001708BA"/>
    <w:rsid w:val="00171EDB"/>
    <w:rsid w:val="00172621"/>
    <w:rsid w:val="0017583B"/>
    <w:rsid w:val="001821B1"/>
    <w:rsid w:val="00183FA4"/>
    <w:rsid w:val="001908B0"/>
    <w:rsid w:val="00191C00"/>
    <w:rsid w:val="0019364A"/>
    <w:rsid w:val="001937E9"/>
    <w:rsid w:val="00193FC6"/>
    <w:rsid w:val="001964E5"/>
    <w:rsid w:val="001A0F27"/>
    <w:rsid w:val="001A274B"/>
    <w:rsid w:val="001A42C8"/>
    <w:rsid w:val="001A4D67"/>
    <w:rsid w:val="001A7358"/>
    <w:rsid w:val="001B263B"/>
    <w:rsid w:val="001B2E5E"/>
    <w:rsid w:val="001B476A"/>
    <w:rsid w:val="001C1EFC"/>
    <w:rsid w:val="001C5769"/>
    <w:rsid w:val="001C627C"/>
    <w:rsid w:val="001C764F"/>
    <w:rsid w:val="001C7BB3"/>
    <w:rsid w:val="001D07DF"/>
    <w:rsid w:val="001D2261"/>
    <w:rsid w:val="001D469C"/>
    <w:rsid w:val="001D46F1"/>
    <w:rsid w:val="001D5DEE"/>
    <w:rsid w:val="001D5EAA"/>
    <w:rsid w:val="001E76DF"/>
    <w:rsid w:val="001F1D1D"/>
    <w:rsid w:val="001F2340"/>
    <w:rsid w:val="00207119"/>
    <w:rsid w:val="0020767C"/>
    <w:rsid w:val="00210176"/>
    <w:rsid w:val="002115EB"/>
    <w:rsid w:val="00213199"/>
    <w:rsid w:val="0021470D"/>
    <w:rsid w:val="0021619E"/>
    <w:rsid w:val="00217A27"/>
    <w:rsid w:val="00220032"/>
    <w:rsid w:val="002202DB"/>
    <w:rsid w:val="00220D25"/>
    <w:rsid w:val="00226039"/>
    <w:rsid w:val="00227D97"/>
    <w:rsid w:val="0023171B"/>
    <w:rsid w:val="00236BFC"/>
    <w:rsid w:val="00237437"/>
    <w:rsid w:val="0023752C"/>
    <w:rsid w:val="00244B7C"/>
    <w:rsid w:val="002451EB"/>
    <w:rsid w:val="002502FD"/>
    <w:rsid w:val="00250B73"/>
    <w:rsid w:val="00253A70"/>
    <w:rsid w:val="00254464"/>
    <w:rsid w:val="00254BA0"/>
    <w:rsid w:val="00274622"/>
    <w:rsid w:val="00276ABA"/>
    <w:rsid w:val="00283CB5"/>
    <w:rsid w:val="00285D24"/>
    <w:rsid w:val="00290390"/>
    <w:rsid w:val="002915D3"/>
    <w:rsid w:val="00291924"/>
    <w:rsid w:val="002923CB"/>
    <w:rsid w:val="002924DB"/>
    <w:rsid w:val="0029329C"/>
    <w:rsid w:val="002936C1"/>
    <w:rsid w:val="002941DA"/>
    <w:rsid w:val="00294AC8"/>
    <w:rsid w:val="002A40C1"/>
    <w:rsid w:val="002A5DA9"/>
    <w:rsid w:val="002B43C9"/>
    <w:rsid w:val="002B451C"/>
    <w:rsid w:val="002B5648"/>
    <w:rsid w:val="002B7966"/>
    <w:rsid w:val="002C1479"/>
    <w:rsid w:val="002C4252"/>
    <w:rsid w:val="002C6B8E"/>
    <w:rsid w:val="002C7925"/>
    <w:rsid w:val="002D1FE6"/>
    <w:rsid w:val="002D3593"/>
    <w:rsid w:val="002D3D7C"/>
    <w:rsid w:val="002D4F95"/>
    <w:rsid w:val="002D6699"/>
    <w:rsid w:val="002E3C35"/>
    <w:rsid w:val="002E6E9C"/>
    <w:rsid w:val="002E755B"/>
    <w:rsid w:val="002E7625"/>
    <w:rsid w:val="002F5298"/>
    <w:rsid w:val="002F77A9"/>
    <w:rsid w:val="003063E0"/>
    <w:rsid w:val="003067C7"/>
    <w:rsid w:val="003075E2"/>
    <w:rsid w:val="00307DD4"/>
    <w:rsid w:val="00310201"/>
    <w:rsid w:val="00314D47"/>
    <w:rsid w:val="003164C6"/>
    <w:rsid w:val="00321BD5"/>
    <w:rsid w:val="00326AE0"/>
    <w:rsid w:val="00333B43"/>
    <w:rsid w:val="00337E4F"/>
    <w:rsid w:val="00340C36"/>
    <w:rsid w:val="00342CBD"/>
    <w:rsid w:val="00344CB6"/>
    <w:rsid w:val="0034566F"/>
    <w:rsid w:val="00346A9D"/>
    <w:rsid w:val="003648C6"/>
    <w:rsid w:val="00364B69"/>
    <w:rsid w:val="00371ACB"/>
    <w:rsid w:val="00371C72"/>
    <w:rsid w:val="00373702"/>
    <w:rsid w:val="00382080"/>
    <w:rsid w:val="003831FA"/>
    <w:rsid w:val="00384B4F"/>
    <w:rsid w:val="00390513"/>
    <w:rsid w:val="003919E2"/>
    <w:rsid w:val="00392C3A"/>
    <w:rsid w:val="0039376F"/>
    <w:rsid w:val="003941F2"/>
    <w:rsid w:val="00394B2F"/>
    <w:rsid w:val="003A287B"/>
    <w:rsid w:val="003A2DD2"/>
    <w:rsid w:val="003A3372"/>
    <w:rsid w:val="003A4BA5"/>
    <w:rsid w:val="003A525F"/>
    <w:rsid w:val="003A575B"/>
    <w:rsid w:val="003A5C85"/>
    <w:rsid w:val="003A61B1"/>
    <w:rsid w:val="003B0050"/>
    <w:rsid w:val="003B313B"/>
    <w:rsid w:val="003C1F49"/>
    <w:rsid w:val="003C26C2"/>
    <w:rsid w:val="003C3CB2"/>
    <w:rsid w:val="003C4127"/>
    <w:rsid w:val="003C48BC"/>
    <w:rsid w:val="003C7C2C"/>
    <w:rsid w:val="003D2669"/>
    <w:rsid w:val="003D3C0C"/>
    <w:rsid w:val="003D6312"/>
    <w:rsid w:val="003D66C4"/>
    <w:rsid w:val="003D7F20"/>
    <w:rsid w:val="003E0B43"/>
    <w:rsid w:val="003E395A"/>
    <w:rsid w:val="003E3E45"/>
    <w:rsid w:val="003E7C74"/>
    <w:rsid w:val="003F1364"/>
    <w:rsid w:val="003F31C6"/>
    <w:rsid w:val="003F52C1"/>
    <w:rsid w:val="00400D22"/>
    <w:rsid w:val="0040225B"/>
    <w:rsid w:val="00402DA2"/>
    <w:rsid w:val="00404777"/>
    <w:rsid w:val="00405035"/>
    <w:rsid w:val="004163B2"/>
    <w:rsid w:val="004204A3"/>
    <w:rsid w:val="00420C13"/>
    <w:rsid w:val="00425AC2"/>
    <w:rsid w:val="00436E43"/>
    <w:rsid w:val="00437F0D"/>
    <w:rsid w:val="0044080D"/>
    <w:rsid w:val="0044098F"/>
    <w:rsid w:val="004411E7"/>
    <w:rsid w:val="0044771F"/>
    <w:rsid w:val="004503AE"/>
    <w:rsid w:val="00450FBA"/>
    <w:rsid w:val="004521FE"/>
    <w:rsid w:val="004628F5"/>
    <w:rsid w:val="00463D1F"/>
    <w:rsid w:val="004643C4"/>
    <w:rsid w:val="0047165D"/>
    <w:rsid w:val="00471CE8"/>
    <w:rsid w:val="004720DC"/>
    <w:rsid w:val="00473C8D"/>
    <w:rsid w:val="00475706"/>
    <w:rsid w:val="0047744F"/>
    <w:rsid w:val="00481026"/>
    <w:rsid w:val="00482C15"/>
    <w:rsid w:val="00484A74"/>
    <w:rsid w:val="004904FF"/>
    <w:rsid w:val="00496000"/>
    <w:rsid w:val="00496F03"/>
    <w:rsid w:val="004A4ACF"/>
    <w:rsid w:val="004B151D"/>
    <w:rsid w:val="004C7243"/>
    <w:rsid w:val="004C7989"/>
    <w:rsid w:val="004D0018"/>
    <w:rsid w:val="004D0E77"/>
    <w:rsid w:val="004D1EB3"/>
    <w:rsid w:val="004E0A34"/>
    <w:rsid w:val="004E21DE"/>
    <w:rsid w:val="004E3C57"/>
    <w:rsid w:val="004E3CB2"/>
    <w:rsid w:val="004E4EAA"/>
    <w:rsid w:val="004E6603"/>
    <w:rsid w:val="004F17D2"/>
    <w:rsid w:val="004F3020"/>
    <w:rsid w:val="004F46B3"/>
    <w:rsid w:val="004F5DC6"/>
    <w:rsid w:val="00500B60"/>
    <w:rsid w:val="00504968"/>
    <w:rsid w:val="00504A66"/>
    <w:rsid w:val="005100B0"/>
    <w:rsid w:val="005114DE"/>
    <w:rsid w:val="005128E7"/>
    <w:rsid w:val="00516F2F"/>
    <w:rsid w:val="00521247"/>
    <w:rsid w:val="00525813"/>
    <w:rsid w:val="00525A81"/>
    <w:rsid w:val="00526C37"/>
    <w:rsid w:val="005303CA"/>
    <w:rsid w:val="00534343"/>
    <w:rsid w:val="0053513F"/>
    <w:rsid w:val="00540BA1"/>
    <w:rsid w:val="00541072"/>
    <w:rsid w:val="00541EF8"/>
    <w:rsid w:val="00546277"/>
    <w:rsid w:val="00546332"/>
    <w:rsid w:val="005523DC"/>
    <w:rsid w:val="00553C08"/>
    <w:rsid w:val="005565A0"/>
    <w:rsid w:val="005702E3"/>
    <w:rsid w:val="0057135C"/>
    <w:rsid w:val="00572C60"/>
    <w:rsid w:val="00574405"/>
    <w:rsid w:val="00574C3C"/>
    <w:rsid w:val="00575000"/>
    <w:rsid w:val="005777D3"/>
    <w:rsid w:val="00582EDA"/>
    <w:rsid w:val="005854B0"/>
    <w:rsid w:val="005866F3"/>
    <w:rsid w:val="00594636"/>
    <w:rsid w:val="00594F98"/>
    <w:rsid w:val="005A0E21"/>
    <w:rsid w:val="005A105C"/>
    <w:rsid w:val="005A2D65"/>
    <w:rsid w:val="005A7EEE"/>
    <w:rsid w:val="005B3A34"/>
    <w:rsid w:val="005B4FB6"/>
    <w:rsid w:val="005C273C"/>
    <w:rsid w:val="005C27D7"/>
    <w:rsid w:val="005C2BF5"/>
    <w:rsid w:val="005C32D9"/>
    <w:rsid w:val="005C44A0"/>
    <w:rsid w:val="005D1948"/>
    <w:rsid w:val="005D1EA8"/>
    <w:rsid w:val="005D2FF2"/>
    <w:rsid w:val="005D3D36"/>
    <w:rsid w:val="005D49AF"/>
    <w:rsid w:val="005D4EA1"/>
    <w:rsid w:val="005D5E1F"/>
    <w:rsid w:val="005D614D"/>
    <w:rsid w:val="005E07FB"/>
    <w:rsid w:val="005E415C"/>
    <w:rsid w:val="005E71ED"/>
    <w:rsid w:val="005E7946"/>
    <w:rsid w:val="005F32F7"/>
    <w:rsid w:val="005F7475"/>
    <w:rsid w:val="00604E07"/>
    <w:rsid w:val="0060562E"/>
    <w:rsid w:val="006100F5"/>
    <w:rsid w:val="00611299"/>
    <w:rsid w:val="00611C45"/>
    <w:rsid w:val="00613B4D"/>
    <w:rsid w:val="00616365"/>
    <w:rsid w:val="0061653E"/>
    <w:rsid w:val="00616F3B"/>
    <w:rsid w:val="006249A7"/>
    <w:rsid w:val="00626EEC"/>
    <w:rsid w:val="0063019D"/>
    <w:rsid w:val="006338F1"/>
    <w:rsid w:val="00634382"/>
    <w:rsid w:val="00634EBF"/>
    <w:rsid w:val="00637B22"/>
    <w:rsid w:val="00637C31"/>
    <w:rsid w:val="0064225B"/>
    <w:rsid w:val="00643EE4"/>
    <w:rsid w:val="006441C6"/>
    <w:rsid w:val="00646525"/>
    <w:rsid w:val="00653B4D"/>
    <w:rsid w:val="00656235"/>
    <w:rsid w:val="006620AA"/>
    <w:rsid w:val="00667B23"/>
    <w:rsid w:val="00670D52"/>
    <w:rsid w:val="006763F9"/>
    <w:rsid w:val="00677FAB"/>
    <w:rsid w:val="00682621"/>
    <w:rsid w:val="006846A3"/>
    <w:rsid w:val="00685C58"/>
    <w:rsid w:val="0069189B"/>
    <w:rsid w:val="006949BC"/>
    <w:rsid w:val="006A42B6"/>
    <w:rsid w:val="006A5C0F"/>
    <w:rsid w:val="006B1152"/>
    <w:rsid w:val="006B2A3B"/>
    <w:rsid w:val="006B5C1F"/>
    <w:rsid w:val="006B6302"/>
    <w:rsid w:val="006C3BAE"/>
    <w:rsid w:val="006C5B59"/>
    <w:rsid w:val="006D1229"/>
    <w:rsid w:val="006D372F"/>
    <w:rsid w:val="006D7A18"/>
    <w:rsid w:val="006E0EE6"/>
    <w:rsid w:val="006E4474"/>
    <w:rsid w:val="006E4C33"/>
    <w:rsid w:val="006F1CF3"/>
    <w:rsid w:val="006F3E3B"/>
    <w:rsid w:val="00701388"/>
    <w:rsid w:val="007025A6"/>
    <w:rsid w:val="0070268C"/>
    <w:rsid w:val="00702FEE"/>
    <w:rsid w:val="00704774"/>
    <w:rsid w:val="007104B2"/>
    <w:rsid w:val="00710ADB"/>
    <w:rsid w:val="0071458D"/>
    <w:rsid w:val="00715F2D"/>
    <w:rsid w:val="0072259E"/>
    <w:rsid w:val="00723B7F"/>
    <w:rsid w:val="00725861"/>
    <w:rsid w:val="0073393A"/>
    <w:rsid w:val="0073539D"/>
    <w:rsid w:val="007372E0"/>
    <w:rsid w:val="0074787F"/>
    <w:rsid w:val="00755788"/>
    <w:rsid w:val="007579F5"/>
    <w:rsid w:val="007609DE"/>
    <w:rsid w:val="0076498C"/>
    <w:rsid w:val="00767B8A"/>
    <w:rsid w:val="00775481"/>
    <w:rsid w:val="00776222"/>
    <w:rsid w:val="00776B9D"/>
    <w:rsid w:val="007822B7"/>
    <w:rsid w:val="00783BF2"/>
    <w:rsid w:val="0078754E"/>
    <w:rsid w:val="00787710"/>
    <w:rsid w:val="00790B3C"/>
    <w:rsid w:val="0079241E"/>
    <w:rsid w:val="00792FC1"/>
    <w:rsid w:val="007A233B"/>
    <w:rsid w:val="007A264A"/>
    <w:rsid w:val="007B3B57"/>
    <w:rsid w:val="007B3C8B"/>
    <w:rsid w:val="007B4863"/>
    <w:rsid w:val="007B4CB8"/>
    <w:rsid w:val="007B50EF"/>
    <w:rsid w:val="007C1AFD"/>
    <w:rsid w:val="007C2F7D"/>
    <w:rsid w:val="007C65E6"/>
    <w:rsid w:val="007D406B"/>
    <w:rsid w:val="007D4407"/>
    <w:rsid w:val="007D51DC"/>
    <w:rsid w:val="007D5FF9"/>
    <w:rsid w:val="007D73A2"/>
    <w:rsid w:val="007E17D9"/>
    <w:rsid w:val="007E1CA3"/>
    <w:rsid w:val="007E2BB9"/>
    <w:rsid w:val="007E398D"/>
    <w:rsid w:val="007E55DE"/>
    <w:rsid w:val="007F04B7"/>
    <w:rsid w:val="007F3C2C"/>
    <w:rsid w:val="00800204"/>
    <w:rsid w:val="00800393"/>
    <w:rsid w:val="0080186B"/>
    <w:rsid w:val="00802962"/>
    <w:rsid w:val="008103CE"/>
    <w:rsid w:val="0081278F"/>
    <w:rsid w:val="00812D62"/>
    <w:rsid w:val="00812F29"/>
    <w:rsid w:val="00814F00"/>
    <w:rsid w:val="00815DAB"/>
    <w:rsid w:val="008162A7"/>
    <w:rsid w:val="008176E4"/>
    <w:rsid w:val="00820206"/>
    <w:rsid w:val="00821713"/>
    <w:rsid w:val="00827050"/>
    <w:rsid w:val="00830E97"/>
    <w:rsid w:val="0083278B"/>
    <w:rsid w:val="00833B7B"/>
    <w:rsid w:val="00834538"/>
    <w:rsid w:val="00840244"/>
    <w:rsid w:val="00840B48"/>
    <w:rsid w:val="00850486"/>
    <w:rsid w:val="00850E89"/>
    <w:rsid w:val="00852D9F"/>
    <w:rsid w:val="0085708A"/>
    <w:rsid w:val="0085758A"/>
    <w:rsid w:val="00861740"/>
    <w:rsid w:val="00863F2C"/>
    <w:rsid w:val="00863F53"/>
    <w:rsid w:val="00866C10"/>
    <w:rsid w:val="00871F8F"/>
    <w:rsid w:val="00873782"/>
    <w:rsid w:val="00874240"/>
    <w:rsid w:val="0087433B"/>
    <w:rsid w:val="008811DF"/>
    <w:rsid w:val="0088299D"/>
    <w:rsid w:val="00882C20"/>
    <w:rsid w:val="008845C7"/>
    <w:rsid w:val="00885B93"/>
    <w:rsid w:val="008916FB"/>
    <w:rsid w:val="00892C8F"/>
    <w:rsid w:val="008930E4"/>
    <w:rsid w:val="00893821"/>
    <w:rsid w:val="00893AF1"/>
    <w:rsid w:val="00894417"/>
    <w:rsid w:val="00897D33"/>
    <w:rsid w:val="008A1FAC"/>
    <w:rsid w:val="008A50DC"/>
    <w:rsid w:val="008A792F"/>
    <w:rsid w:val="008A7B9C"/>
    <w:rsid w:val="008B2F28"/>
    <w:rsid w:val="008B3655"/>
    <w:rsid w:val="008B39FA"/>
    <w:rsid w:val="008B4754"/>
    <w:rsid w:val="008C0A5A"/>
    <w:rsid w:val="008C13C2"/>
    <w:rsid w:val="008C1925"/>
    <w:rsid w:val="008C2641"/>
    <w:rsid w:val="008E03E0"/>
    <w:rsid w:val="008E37B3"/>
    <w:rsid w:val="008E3974"/>
    <w:rsid w:val="008E47D3"/>
    <w:rsid w:val="008E6A7A"/>
    <w:rsid w:val="008F1038"/>
    <w:rsid w:val="008F3C1C"/>
    <w:rsid w:val="008F7046"/>
    <w:rsid w:val="009005FC"/>
    <w:rsid w:val="00900BC4"/>
    <w:rsid w:val="00904A26"/>
    <w:rsid w:val="0090753F"/>
    <w:rsid w:val="00910A7F"/>
    <w:rsid w:val="009154DB"/>
    <w:rsid w:val="009156B2"/>
    <w:rsid w:val="00920DC7"/>
    <w:rsid w:val="00922E5A"/>
    <w:rsid w:val="00926E33"/>
    <w:rsid w:val="0093029C"/>
    <w:rsid w:val="00937E9A"/>
    <w:rsid w:val="0094250A"/>
    <w:rsid w:val="00943315"/>
    <w:rsid w:val="00946C27"/>
    <w:rsid w:val="00947A78"/>
    <w:rsid w:val="00950BC5"/>
    <w:rsid w:val="00951D2C"/>
    <w:rsid w:val="00951FDD"/>
    <w:rsid w:val="00955C39"/>
    <w:rsid w:val="00960F8D"/>
    <w:rsid w:val="00961F8E"/>
    <w:rsid w:val="00964EF9"/>
    <w:rsid w:val="00966A47"/>
    <w:rsid w:val="0097701D"/>
    <w:rsid w:val="009824D4"/>
    <w:rsid w:val="00985957"/>
    <w:rsid w:val="0098698E"/>
    <w:rsid w:val="00987DBA"/>
    <w:rsid w:val="00993D0A"/>
    <w:rsid w:val="009978AE"/>
    <w:rsid w:val="009A038C"/>
    <w:rsid w:val="009A3AB1"/>
    <w:rsid w:val="009A4F3D"/>
    <w:rsid w:val="009A734F"/>
    <w:rsid w:val="009B2508"/>
    <w:rsid w:val="009B42DD"/>
    <w:rsid w:val="009B5C0C"/>
    <w:rsid w:val="009B696B"/>
    <w:rsid w:val="009B74B1"/>
    <w:rsid w:val="009B7671"/>
    <w:rsid w:val="009C0BEF"/>
    <w:rsid w:val="009C190A"/>
    <w:rsid w:val="009C2D8D"/>
    <w:rsid w:val="009C2DAC"/>
    <w:rsid w:val="009C3B55"/>
    <w:rsid w:val="009C54A7"/>
    <w:rsid w:val="009C6D7B"/>
    <w:rsid w:val="009D2D2A"/>
    <w:rsid w:val="009D4732"/>
    <w:rsid w:val="009E097C"/>
    <w:rsid w:val="009E0FF1"/>
    <w:rsid w:val="009E28B8"/>
    <w:rsid w:val="009E5BA1"/>
    <w:rsid w:val="009F056E"/>
    <w:rsid w:val="009F4928"/>
    <w:rsid w:val="009F497E"/>
    <w:rsid w:val="009F6CF1"/>
    <w:rsid w:val="00A00241"/>
    <w:rsid w:val="00A00889"/>
    <w:rsid w:val="00A03185"/>
    <w:rsid w:val="00A03D0F"/>
    <w:rsid w:val="00A11481"/>
    <w:rsid w:val="00A11F75"/>
    <w:rsid w:val="00A12F02"/>
    <w:rsid w:val="00A12FB2"/>
    <w:rsid w:val="00A136D8"/>
    <w:rsid w:val="00A14D00"/>
    <w:rsid w:val="00A24040"/>
    <w:rsid w:val="00A24F3D"/>
    <w:rsid w:val="00A25031"/>
    <w:rsid w:val="00A26DCD"/>
    <w:rsid w:val="00A30135"/>
    <w:rsid w:val="00A3135F"/>
    <w:rsid w:val="00A314BB"/>
    <w:rsid w:val="00A32B7D"/>
    <w:rsid w:val="00A35B67"/>
    <w:rsid w:val="00A37EBA"/>
    <w:rsid w:val="00A40270"/>
    <w:rsid w:val="00A4379C"/>
    <w:rsid w:val="00A45804"/>
    <w:rsid w:val="00A458F8"/>
    <w:rsid w:val="00A470A6"/>
    <w:rsid w:val="00A5017F"/>
    <w:rsid w:val="00A5596B"/>
    <w:rsid w:val="00A5702A"/>
    <w:rsid w:val="00A602FA"/>
    <w:rsid w:val="00A63014"/>
    <w:rsid w:val="00A646B3"/>
    <w:rsid w:val="00A65991"/>
    <w:rsid w:val="00A66258"/>
    <w:rsid w:val="00A66F71"/>
    <w:rsid w:val="00A6739B"/>
    <w:rsid w:val="00A6749E"/>
    <w:rsid w:val="00A7153C"/>
    <w:rsid w:val="00A75ACE"/>
    <w:rsid w:val="00A76E46"/>
    <w:rsid w:val="00A771AE"/>
    <w:rsid w:val="00A8130A"/>
    <w:rsid w:val="00A82D42"/>
    <w:rsid w:val="00A85798"/>
    <w:rsid w:val="00A872B1"/>
    <w:rsid w:val="00A90413"/>
    <w:rsid w:val="00A916DE"/>
    <w:rsid w:val="00A92796"/>
    <w:rsid w:val="00A96B1E"/>
    <w:rsid w:val="00A96E3E"/>
    <w:rsid w:val="00A9743B"/>
    <w:rsid w:val="00AA5873"/>
    <w:rsid w:val="00AA728C"/>
    <w:rsid w:val="00AB0A9C"/>
    <w:rsid w:val="00AB63A7"/>
    <w:rsid w:val="00AB7119"/>
    <w:rsid w:val="00AB722D"/>
    <w:rsid w:val="00AC11EE"/>
    <w:rsid w:val="00AC2067"/>
    <w:rsid w:val="00AC2478"/>
    <w:rsid w:val="00AC4C40"/>
    <w:rsid w:val="00AD04B5"/>
    <w:rsid w:val="00AD5855"/>
    <w:rsid w:val="00AE5E06"/>
    <w:rsid w:val="00AE7500"/>
    <w:rsid w:val="00AE7F87"/>
    <w:rsid w:val="00AF3542"/>
    <w:rsid w:val="00AF594F"/>
    <w:rsid w:val="00AF5ABE"/>
    <w:rsid w:val="00AF5E22"/>
    <w:rsid w:val="00AF6690"/>
    <w:rsid w:val="00B00415"/>
    <w:rsid w:val="00B023C9"/>
    <w:rsid w:val="00B03C2A"/>
    <w:rsid w:val="00B03E59"/>
    <w:rsid w:val="00B05CBC"/>
    <w:rsid w:val="00B07F6B"/>
    <w:rsid w:val="00B1000D"/>
    <w:rsid w:val="00B10134"/>
    <w:rsid w:val="00B1377F"/>
    <w:rsid w:val="00B16BD4"/>
    <w:rsid w:val="00B16BFE"/>
    <w:rsid w:val="00B21009"/>
    <w:rsid w:val="00B22996"/>
    <w:rsid w:val="00B262FE"/>
    <w:rsid w:val="00B31919"/>
    <w:rsid w:val="00B35C60"/>
    <w:rsid w:val="00B36A01"/>
    <w:rsid w:val="00B40B44"/>
    <w:rsid w:val="00B4120F"/>
    <w:rsid w:val="00B42D31"/>
    <w:rsid w:val="00B440CE"/>
    <w:rsid w:val="00B44754"/>
    <w:rsid w:val="00B500E5"/>
    <w:rsid w:val="00B515C8"/>
    <w:rsid w:val="00B52AF8"/>
    <w:rsid w:val="00B53F5D"/>
    <w:rsid w:val="00B5477D"/>
    <w:rsid w:val="00B57331"/>
    <w:rsid w:val="00B578DE"/>
    <w:rsid w:val="00B6182D"/>
    <w:rsid w:val="00B6196D"/>
    <w:rsid w:val="00B6415E"/>
    <w:rsid w:val="00B64BA9"/>
    <w:rsid w:val="00B64F27"/>
    <w:rsid w:val="00B656D3"/>
    <w:rsid w:val="00B665B8"/>
    <w:rsid w:val="00B675FC"/>
    <w:rsid w:val="00B7039C"/>
    <w:rsid w:val="00B704F6"/>
    <w:rsid w:val="00B73656"/>
    <w:rsid w:val="00B7477C"/>
    <w:rsid w:val="00B77017"/>
    <w:rsid w:val="00B80573"/>
    <w:rsid w:val="00B8149D"/>
    <w:rsid w:val="00B81FF2"/>
    <w:rsid w:val="00B851ED"/>
    <w:rsid w:val="00B85928"/>
    <w:rsid w:val="00B860DA"/>
    <w:rsid w:val="00B90B12"/>
    <w:rsid w:val="00B9119A"/>
    <w:rsid w:val="00B93D43"/>
    <w:rsid w:val="00BA39BB"/>
    <w:rsid w:val="00BA3B3D"/>
    <w:rsid w:val="00BB1C28"/>
    <w:rsid w:val="00BB7EEA"/>
    <w:rsid w:val="00BC2EB6"/>
    <w:rsid w:val="00BC4D50"/>
    <w:rsid w:val="00BD1909"/>
    <w:rsid w:val="00BD2ED8"/>
    <w:rsid w:val="00BD3872"/>
    <w:rsid w:val="00BD471D"/>
    <w:rsid w:val="00BD577D"/>
    <w:rsid w:val="00BE2B16"/>
    <w:rsid w:val="00BE2F23"/>
    <w:rsid w:val="00BE49CD"/>
    <w:rsid w:val="00BE5E16"/>
    <w:rsid w:val="00BE5FD1"/>
    <w:rsid w:val="00BE678F"/>
    <w:rsid w:val="00BE76C4"/>
    <w:rsid w:val="00BF5755"/>
    <w:rsid w:val="00C01B2B"/>
    <w:rsid w:val="00C02BA9"/>
    <w:rsid w:val="00C06E05"/>
    <w:rsid w:val="00C14B14"/>
    <w:rsid w:val="00C17370"/>
    <w:rsid w:val="00C2054D"/>
    <w:rsid w:val="00C252EB"/>
    <w:rsid w:val="00C26EC0"/>
    <w:rsid w:val="00C319AE"/>
    <w:rsid w:val="00C37399"/>
    <w:rsid w:val="00C37B3A"/>
    <w:rsid w:val="00C46B0A"/>
    <w:rsid w:val="00C52CB8"/>
    <w:rsid w:val="00C55FAF"/>
    <w:rsid w:val="00C56C77"/>
    <w:rsid w:val="00C61338"/>
    <w:rsid w:val="00C63168"/>
    <w:rsid w:val="00C6655E"/>
    <w:rsid w:val="00C7048B"/>
    <w:rsid w:val="00C74F0F"/>
    <w:rsid w:val="00C80165"/>
    <w:rsid w:val="00C817AF"/>
    <w:rsid w:val="00C84494"/>
    <w:rsid w:val="00C84923"/>
    <w:rsid w:val="00C86569"/>
    <w:rsid w:val="00C90BEB"/>
    <w:rsid w:val="00C96418"/>
    <w:rsid w:val="00C973AB"/>
    <w:rsid w:val="00CA0A2B"/>
    <w:rsid w:val="00CA11A2"/>
    <w:rsid w:val="00CA4DF3"/>
    <w:rsid w:val="00CB09F7"/>
    <w:rsid w:val="00CB23F5"/>
    <w:rsid w:val="00CB3FC4"/>
    <w:rsid w:val="00CB4777"/>
    <w:rsid w:val="00CB5D6E"/>
    <w:rsid w:val="00CB73CE"/>
    <w:rsid w:val="00CB7B3E"/>
    <w:rsid w:val="00CC1C92"/>
    <w:rsid w:val="00CC6DF2"/>
    <w:rsid w:val="00CC739D"/>
    <w:rsid w:val="00CD1C10"/>
    <w:rsid w:val="00CD24BA"/>
    <w:rsid w:val="00CD5930"/>
    <w:rsid w:val="00CD5ADB"/>
    <w:rsid w:val="00CE0038"/>
    <w:rsid w:val="00CE39ED"/>
    <w:rsid w:val="00CE79FE"/>
    <w:rsid w:val="00CF3EC2"/>
    <w:rsid w:val="00CF4CC5"/>
    <w:rsid w:val="00D03ED8"/>
    <w:rsid w:val="00D04468"/>
    <w:rsid w:val="00D057AA"/>
    <w:rsid w:val="00D058A3"/>
    <w:rsid w:val="00D0679C"/>
    <w:rsid w:val="00D068A4"/>
    <w:rsid w:val="00D137C1"/>
    <w:rsid w:val="00D14A2D"/>
    <w:rsid w:val="00D15406"/>
    <w:rsid w:val="00D22797"/>
    <w:rsid w:val="00D22830"/>
    <w:rsid w:val="00D22842"/>
    <w:rsid w:val="00D25F63"/>
    <w:rsid w:val="00D30139"/>
    <w:rsid w:val="00D30640"/>
    <w:rsid w:val="00D36257"/>
    <w:rsid w:val="00D44BEE"/>
    <w:rsid w:val="00D4687E"/>
    <w:rsid w:val="00D47184"/>
    <w:rsid w:val="00D53A12"/>
    <w:rsid w:val="00D552A3"/>
    <w:rsid w:val="00D63186"/>
    <w:rsid w:val="00D6374B"/>
    <w:rsid w:val="00D658B2"/>
    <w:rsid w:val="00D727EF"/>
    <w:rsid w:val="00D74167"/>
    <w:rsid w:val="00D829C7"/>
    <w:rsid w:val="00D82DC6"/>
    <w:rsid w:val="00D87E2A"/>
    <w:rsid w:val="00D92608"/>
    <w:rsid w:val="00D93536"/>
    <w:rsid w:val="00D95C6B"/>
    <w:rsid w:val="00D96F4F"/>
    <w:rsid w:val="00DA240C"/>
    <w:rsid w:val="00DA25CA"/>
    <w:rsid w:val="00DA3D5E"/>
    <w:rsid w:val="00DA4CAA"/>
    <w:rsid w:val="00DA5DFF"/>
    <w:rsid w:val="00DB0B97"/>
    <w:rsid w:val="00DB0C43"/>
    <w:rsid w:val="00DB16A6"/>
    <w:rsid w:val="00DB1D9B"/>
    <w:rsid w:val="00DB258B"/>
    <w:rsid w:val="00DB27DE"/>
    <w:rsid w:val="00DC48B9"/>
    <w:rsid w:val="00DC6182"/>
    <w:rsid w:val="00DC7B16"/>
    <w:rsid w:val="00DC7FAE"/>
    <w:rsid w:val="00DD5444"/>
    <w:rsid w:val="00DD73CC"/>
    <w:rsid w:val="00DE3354"/>
    <w:rsid w:val="00DE39E5"/>
    <w:rsid w:val="00DE5EB9"/>
    <w:rsid w:val="00DF173B"/>
    <w:rsid w:val="00DF34A9"/>
    <w:rsid w:val="00DF3D4B"/>
    <w:rsid w:val="00DF626A"/>
    <w:rsid w:val="00DF7DCD"/>
    <w:rsid w:val="00DF7E3C"/>
    <w:rsid w:val="00E00F91"/>
    <w:rsid w:val="00E03F9D"/>
    <w:rsid w:val="00E056B0"/>
    <w:rsid w:val="00E069B6"/>
    <w:rsid w:val="00E129A0"/>
    <w:rsid w:val="00E13477"/>
    <w:rsid w:val="00E147B0"/>
    <w:rsid w:val="00E1501D"/>
    <w:rsid w:val="00E155D6"/>
    <w:rsid w:val="00E2159E"/>
    <w:rsid w:val="00E24410"/>
    <w:rsid w:val="00E25E6E"/>
    <w:rsid w:val="00E30570"/>
    <w:rsid w:val="00E35FBC"/>
    <w:rsid w:val="00E40EB7"/>
    <w:rsid w:val="00E41705"/>
    <w:rsid w:val="00E41F62"/>
    <w:rsid w:val="00E42DCF"/>
    <w:rsid w:val="00E432DF"/>
    <w:rsid w:val="00E445B8"/>
    <w:rsid w:val="00E44781"/>
    <w:rsid w:val="00E4796D"/>
    <w:rsid w:val="00E50B7D"/>
    <w:rsid w:val="00E526AE"/>
    <w:rsid w:val="00E5635B"/>
    <w:rsid w:val="00E56E68"/>
    <w:rsid w:val="00E62489"/>
    <w:rsid w:val="00E63231"/>
    <w:rsid w:val="00E66FF7"/>
    <w:rsid w:val="00E706C3"/>
    <w:rsid w:val="00E721BF"/>
    <w:rsid w:val="00E7524A"/>
    <w:rsid w:val="00E763D2"/>
    <w:rsid w:val="00E76A53"/>
    <w:rsid w:val="00E77D62"/>
    <w:rsid w:val="00E820E6"/>
    <w:rsid w:val="00E855B9"/>
    <w:rsid w:val="00E87248"/>
    <w:rsid w:val="00E87DE9"/>
    <w:rsid w:val="00E904A1"/>
    <w:rsid w:val="00E93EB9"/>
    <w:rsid w:val="00E9624A"/>
    <w:rsid w:val="00EA2FD4"/>
    <w:rsid w:val="00EA539B"/>
    <w:rsid w:val="00EA5427"/>
    <w:rsid w:val="00EA54E6"/>
    <w:rsid w:val="00EB0BD3"/>
    <w:rsid w:val="00EB2891"/>
    <w:rsid w:val="00EB5296"/>
    <w:rsid w:val="00EB568E"/>
    <w:rsid w:val="00EB5DBC"/>
    <w:rsid w:val="00EB67F2"/>
    <w:rsid w:val="00EB6D92"/>
    <w:rsid w:val="00EB7D28"/>
    <w:rsid w:val="00EC0D0C"/>
    <w:rsid w:val="00EC16F5"/>
    <w:rsid w:val="00ED4A2C"/>
    <w:rsid w:val="00ED590D"/>
    <w:rsid w:val="00ED76D6"/>
    <w:rsid w:val="00EE2DF4"/>
    <w:rsid w:val="00EE77CA"/>
    <w:rsid w:val="00EF2ED8"/>
    <w:rsid w:val="00EF34E8"/>
    <w:rsid w:val="00EF4359"/>
    <w:rsid w:val="00EF465F"/>
    <w:rsid w:val="00EF5893"/>
    <w:rsid w:val="00EF6940"/>
    <w:rsid w:val="00EF7E79"/>
    <w:rsid w:val="00F00C85"/>
    <w:rsid w:val="00F02909"/>
    <w:rsid w:val="00F03CB2"/>
    <w:rsid w:val="00F047D8"/>
    <w:rsid w:val="00F048F5"/>
    <w:rsid w:val="00F15FB9"/>
    <w:rsid w:val="00F16482"/>
    <w:rsid w:val="00F2044A"/>
    <w:rsid w:val="00F20BFC"/>
    <w:rsid w:val="00F24D5F"/>
    <w:rsid w:val="00F2633E"/>
    <w:rsid w:val="00F3214D"/>
    <w:rsid w:val="00F32454"/>
    <w:rsid w:val="00F3479B"/>
    <w:rsid w:val="00F36997"/>
    <w:rsid w:val="00F528EF"/>
    <w:rsid w:val="00F53860"/>
    <w:rsid w:val="00F60FE3"/>
    <w:rsid w:val="00F621FD"/>
    <w:rsid w:val="00F64220"/>
    <w:rsid w:val="00F71722"/>
    <w:rsid w:val="00F726C3"/>
    <w:rsid w:val="00F75CC4"/>
    <w:rsid w:val="00F81345"/>
    <w:rsid w:val="00F81A89"/>
    <w:rsid w:val="00F81D15"/>
    <w:rsid w:val="00F820CA"/>
    <w:rsid w:val="00F85176"/>
    <w:rsid w:val="00F8554C"/>
    <w:rsid w:val="00F95F82"/>
    <w:rsid w:val="00F97A90"/>
    <w:rsid w:val="00FA09FD"/>
    <w:rsid w:val="00FA186F"/>
    <w:rsid w:val="00FA1953"/>
    <w:rsid w:val="00FA6EA0"/>
    <w:rsid w:val="00FB7A20"/>
    <w:rsid w:val="00FC1B86"/>
    <w:rsid w:val="00FC2F35"/>
    <w:rsid w:val="00FC3FD7"/>
    <w:rsid w:val="00FC5F7E"/>
    <w:rsid w:val="00FC6919"/>
    <w:rsid w:val="00FC6C3B"/>
    <w:rsid w:val="00FD1FC6"/>
    <w:rsid w:val="00FD6877"/>
    <w:rsid w:val="00FE4572"/>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link w:val="Heading1Char"/>
    <w:uiPriority w:val="9"/>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paragraph" w:styleId="Heading4">
    <w:name w:val="heading 4"/>
    <w:basedOn w:val="Normal"/>
    <w:next w:val="Normal"/>
    <w:link w:val="Heading4Char"/>
    <w:semiHidden/>
    <w:unhideWhenUsed/>
    <w:qFormat/>
    <w:rsid w:val="00DB27DE"/>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6">
    <w:name w:val="heading 6"/>
    <w:basedOn w:val="Normal"/>
    <w:next w:val="Normal"/>
    <w:link w:val="Heading6Char"/>
    <w:uiPriority w:val="9"/>
    <w:semiHidden/>
    <w:unhideWhenUsed/>
    <w:qFormat/>
    <w:rsid w:val="00371ACB"/>
    <w:pPr>
      <w:keepNext/>
      <w:keepLines/>
      <w:spacing w:before="40" w:line="278" w:lineRule="auto"/>
      <w:outlineLvl w:val="5"/>
    </w:pPr>
    <w:rPr>
      <w:rFonts w:asciiTheme="minorHAnsi" w:eastAsiaTheme="majorEastAsia" w:hAnsiTheme="minorHAnsi" w:cstheme="majorBidi"/>
      <w:i/>
      <w:iCs/>
      <w:color w:val="595959" w:themeColor="text1" w:themeTint="A6"/>
      <w:kern w:val="2"/>
      <w:szCs w:val="24"/>
      <w:lang w:val="en-MY"/>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Heading4Char">
    <w:name w:val="Heading 4 Char"/>
    <w:basedOn w:val="DefaultParagraphFont"/>
    <w:link w:val="Heading4"/>
    <w:semiHidden/>
    <w:rsid w:val="00DB27DE"/>
    <w:rPr>
      <w:rFonts w:asciiTheme="majorHAnsi" w:eastAsiaTheme="majorEastAsia" w:hAnsiTheme="majorHAnsi" w:cstheme="majorBidi"/>
      <w:i/>
      <w:iCs/>
      <w:color w:val="365F91" w:themeColor="accent1" w:themeShade="BF"/>
      <w:sz w:val="24"/>
      <w:lang w:val="en-US" w:eastAsia="en-US"/>
    </w:rPr>
  </w:style>
  <w:style w:type="character" w:styleId="PlaceholderText">
    <w:name w:val="Placeholder Text"/>
    <w:basedOn w:val="DefaultParagraphFont"/>
    <w:uiPriority w:val="99"/>
    <w:semiHidden/>
    <w:rsid w:val="008A50DC"/>
    <w:rPr>
      <w:color w:val="666666"/>
    </w:rPr>
  </w:style>
  <w:style w:type="character" w:customStyle="1" w:styleId="Heading1Char">
    <w:name w:val="Heading 1 Char"/>
    <w:basedOn w:val="DefaultParagraphFont"/>
    <w:link w:val="Heading1"/>
    <w:uiPriority w:val="9"/>
    <w:rsid w:val="00634EBF"/>
    <w:rPr>
      <w:b/>
      <w:caps/>
      <w:sz w:val="24"/>
      <w:lang w:val="en-US" w:eastAsia="en-US"/>
    </w:rPr>
  </w:style>
  <w:style w:type="character" w:customStyle="1" w:styleId="Heading6Char">
    <w:name w:val="Heading 6 Char"/>
    <w:basedOn w:val="DefaultParagraphFont"/>
    <w:link w:val="Heading6"/>
    <w:uiPriority w:val="9"/>
    <w:semiHidden/>
    <w:rsid w:val="00371ACB"/>
    <w:rPr>
      <w:rFonts w:asciiTheme="minorHAnsi" w:eastAsiaTheme="majorEastAsia" w:hAnsiTheme="minorHAnsi" w:cstheme="majorBidi"/>
      <w:i/>
      <w:iCs/>
      <w:color w:val="595959" w:themeColor="text1" w:themeTint="A6"/>
      <w:kern w:val="2"/>
      <w:sz w:val="24"/>
      <w:szCs w:val="24"/>
      <w:lang w:val="en-MY"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745907">
      <w:bodyDiv w:val="1"/>
      <w:marLeft w:val="0"/>
      <w:marRight w:val="0"/>
      <w:marTop w:val="0"/>
      <w:marBottom w:val="0"/>
      <w:divBdr>
        <w:top w:val="none" w:sz="0" w:space="0" w:color="auto"/>
        <w:left w:val="none" w:sz="0" w:space="0" w:color="auto"/>
        <w:bottom w:val="none" w:sz="0" w:space="0" w:color="auto"/>
        <w:right w:val="none" w:sz="0" w:space="0" w:color="auto"/>
      </w:divBdr>
    </w:div>
    <w:div w:id="63182560">
      <w:bodyDiv w:val="1"/>
      <w:marLeft w:val="0"/>
      <w:marRight w:val="0"/>
      <w:marTop w:val="0"/>
      <w:marBottom w:val="0"/>
      <w:divBdr>
        <w:top w:val="none" w:sz="0" w:space="0" w:color="auto"/>
        <w:left w:val="none" w:sz="0" w:space="0" w:color="auto"/>
        <w:bottom w:val="none" w:sz="0" w:space="0" w:color="auto"/>
        <w:right w:val="none" w:sz="0" w:space="0" w:color="auto"/>
      </w:divBdr>
    </w:div>
    <w:div w:id="227738893">
      <w:bodyDiv w:val="1"/>
      <w:marLeft w:val="0"/>
      <w:marRight w:val="0"/>
      <w:marTop w:val="0"/>
      <w:marBottom w:val="0"/>
      <w:divBdr>
        <w:top w:val="none" w:sz="0" w:space="0" w:color="auto"/>
        <w:left w:val="none" w:sz="0" w:space="0" w:color="auto"/>
        <w:bottom w:val="none" w:sz="0" w:space="0" w:color="auto"/>
        <w:right w:val="none" w:sz="0" w:space="0" w:color="auto"/>
      </w:divBdr>
    </w:div>
    <w:div w:id="506791301">
      <w:bodyDiv w:val="1"/>
      <w:marLeft w:val="0"/>
      <w:marRight w:val="0"/>
      <w:marTop w:val="0"/>
      <w:marBottom w:val="0"/>
      <w:divBdr>
        <w:top w:val="none" w:sz="0" w:space="0" w:color="auto"/>
        <w:left w:val="none" w:sz="0" w:space="0" w:color="auto"/>
        <w:bottom w:val="none" w:sz="0" w:space="0" w:color="auto"/>
        <w:right w:val="none" w:sz="0" w:space="0" w:color="auto"/>
      </w:divBdr>
    </w:div>
    <w:div w:id="679771569">
      <w:bodyDiv w:val="1"/>
      <w:marLeft w:val="0"/>
      <w:marRight w:val="0"/>
      <w:marTop w:val="0"/>
      <w:marBottom w:val="0"/>
      <w:divBdr>
        <w:top w:val="none" w:sz="0" w:space="0" w:color="auto"/>
        <w:left w:val="none" w:sz="0" w:space="0" w:color="auto"/>
        <w:bottom w:val="none" w:sz="0" w:space="0" w:color="auto"/>
        <w:right w:val="none" w:sz="0" w:space="0" w:color="auto"/>
      </w:divBdr>
    </w:div>
    <w:div w:id="723680459">
      <w:bodyDiv w:val="1"/>
      <w:marLeft w:val="0"/>
      <w:marRight w:val="0"/>
      <w:marTop w:val="0"/>
      <w:marBottom w:val="0"/>
      <w:divBdr>
        <w:top w:val="none" w:sz="0" w:space="0" w:color="auto"/>
        <w:left w:val="none" w:sz="0" w:space="0" w:color="auto"/>
        <w:bottom w:val="none" w:sz="0" w:space="0" w:color="auto"/>
        <w:right w:val="none" w:sz="0" w:space="0" w:color="auto"/>
      </w:divBdr>
    </w:div>
    <w:div w:id="791436635">
      <w:bodyDiv w:val="1"/>
      <w:marLeft w:val="0"/>
      <w:marRight w:val="0"/>
      <w:marTop w:val="0"/>
      <w:marBottom w:val="0"/>
      <w:divBdr>
        <w:top w:val="none" w:sz="0" w:space="0" w:color="auto"/>
        <w:left w:val="none" w:sz="0" w:space="0" w:color="auto"/>
        <w:bottom w:val="none" w:sz="0" w:space="0" w:color="auto"/>
        <w:right w:val="none" w:sz="0" w:space="0" w:color="auto"/>
      </w:divBdr>
    </w:div>
    <w:div w:id="926618448">
      <w:bodyDiv w:val="1"/>
      <w:marLeft w:val="0"/>
      <w:marRight w:val="0"/>
      <w:marTop w:val="0"/>
      <w:marBottom w:val="0"/>
      <w:divBdr>
        <w:top w:val="none" w:sz="0" w:space="0" w:color="auto"/>
        <w:left w:val="none" w:sz="0" w:space="0" w:color="auto"/>
        <w:bottom w:val="none" w:sz="0" w:space="0" w:color="auto"/>
        <w:right w:val="none" w:sz="0" w:space="0" w:color="auto"/>
      </w:divBdr>
    </w:div>
    <w:div w:id="1000623007">
      <w:bodyDiv w:val="1"/>
      <w:marLeft w:val="0"/>
      <w:marRight w:val="0"/>
      <w:marTop w:val="0"/>
      <w:marBottom w:val="0"/>
      <w:divBdr>
        <w:top w:val="none" w:sz="0" w:space="0" w:color="auto"/>
        <w:left w:val="none" w:sz="0" w:space="0" w:color="auto"/>
        <w:bottom w:val="none" w:sz="0" w:space="0" w:color="auto"/>
        <w:right w:val="none" w:sz="0" w:space="0" w:color="auto"/>
      </w:divBdr>
    </w:div>
    <w:div w:id="1174804495">
      <w:bodyDiv w:val="1"/>
      <w:marLeft w:val="0"/>
      <w:marRight w:val="0"/>
      <w:marTop w:val="0"/>
      <w:marBottom w:val="0"/>
      <w:divBdr>
        <w:top w:val="none" w:sz="0" w:space="0" w:color="auto"/>
        <w:left w:val="none" w:sz="0" w:space="0" w:color="auto"/>
        <w:bottom w:val="none" w:sz="0" w:space="0" w:color="auto"/>
        <w:right w:val="none" w:sz="0" w:space="0" w:color="auto"/>
      </w:divBdr>
    </w:div>
    <w:div w:id="1205673408">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17221103">
      <w:bodyDiv w:val="1"/>
      <w:marLeft w:val="0"/>
      <w:marRight w:val="0"/>
      <w:marTop w:val="0"/>
      <w:marBottom w:val="0"/>
      <w:divBdr>
        <w:top w:val="none" w:sz="0" w:space="0" w:color="auto"/>
        <w:left w:val="none" w:sz="0" w:space="0" w:color="auto"/>
        <w:bottom w:val="none" w:sz="0" w:space="0" w:color="auto"/>
        <w:right w:val="none" w:sz="0" w:space="0" w:color="auto"/>
      </w:divBdr>
    </w:div>
    <w:div w:id="1369404694">
      <w:bodyDiv w:val="1"/>
      <w:marLeft w:val="0"/>
      <w:marRight w:val="0"/>
      <w:marTop w:val="0"/>
      <w:marBottom w:val="0"/>
      <w:divBdr>
        <w:top w:val="none" w:sz="0" w:space="0" w:color="auto"/>
        <w:left w:val="none" w:sz="0" w:space="0" w:color="auto"/>
        <w:bottom w:val="none" w:sz="0" w:space="0" w:color="auto"/>
        <w:right w:val="none" w:sz="0" w:space="0" w:color="auto"/>
      </w:divBdr>
    </w:div>
    <w:div w:id="1495222985">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47141874">
      <w:bodyDiv w:val="1"/>
      <w:marLeft w:val="0"/>
      <w:marRight w:val="0"/>
      <w:marTop w:val="0"/>
      <w:marBottom w:val="0"/>
      <w:divBdr>
        <w:top w:val="none" w:sz="0" w:space="0" w:color="auto"/>
        <w:left w:val="none" w:sz="0" w:space="0" w:color="auto"/>
        <w:bottom w:val="none" w:sz="0" w:space="0" w:color="auto"/>
        <w:right w:val="none" w:sz="0" w:space="0" w:color="auto"/>
      </w:divBdr>
    </w:div>
    <w:div w:id="1830554018">
      <w:bodyDiv w:val="1"/>
      <w:marLeft w:val="0"/>
      <w:marRight w:val="0"/>
      <w:marTop w:val="0"/>
      <w:marBottom w:val="0"/>
      <w:divBdr>
        <w:top w:val="none" w:sz="0" w:space="0" w:color="auto"/>
        <w:left w:val="none" w:sz="0" w:space="0" w:color="auto"/>
        <w:bottom w:val="none" w:sz="0" w:space="0" w:color="auto"/>
        <w:right w:val="none" w:sz="0" w:space="0" w:color="auto"/>
      </w:divBdr>
    </w:div>
    <w:div w:id="1850096611">
      <w:bodyDiv w:val="1"/>
      <w:marLeft w:val="0"/>
      <w:marRight w:val="0"/>
      <w:marTop w:val="0"/>
      <w:marBottom w:val="0"/>
      <w:divBdr>
        <w:top w:val="none" w:sz="0" w:space="0" w:color="auto"/>
        <w:left w:val="none" w:sz="0" w:space="0" w:color="auto"/>
        <w:bottom w:val="none" w:sz="0" w:space="0" w:color="auto"/>
        <w:right w:val="none" w:sz="0" w:space="0" w:color="auto"/>
      </w:divBdr>
    </w:div>
    <w:div w:id="1996759033">
      <w:bodyDiv w:val="1"/>
      <w:marLeft w:val="0"/>
      <w:marRight w:val="0"/>
      <w:marTop w:val="0"/>
      <w:marBottom w:val="0"/>
      <w:divBdr>
        <w:top w:val="none" w:sz="0" w:space="0" w:color="auto"/>
        <w:left w:val="none" w:sz="0" w:space="0" w:color="auto"/>
        <w:bottom w:val="none" w:sz="0" w:space="0" w:color="auto"/>
        <w:right w:val="none" w:sz="0" w:space="0" w:color="auto"/>
      </w:divBdr>
    </w:div>
    <w:div w:id="2121758823">
      <w:bodyDiv w:val="1"/>
      <w:marLeft w:val="0"/>
      <w:marRight w:val="0"/>
      <w:marTop w:val="0"/>
      <w:marBottom w:val="0"/>
      <w:divBdr>
        <w:top w:val="none" w:sz="0" w:space="0" w:color="auto"/>
        <w:left w:val="none" w:sz="0" w:space="0" w:color="auto"/>
        <w:bottom w:val="none" w:sz="0" w:space="0" w:color="auto"/>
        <w:right w:val="none" w:sz="0" w:space="0" w:color="auto"/>
      </w:divBdr>
    </w:div>
    <w:div w:id="2132894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C0A753A9-87D1-D545-BA5D-2EA10A97D744}"/>
      </w:docPartPr>
      <w:docPartBody>
        <w:p w:rsidR="00F85CD7" w:rsidRDefault="00CD5F76">
          <w:r w:rsidRPr="0008502D">
            <w:rPr>
              <w:rStyle w:val="PlaceholderText"/>
            </w:rPr>
            <w:t>Click or tap here to enter text.</w:t>
          </w:r>
        </w:p>
      </w:docPartBody>
    </w:docPart>
    <w:docPart>
      <w:docPartPr>
        <w:name w:val="6981A16126BA423DA044B538C0494342"/>
        <w:category>
          <w:name w:val="General"/>
          <w:gallery w:val="placeholder"/>
        </w:category>
        <w:types>
          <w:type w:val="bbPlcHdr"/>
        </w:types>
        <w:behaviors>
          <w:behavior w:val="content"/>
        </w:behaviors>
        <w:guid w:val="{DDD06FA0-DE57-4C6D-9CF7-8DDECA867D8A}"/>
      </w:docPartPr>
      <w:docPartBody>
        <w:p w:rsidR="00382AC4" w:rsidRDefault="00675E13" w:rsidP="00675E13">
          <w:pPr>
            <w:pStyle w:val="6981A16126BA423DA044B538C0494342"/>
          </w:pPr>
          <w:r w:rsidRPr="0008502D">
            <w:rPr>
              <w:rStyle w:val="PlaceholderText"/>
            </w:rPr>
            <w:t>Click or tap here to enter text.</w:t>
          </w:r>
        </w:p>
      </w:docPartBody>
    </w:docPart>
    <w:docPart>
      <w:docPartPr>
        <w:name w:val="5B66F607655240D1A83DC60140A9E7C0"/>
        <w:category>
          <w:name w:val="General"/>
          <w:gallery w:val="placeholder"/>
        </w:category>
        <w:types>
          <w:type w:val="bbPlcHdr"/>
        </w:types>
        <w:behaviors>
          <w:behavior w:val="content"/>
        </w:behaviors>
        <w:guid w:val="{EBD76277-05A2-4E8D-9776-050E31CFBC05}"/>
      </w:docPartPr>
      <w:docPartBody>
        <w:p w:rsidR="00565ECD" w:rsidRDefault="00752213" w:rsidP="00752213">
          <w:pPr>
            <w:pStyle w:val="5B66F607655240D1A83DC60140A9E7C0"/>
          </w:pPr>
          <w:r w:rsidRPr="0008502D">
            <w:rPr>
              <w:rStyle w:val="PlaceholderText"/>
            </w:rPr>
            <w:t>Click or tap here to enter text.</w:t>
          </w:r>
        </w:p>
      </w:docPartBody>
    </w:docPart>
    <w:docPart>
      <w:docPartPr>
        <w:name w:val="947323E212324766BEA0BEB414825AF6"/>
        <w:category>
          <w:name w:val="General"/>
          <w:gallery w:val="placeholder"/>
        </w:category>
        <w:types>
          <w:type w:val="bbPlcHdr"/>
        </w:types>
        <w:behaviors>
          <w:behavior w:val="content"/>
        </w:behaviors>
        <w:guid w:val="{30F1CF64-3A2D-4B7F-8EB3-F9482F5E9644}"/>
      </w:docPartPr>
      <w:docPartBody>
        <w:p w:rsidR="00565ECD" w:rsidRDefault="00752213" w:rsidP="00752213">
          <w:pPr>
            <w:pStyle w:val="947323E212324766BEA0BEB414825AF6"/>
          </w:pPr>
          <w:r w:rsidRPr="0008502D">
            <w:rPr>
              <w:rStyle w:val="PlaceholderText"/>
            </w:rPr>
            <w:t>Click or tap here to enter text.</w:t>
          </w:r>
        </w:p>
      </w:docPartBody>
    </w:docPart>
    <w:docPart>
      <w:docPartPr>
        <w:name w:val="A089450C549B4F65B45AB780564E83D1"/>
        <w:category>
          <w:name w:val="General"/>
          <w:gallery w:val="placeholder"/>
        </w:category>
        <w:types>
          <w:type w:val="bbPlcHdr"/>
        </w:types>
        <w:behaviors>
          <w:behavior w:val="content"/>
        </w:behaviors>
        <w:guid w:val="{C7D346DD-3113-4BAD-A5E9-FD6EAC9729EB}"/>
      </w:docPartPr>
      <w:docPartBody>
        <w:p w:rsidR="00565ECD" w:rsidRDefault="00752213" w:rsidP="00752213">
          <w:pPr>
            <w:pStyle w:val="A089450C549B4F65B45AB780564E83D1"/>
          </w:pPr>
          <w:r w:rsidRPr="0008502D">
            <w:rPr>
              <w:rStyle w:val="PlaceholderText"/>
            </w:rPr>
            <w:t>Click or tap here to enter text.</w:t>
          </w:r>
        </w:p>
      </w:docPartBody>
    </w:docPart>
    <w:docPart>
      <w:docPartPr>
        <w:name w:val="AB8721169C704D159107B87BDECD7249"/>
        <w:category>
          <w:name w:val="General"/>
          <w:gallery w:val="placeholder"/>
        </w:category>
        <w:types>
          <w:type w:val="bbPlcHdr"/>
        </w:types>
        <w:behaviors>
          <w:behavior w:val="content"/>
        </w:behaviors>
        <w:guid w:val="{6A3DE6A3-C1A2-48B3-8AF6-10E2C9EB7430}"/>
      </w:docPartPr>
      <w:docPartBody>
        <w:p w:rsidR="00E87C02" w:rsidRDefault="008A16D1" w:rsidP="008A16D1">
          <w:pPr>
            <w:pStyle w:val="AB8721169C704D159107B87BDECD7249"/>
          </w:pPr>
          <w:r w:rsidRPr="0008502D">
            <w:rPr>
              <w:rStyle w:val="PlaceholderText"/>
            </w:rPr>
            <w:t>Click or tap here to enter text.</w:t>
          </w:r>
        </w:p>
      </w:docPartBody>
    </w:docPart>
    <w:docPart>
      <w:docPartPr>
        <w:name w:val="957C3404BBF147A59E0099A64F27B65F"/>
        <w:category>
          <w:name w:val="General"/>
          <w:gallery w:val="placeholder"/>
        </w:category>
        <w:types>
          <w:type w:val="bbPlcHdr"/>
        </w:types>
        <w:behaviors>
          <w:behavior w:val="content"/>
        </w:behaviors>
        <w:guid w:val="{E43E5D0F-F635-48D0-98BB-D2E1ADD37761}"/>
      </w:docPartPr>
      <w:docPartBody>
        <w:p w:rsidR="00E87C02" w:rsidRDefault="008A16D1" w:rsidP="008A16D1">
          <w:pPr>
            <w:pStyle w:val="957C3404BBF147A59E0099A64F27B65F"/>
          </w:pPr>
          <w:r w:rsidRPr="0008502D">
            <w:rPr>
              <w:rStyle w:val="PlaceholderText"/>
            </w:rPr>
            <w:t>Click or tap here to enter text.</w:t>
          </w:r>
        </w:p>
      </w:docPartBody>
    </w:docPart>
    <w:docPart>
      <w:docPartPr>
        <w:name w:val="AFF0E5CB64F043EFA9186AE06094BD8D"/>
        <w:category>
          <w:name w:val="General"/>
          <w:gallery w:val="placeholder"/>
        </w:category>
        <w:types>
          <w:type w:val="bbPlcHdr"/>
        </w:types>
        <w:behaviors>
          <w:behavior w:val="content"/>
        </w:behaviors>
        <w:guid w:val="{8E9EB91D-A3A8-4E45-9D89-6CBDE179D3D4}"/>
      </w:docPartPr>
      <w:docPartBody>
        <w:p w:rsidR="00E87C02" w:rsidRDefault="008A16D1" w:rsidP="008A16D1">
          <w:pPr>
            <w:pStyle w:val="AFF0E5CB64F043EFA9186AE06094BD8D"/>
          </w:pPr>
          <w:r w:rsidRPr="0008502D">
            <w:rPr>
              <w:rStyle w:val="PlaceholderText"/>
            </w:rPr>
            <w:t>Click or tap here to enter text.</w:t>
          </w:r>
        </w:p>
      </w:docPartBody>
    </w:docPart>
    <w:docPart>
      <w:docPartPr>
        <w:name w:val="5690A23387AA474F87175D91348F91F2"/>
        <w:category>
          <w:name w:val="General"/>
          <w:gallery w:val="placeholder"/>
        </w:category>
        <w:types>
          <w:type w:val="bbPlcHdr"/>
        </w:types>
        <w:behaviors>
          <w:behavior w:val="content"/>
        </w:behaviors>
        <w:guid w:val="{BF67A2C2-C774-48F2-B3A0-9A894FE63171}"/>
      </w:docPartPr>
      <w:docPartBody>
        <w:p w:rsidR="00E87C02" w:rsidRDefault="008A16D1" w:rsidP="008A16D1">
          <w:pPr>
            <w:pStyle w:val="5690A23387AA474F87175D91348F91F2"/>
          </w:pPr>
          <w:r w:rsidRPr="0008502D">
            <w:rPr>
              <w:rStyle w:val="PlaceholderText"/>
            </w:rPr>
            <w:t>Click or tap here to enter text.</w:t>
          </w:r>
        </w:p>
      </w:docPartBody>
    </w:docPart>
    <w:docPart>
      <w:docPartPr>
        <w:name w:val="C06FD9A74E4344918AA3A5286875C3F2"/>
        <w:category>
          <w:name w:val="General"/>
          <w:gallery w:val="placeholder"/>
        </w:category>
        <w:types>
          <w:type w:val="bbPlcHdr"/>
        </w:types>
        <w:behaviors>
          <w:behavior w:val="content"/>
        </w:behaviors>
        <w:guid w:val="{00B26F95-66C7-46AA-9249-96FC100D9178}"/>
      </w:docPartPr>
      <w:docPartBody>
        <w:p w:rsidR="00E87C02" w:rsidRDefault="008A16D1" w:rsidP="008A16D1">
          <w:pPr>
            <w:pStyle w:val="C06FD9A74E4344918AA3A5286875C3F2"/>
          </w:pPr>
          <w:r w:rsidRPr="0008502D">
            <w:rPr>
              <w:rStyle w:val="PlaceholderText"/>
            </w:rPr>
            <w:t>Click or tap here to enter text.</w:t>
          </w:r>
        </w:p>
      </w:docPartBody>
    </w:docPart>
    <w:docPart>
      <w:docPartPr>
        <w:name w:val="779C73470C6B468C97E092FE34438E04"/>
        <w:category>
          <w:name w:val="General"/>
          <w:gallery w:val="placeholder"/>
        </w:category>
        <w:types>
          <w:type w:val="bbPlcHdr"/>
        </w:types>
        <w:behaviors>
          <w:behavior w:val="content"/>
        </w:behaviors>
        <w:guid w:val="{3386840E-555E-412A-AB66-4745E7178406}"/>
      </w:docPartPr>
      <w:docPartBody>
        <w:p w:rsidR="00E87C02" w:rsidRDefault="008A16D1" w:rsidP="008A16D1">
          <w:pPr>
            <w:pStyle w:val="779C73470C6B468C97E092FE34438E04"/>
          </w:pPr>
          <w:r w:rsidRPr="0008502D">
            <w:rPr>
              <w:rStyle w:val="PlaceholderText"/>
            </w:rPr>
            <w:t>Click or tap here to enter text.</w:t>
          </w:r>
        </w:p>
      </w:docPartBody>
    </w:docPart>
    <w:docPart>
      <w:docPartPr>
        <w:name w:val="25561FCAEB0D42E4979ABB7920FF224A"/>
        <w:category>
          <w:name w:val="General"/>
          <w:gallery w:val="placeholder"/>
        </w:category>
        <w:types>
          <w:type w:val="bbPlcHdr"/>
        </w:types>
        <w:behaviors>
          <w:behavior w:val="content"/>
        </w:behaviors>
        <w:guid w:val="{8F66E8C9-F0EE-4BF8-9619-B1AA03EBA8ED}"/>
      </w:docPartPr>
      <w:docPartBody>
        <w:p w:rsidR="00E87C02" w:rsidRDefault="008A16D1" w:rsidP="008A16D1">
          <w:pPr>
            <w:pStyle w:val="25561FCAEB0D42E4979ABB7920FF224A"/>
          </w:pPr>
          <w:r w:rsidRPr="0008502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5F76"/>
    <w:rsid w:val="0001470A"/>
    <w:rsid w:val="0002583A"/>
    <w:rsid w:val="00073D9F"/>
    <w:rsid w:val="000F330D"/>
    <w:rsid w:val="000F4F7D"/>
    <w:rsid w:val="001A7358"/>
    <w:rsid w:val="001B5AB8"/>
    <w:rsid w:val="001B7413"/>
    <w:rsid w:val="00206F18"/>
    <w:rsid w:val="00227D97"/>
    <w:rsid w:val="002B20AF"/>
    <w:rsid w:val="00382080"/>
    <w:rsid w:val="00382AC4"/>
    <w:rsid w:val="00396DA0"/>
    <w:rsid w:val="003B4290"/>
    <w:rsid w:val="004643C4"/>
    <w:rsid w:val="00476CDF"/>
    <w:rsid w:val="00507064"/>
    <w:rsid w:val="00513588"/>
    <w:rsid w:val="00565ECD"/>
    <w:rsid w:val="005D3D36"/>
    <w:rsid w:val="005D5E1F"/>
    <w:rsid w:val="00675E13"/>
    <w:rsid w:val="00752213"/>
    <w:rsid w:val="00766CDF"/>
    <w:rsid w:val="007776D2"/>
    <w:rsid w:val="007C2F7D"/>
    <w:rsid w:val="0082632E"/>
    <w:rsid w:val="00874E7B"/>
    <w:rsid w:val="00885B93"/>
    <w:rsid w:val="008A16D1"/>
    <w:rsid w:val="008B0968"/>
    <w:rsid w:val="009154DB"/>
    <w:rsid w:val="009A734F"/>
    <w:rsid w:val="009C0BEF"/>
    <w:rsid w:val="009D2D2A"/>
    <w:rsid w:val="00A9743B"/>
    <w:rsid w:val="00B53235"/>
    <w:rsid w:val="00BA13B0"/>
    <w:rsid w:val="00BC2EB6"/>
    <w:rsid w:val="00C319AE"/>
    <w:rsid w:val="00C7048B"/>
    <w:rsid w:val="00CB73CE"/>
    <w:rsid w:val="00CD5F76"/>
    <w:rsid w:val="00D03157"/>
    <w:rsid w:val="00D4216B"/>
    <w:rsid w:val="00DE2349"/>
    <w:rsid w:val="00E87C02"/>
    <w:rsid w:val="00F76F0F"/>
    <w:rsid w:val="00F85CD7"/>
    <w:rsid w:val="00FD6877"/>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MY"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A16D1"/>
    <w:rPr>
      <w:color w:val="666666"/>
    </w:rPr>
  </w:style>
  <w:style w:type="paragraph" w:customStyle="1" w:styleId="6981A16126BA423DA044B538C0494342">
    <w:name w:val="6981A16126BA423DA044B538C0494342"/>
    <w:rsid w:val="00675E13"/>
    <w:rPr>
      <w:lang w:eastAsia="en-MY"/>
    </w:rPr>
  </w:style>
  <w:style w:type="paragraph" w:customStyle="1" w:styleId="5B66F607655240D1A83DC60140A9E7C0">
    <w:name w:val="5B66F607655240D1A83DC60140A9E7C0"/>
    <w:rsid w:val="00752213"/>
    <w:rPr>
      <w:lang w:eastAsia="en-MY"/>
    </w:rPr>
  </w:style>
  <w:style w:type="paragraph" w:customStyle="1" w:styleId="947323E212324766BEA0BEB414825AF6">
    <w:name w:val="947323E212324766BEA0BEB414825AF6"/>
    <w:rsid w:val="00752213"/>
    <w:rPr>
      <w:lang w:eastAsia="en-MY"/>
    </w:rPr>
  </w:style>
  <w:style w:type="paragraph" w:customStyle="1" w:styleId="A089450C549B4F65B45AB780564E83D1">
    <w:name w:val="A089450C549B4F65B45AB780564E83D1"/>
    <w:rsid w:val="00752213"/>
    <w:rPr>
      <w:lang w:eastAsia="en-MY"/>
    </w:rPr>
  </w:style>
  <w:style w:type="paragraph" w:customStyle="1" w:styleId="AB8721169C704D159107B87BDECD7249">
    <w:name w:val="AB8721169C704D159107B87BDECD7249"/>
    <w:rsid w:val="008A16D1"/>
    <w:rPr>
      <w:lang w:eastAsia="en-MY"/>
    </w:rPr>
  </w:style>
  <w:style w:type="paragraph" w:customStyle="1" w:styleId="957C3404BBF147A59E0099A64F27B65F">
    <w:name w:val="957C3404BBF147A59E0099A64F27B65F"/>
    <w:rsid w:val="008A16D1"/>
    <w:rPr>
      <w:lang w:eastAsia="en-MY"/>
    </w:rPr>
  </w:style>
  <w:style w:type="paragraph" w:customStyle="1" w:styleId="AFF0E5CB64F043EFA9186AE06094BD8D">
    <w:name w:val="AFF0E5CB64F043EFA9186AE06094BD8D"/>
    <w:rsid w:val="008A16D1"/>
    <w:rPr>
      <w:lang w:eastAsia="en-MY"/>
    </w:rPr>
  </w:style>
  <w:style w:type="paragraph" w:customStyle="1" w:styleId="5690A23387AA474F87175D91348F91F2">
    <w:name w:val="5690A23387AA474F87175D91348F91F2"/>
    <w:rsid w:val="008A16D1"/>
    <w:rPr>
      <w:lang w:eastAsia="en-MY"/>
    </w:rPr>
  </w:style>
  <w:style w:type="paragraph" w:customStyle="1" w:styleId="C06FD9A74E4344918AA3A5286875C3F2">
    <w:name w:val="C06FD9A74E4344918AA3A5286875C3F2"/>
    <w:rsid w:val="008A16D1"/>
    <w:rPr>
      <w:lang w:eastAsia="en-MY"/>
    </w:rPr>
  </w:style>
  <w:style w:type="paragraph" w:customStyle="1" w:styleId="779C73470C6B468C97E092FE34438E04">
    <w:name w:val="779C73470C6B468C97E092FE34438E04"/>
    <w:rsid w:val="008A16D1"/>
    <w:rPr>
      <w:lang w:eastAsia="en-MY"/>
    </w:rPr>
  </w:style>
  <w:style w:type="paragraph" w:customStyle="1" w:styleId="25561FCAEB0D42E4979ABB7920FF224A">
    <w:name w:val="25561FCAEB0D42E4979ABB7920FF224A"/>
    <w:rsid w:val="008A16D1"/>
    <w:rPr>
      <w:lang w:eastAsia="en-MY"/>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B9C392F-19BB-234E-836C-550F5BA60E3F}">
  <we:reference id="wa104382081" version="1.55.1.0" store="en-US" storeType="OMEX"/>
  <we:alternateReferences>
    <we:reference id="wa104382081" version="1.55.1.0" store="en-US" storeType="OMEX"/>
  </we:alternateReferences>
  <we:properties>
    <we:property name="MENDELEY_CITATIONS" value="[{&quot;citationID&quot;:&quot;MENDELEY_CITATION_2fc1ec0a-7883-4872-8169-5e3832e57361&quot;,&quot;properties&quot;:{&quot;noteIndex&quot;:0},&quot;isEdited&quot;:false,&quot;manualOverride&quot;:{&quot;isManuallyOverridden&quot;:false,&quot;citeprocText&quot;:&quot;[1]&quot;,&quot;manualOverrideText&quot;:&quot;&quot;},&quot;citationTag&quot;:&quot;MENDELEY_CITATION_v3_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&quot;,&quot;citationItems&quot;:[{&quot;id&quot;:&quot;d605d55d-9c0e-3d5a-a497-a32a9a20c827&quot;,&quot;itemData&quot;:{&quot;type&quot;:&quot;article-journal&quot;,&quot;id&quot;:&quot;d605d55d-9c0e-3d5a-a497-a32a9a20c827&quot;,&quot;title&quot;:&quot;Ethics and discrimination in artificial intelligence-enabled recruitment practices.&quot;,&quot;DOI&quot;:&quot;10.1057/s41599-023-02079-x&quot;,&quot;issued&quot;:{&quot;date-parts&quot;:[[2025]]},&quot;abstract&quot;:&quot;This study aims to address the research gap on algorithmic discrimination caused by AI-enabled recruitment and explore technical and managerial solutions. The primary research approach used is a literature review. The findings suggest that AI-enabled recruitment has the potential to enhance recruitment quality, increase efficiency, and reduce transactional work. However, algorithmic bias results in discriminatory hiring practices based on gender, race, color, and personality traits. The study indicates that algorithmic bias stems from limited raw data sets and biased algorithm designers. To mitigate this issue, it is recommended to implement technical measures, such as unbiased dataset frameworks and improved algorithmic transparency, as well as management measures like internal corporate ethical governance and external oversight. Employing Grounded Theory, the study conducted survey analysis to collect firsthand data on respondents’ experiences and perceptions of AI-driven recruitment applications and discrimination.&quot;,&quot;container-title-short&quot;:&quot;&quot;},&quot;isTemporary&quot;:false}]},{&quot;citationID&quot;:&quot;MENDELEY_CITATION_378bb0be-6e52-4206-a4bf-6acad63416da&quot;,&quot;properties&quot;:{&quot;noteIndex&quot;:0},&quot;isEdited&quot;:false,&quot;manualOverride&quot;:{&quot;isManuallyOverridden&quot;:false,&quot;citeprocText&quot;:&quot;[2]&quot;,&quot;manualOverrideText&quot;:&quot;&quot;},&quot;citationTag&quot;:&quot;MENDELEY_CITATION_v3_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&quot;,&quot;citationItems&quot;:[{&quot;id&quot;:&quot;aaba63fb-e8fd-3098-9aad-92299732b933&quot;,&quot;itemData&quot;:{&quot;type&quot;:&quot;article-journal&quot;,&quot;id&quot;:&quot;aaba63fb-e8fd-3098-9aad-92299732b933&quot;,&quot;title&quot;:&quot;Transparency and accountability in AI systems: safeguarding wellbeing in the age of algorithmic decision-making&quot;,&quot;author&quot;:[{&quot;family&quot;:&quot;Arya&quot;,&quot;given&quot;:&quot;Vijay&quot;,&quot;parse-names&quot;:false,&quot;dropping-particle&quot;:&quot;&quot;,&quot;non-dropping-particle&quot;:&quot;&quot;},{&quot;family&quot;:&quot;Bellamy&quot;,&quot;given&quot;:&quot;Rachel K. E.&quot;,&quot;parse-names&quot;:false,&quot;dropping-particle&quot;:&quot;&quot;,&quot;non-dropping-particle&quot;:&quot;&quot;},{&quot;family&quot;:&quot;Chen&quot;,&quot;given&quot;:&quot;Pin-Yu&quot;,&quot;parse-names&quot;:false,&quot;dropping-particle&quot;:&quot;&quot;,&quot;non-dropping-particle&quot;:&quot;&quot;},{&quot;family&quot;:&quot;Dhurandhar&quot;,&quot;given&quot;:&quot;Amit&quot;,&quot;parse-names&quot;:false,&quot;dropping-particle&quot;:&quot;&quot;,&quot;non-dropping-particle&quot;:&quot;&quot;},{&quot;family&quot;:&quot;Hind&quot;,&quot;given&quot;:&quot;Michael&quot;,&quot;parse-names&quot;:false,&quot;dropping-particle&quot;:&quot;&quot;,&quot;non-dropping-particle&quot;:&quot;&quot;},{&quot;family&quot;:&quot;Hoffman&quot;,&quot;given&quot;:&quot;Samuel C.&quot;,&quot;parse-names&quot;:false,&quot;dropping-particle&quot;:&quot;&quot;,&quot;non-dropping-particle&quot;:&quot;&quot;},{&quot;family&quot;:&quot;Houde&quot;,&quot;given&quot;:&quot;Stephanie&quot;,&quot;parse-names&quot;:false,&quot;dropping-particle&quot;:&quot;&quot;,&quot;non-dropping-particle&quot;:&quot;&quot;},{&quot;family&quot;:&quot;Liao&quot;,&quot;given&quot;:&quot;Q. Vera&quot;,&quot;parse-names&quot;:false,&quot;dropping-particle&quot;:&quot;&quot;,&quot;non-dropping-particle&quot;:&quot;&quot;},{&quot;family&quot;:&quot;Luss&quot;,&quot;given&quot;:&quot;Ronny&quot;,&quot;parse-names&quot;:false,&quot;dropping-particle&quot;:&quot;&quot;,&quot;non-dropping-particle&quot;:&quot;&quot;},{&quot;family&quot;:&quot;Mojsilović&quot;,&quot;given&quot;:&quot;Aleksandra&quot;,&quot;parse-names&quot;:false,&quot;dropping-particle&quot;:&quot;&quot;,&quot;non-dropping-particle&quot;:&quot;&quot;},{&quot;family&quot;:&quot;Mourad&quot;,&quot;given&quot;:&quot;Sami&quot;,&quot;parse-names&quot;:false,&quot;dropping-particle&quot;:&quot;&quot;,&quot;non-dropping-particle&quot;:&quot;&quot;},{&quot;family&quot;:&quot;Pedemonte&quot;,&quot;given&quot;:&quot;Pablo&quot;,&quot;parse-names&quot;:false,&quot;dropping-particle&quot;:&quot;&quot;,&quot;non-dropping-particle&quot;:&quot;&quot;},{&quot;family&quot;:&quot;Raghavendra&quot;,&quot;given&quot;:&quot;Ramya&quot;,&quot;parse-names&quot;:false,&quot;dropping-particle&quot;:&quot;&quot;,&quot;non-dropping-particle&quot;:&quot;&quot;},{&quot;family&quot;:&quot;Richards&quot;,&quot;given&quot;:&quot;John&quot;,&quot;parse-names&quot;:false,&quot;dropping-particle&quot;:&quot;&quot;,&quot;non-dropping-particle&quot;:&quot;&quot;},{&quot;family&quot;:&quot;Sattigeri&quot;,&quot;given&quot;:&quot;Prasanna&quot;,&quot;parse-names&quot;:false,&quot;dropping-particle&quot;:&quot;&quot;,&quot;non-dropping-particle&quot;:&quot;&quot;},{&quot;family&quot;:&quot;Shanmugam&quot;,&quot;given&quot;:&quot;Karthikeyan&quot;,&quot;parse-names&quot;:false,&quot;dropping-particle&quot;:&quot;&quot;,&quot;non-dropping-particle&quot;:&quot;&quot;},{&quot;family&quot;:&quot;Singh&quot;,&quot;given&quot;:&quot;Moninder&quot;,&quot;parse-names&quot;:false,&quot;dropping-particle&quot;:&quot;&quot;,&quot;non-dropping-particle&quot;:&quot;&quot;},{&quot;family&quot;:&quot;Varshney&quot;,&quot;given&quot;:&quot;Kush R.&quot;,&quot;parse-names&quot;:false,&quot;dropping-particle&quot;:&quot;&quot;,&quot;non-dropping-particle&quot;:&quot;&quot;},{&quot;family&quot;:&quot;Wei&quot;,&quot;given&quot;:&quot;Dennis&quot;,&quot;parse-names&quot;:false,&quot;dropping-particle&quot;:&quot;&quot;,&quot;non-dropping-particle&quot;:&quot;&quot;},{&quot;family&quot;:&quot;Zhang&quot;,&quot;given&quot;:&quot;Yunfeng&quot;,&quot;parse-names&quot;:false,&quot;dropping-particle&quot;:&quot;&quot;,&quot;non-dropping-particle&quot;:&quot;&quot;}],&quot;issued&quot;:{&quot;date-parts&quot;:[[2019,9]]},&quot;abstract&quot;:&quot;As artificial intelligence and machine learning algorithms make further inroads into society, calls are increasing from multiple stakeholders for these algorithms to explain their outputs. At the same time, these stakeholders, whether they be affected citizens, government regulators, domain experts, or system developers, present different requirements for explanations. Toward addressing these needs, we introduce AI Explainability 360 (http://aix360.mybluemix.net/), an open-source software toolkit featuring eight diverse and state-of-the-art explainability methods and two evaluation metrics. Equally important, we provide a taxonomy to help entities requiring explanations to navigate the space of explanation methods, not only those in the toolkit but also in the broader literature on explainability. For data scientists and other users of the toolkit, we have implemented an extensible software architecture that organizes methods according to their place in the AI modeling pipeline. We also discuss enhancements to bring research innovations closer to consumers of explanations, ranging from simplified, more accessible versions of algorithms, to tutorials and an interactive web demo to introduce AI explainability to different audiences and application domains. Together, our toolkit and taxonomy can help identify gaps where more explainability methods are needed and provide a platform to incorporate them as they are developed.&quot;,&quot;container-title-short&quot;:&quot;&quot;},&quot;isTemporary&quot;:false}]},{&quot;citationID&quot;:&quot;MENDELEY_CITATION_0f5c2709-f522-4b35-9aee-4bf542e51b67&quot;,&quot;properties&quot;:{&quot;noteIndex&quot;:0},&quot;isEdited&quot;:false,&quot;manualOverride&quot;:{&quot;isManuallyOverridden&quot;:false,&quot;citeprocText&quot;:&quot;[3]&quot;,&quot;manualOverrideText&quot;:&quot;&quot;},&quot;citationTag&quot;:&quot;MENDELEY_CITATION_v3_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&quot;,&quot;citationItems&quot;:[{&quot;id&quot;:&quot;7c5349b3-c1f3-3e39-b559-b5fed8590a2a&quot;,&quot;itemData&quot;:{&quot;type&quot;:&quot;article-journal&quot;,&quot;id&quot;:&quot;7c5349b3-c1f3-3e39-b559-b5fed8590a2a&quot;,&quot;title&quot;:&quot;Enforcing ethical goals over reinforcement-learning policies&quot;,&quot;author&quot;:[{&quot;family&quot;:&quot;Neufeld&quot;,&quot;given&quot;:&quot;Emery A.&quot;,&quot;parse-names&quot;:false,&quot;dropping-particle&quot;:&quot;&quot;,&quot;non-dropping-particle&quot;:&quot;&quot;},{&quot;family&quot;:&quot;Bartocci&quot;,&quot;given&quot;:&quot;Ezio&quot;,&quot;parse-names&quot;:false,&quot;dropping-particle&quot;:&quot;&quot;,&quot;non-dropping-particle&quot;:&quot;&quot;},{&quot;family&quot;:&quot;Ciabattoni&quot;,&quot;given&quot;:&quot;Agata&quot;,&quot;parse-names&quot;:false,&quot;dropping-particle&quot;:&quot;&quot;,&quot;non-dropping-particle&quot;:&quot;&quot;},{&quot;family&quot;:&quot;Governatori&quot;,&quot;given&quot;:&quot;Guido&quot;,&quot;parse-names&quot;:false,&quot;dropping-particle&quot;:&quot;&quot;,&quot;non-dropping-particle&quot;:&quot;&quot;}],&quot;container-title&quot;:&quot;Ethics and Information Technology&quot;,&quot;container-title-short&quot;:&quot;Ethics Inf Technol&quot;,&quot;DOI&quot;:&quot;10.1007/s10676-022-09665-8&quot;,&quot;ISSN&quot;:&quot;15728439&quot;,&quot;issued&quot;:{&quot;date-parts&quot;:[[2022,12]]},&quot;abstract&quot;:&quot;Recent years have yielded many discussions on how to endow autonomous agents with the ability to make ethical decisions, and the need for explicit ethical reasoning and transparency is a persistent theme in this literature. We present a modular and transparent approach to equip autonomous agents with the ability to comply with ethical prescriptions, while still enacting pre-learned optimal behaviour. Our approach relies on a normative supervisor module, that integrates a theorem prover for defeasible deontic logic within the control loop of a reinforcement learning agent. The supervisor operates as both an event recorder and an on-the-fly compliance checker w.r.t. an external norm base. We successfully evaluated our approach with several tests using variations of the game Pac-Man, subject to a variety of “ethical” constraints.&quot;,&quot;publisher&quot;:&quot;Springer Science and Business Media B.V.&quot;,&quot;volume&quot;:&quot;24&quot;},&quot;isTemporary&quot;:false}]},{&quot;citationID&quot;:&quot;MENDELEY_CITATION_1ac983ee-4165-4f95-975c-3aa8e93a158d&quot;,&quot;properties&quot;:{&quot;noteIndex&quot;:0},&quot;isEdited&quot;:false,&quot;manualOverride&quot;:{&quot;isManuallyOverridden&quot;:false,&quot;citeprocText&quot;:&quot;[4]&quot;,&quot;manualOverrideText&quot;:&quot;&quot;},&quot;citationTag&quot;:&quot;MENDELEY_CITATION_v3_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&quot;,&quot;citationItems&quot;:[{&quot;id&quot;:&quot;759438c2-a7e8-31d6-b8b7-ac93d9057931&quot;,&quot;itemData&quot;:{&quot;type&quot;:&quot;article-journal&quot;,&quot;id&quot;:&quot;759438c2-a7e8-31d6-b8b7-ac93d9057931&quot;,&quot;title&quot;:&quot;Ethical Decision-Making in Artificial Intelligence: A Logic Programming Approach&quot;,&quot;author&quot;:[{&quot;family&quot;:&quot;Machado&quot;,&quot;given&quot;:&quot;José&quot;,&quot;parse-names&quot;:false,&quot;dropping-particle&quot;:&quot;&quot;,&quot;non-dropping-particle&quot;:&quot;&quot;},{&quot;family&quot;:&quot;Sousa&quot;,&quot;given&quot;:&quot;Regina&quot;,&quot;parse-names&quot;:false,&quot;dropping-particle&quot;:&quot;&quot;,&quot;non-dropping-particle&quot;:&quot;&quot;},{&quot;family&quot;:&quot;Peixoto&quot;,&quot;given&quot;:&quot;Hugo&quot;,&quot;parse-names&quot;:false,&quot;dropping-particle&quot;:&quot;&quot;,&quot;non-dropping-particle&quot;:&quot;&quot;},{&quot;family&quot;:&quot;Abelha&quot;,&quot;given&quot;:&quot;António&quot;,&quot;parse-names&quot;:false,&quot;dropping-particle&quot;:&quot;&quot;,&quot;non-dropping-particle&quot;:&quot;&quot;}],&quot;container-title&quot;:&quot;AI&quot;,&quot;DOI&quot;:&quot;10.3390/ai5040130&quot;,&quot;ISSN&quot;:&quot;2673-2688&quot;,&quot;issued&quot;:{&quot;date-parts&quot;:[[2024,12]]},&quot;page&quot;:&quot;2707-2724&quot;,&quot;abstract&quot;:&quot;&lt;p&gt;This article proposes a framework for integrating ethical reasoning into AI systems through Continuous Logic Programming (CLP), emphasizing the improvement of transparency and accountability in automated decision-making. The study highlights requirements for AI that respects human values and societal norms by examining concerns such as algorithmic bias, data privacy, and ethical dilemmas in fields like healthcare and autonomous systems. The proposed CLP-based methodology offers a systematic, elucidative framework for ethical decision-making, allowing AI systems to balance operational efficiency with ethical principles. Important contributions include strategies for the integration of ethical frameworks, stakeholder engagement, and transparency, as well as discussion on artificial moral agents and their function in addressing ethical dilemmas in AI. The paper presents practical examples that illustrate the application of CLP in ethical reasoning, highlighting its ability to bring together AI performance with responsible AI practices.&lt;/p&gt;&quot;,&quot;volume&quot;:&quot;5&quot;,&quot;container-title-short&quot;:&quot;&quot;},&quot;isTemporary&quot;:false}]},{&quot;citationID&quot;:&quot;MENDELEY_CITATION_406f10c2-ba4f-4868-bce2-3f26cc9e7c3b&quot;,&quot;properties&quot;:{&quot;noteIndex&quot;:0},&quot;isEdited&quot;:false,&quot;manualOverride&quot;:{&quot;isManuallyOverridden&quot;:false,&quot;citeprocText&quot;:&quot;[5]&quot;,&quot;manualOverrideText&quot;:&quot;&quot;},&quot;citationTag&quot;:&quot;MENDELEY_CITATION_v3_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&quot;,&quot;citationItems&quot;:[{&quot;id&quot;:&quot;4cd671e8-cf30-35f8-8a09-dd4bff50309e&quot;,&quot;itemData&quot;:{&quot;type&quot;:&quot;article-journal&quot;,&quot;id&quot;:&quot;4cd671e8-cf30-35f8-8a09-dd4bff50309e&quot;,&quot;title&quot;:&quot;MoralBench: Moral Evaluation of LLMs&quot;,&quot;author&quot;:[{&quot;family&quot;:&quot;Ji&quot;,&quot;given&quot;:&quot;Jianchao&quot;,&quot;parse-names&quot;:false,&quot;dropping-particle&quot;:&quot;&quot;,&quot;non-dropping-particle&quot;:&quot;&quot;},{&quot;family&quot;:&quot;Chen&quot;,&quot;given&quot;:&quot;Yutong&quot;,&quot;parse-names&quot;:false,&quot;dropping-particle&quot;:&quot;&quot;,&quot;non-dropping-particle&quot;:&quot;&quot;},{&quot;family&quot;:&quot;Jin&quot;,&quot;given&quot;:&quot;Mingyu&quot;,&quot;parse-names&quot;:false,&quot;dropping-particle&quot;:&quot;&quot;,&quot;non-dropping-particle&quot;:&quot;&quot;},{&quot;family&quot;:&quot;Xu&quot;,&quot;given&quot;:&quot;Wujiang&quot;,&quot;parse-names&quot;:false,&quot;dropping-particle&quot;:&quot;&quot;,&quot;non-dropping-particle&quot;:&quot;&quot;},{&quot;family&quot;:&quot;Hua&quot;,&quot;given&quot;:&quot;Wenyue&quot;,&quot;parse-names&quot;:false,&quot;dropping-particle&quot;:&quot;&quot;,&quot;non-dropping-particle&quot;:&quot;&quot;},{&quot;family&quot;:&quot;Zhang&quot;,&quot;given&quot;:&quot;Yongfeng&quot;,&quot;parse-names&quot;:false,&quot;dropping-particle&quot;:&quot;&quot;,&quot;non-dropping-particle&quot;:&quot;&quot;}],&quot;issued&quot;:{&quot;date-parts&quot;:[[2024,6]]},&quot;abstract&quot;:&quot;In the rapidly evolving field of artificial intelligence, large language models (LLMs) have emerged as powerful tools for a myriad of applications, from natural language processing to decision-making support systems. However, as these models become increasingly integrated into societal frameworks, the imperative to ensure they operate within ethical and moral boundaries has never been more critical. This paper introduces a novel benchmark designed to measure and compare the moral reasoning capabilities of LLMs. We present the first comprehensive dataset specifically curated to probe the moral dimensions of LLM outputs, addressing a wide range of ethical dilemmas and scenarios reflective of real-world complexities. The main contribution of this work lies in the development of benchmark datasets and metrics for assessing the moral identity of LLMs, which accounts for nuance, contextual sensitivity, and alignment with human ethical standards. Our methodology involves a multi-faceted approach, combining quantitative analysis with qualitative insights from ethics scholars to ensure a thorough evaluation of model performance. By applying our benchmark across several leading LLMs, we uncover significant variations in moral reasoning capabilities of different models. These findings highlight the importance of considering moral reasoning in the development and evaluation of LLMs, as well as the need for ongoing research to address the biases and limitations uncovered in our study. We publicly release the benchmark at https://drive.google.com/drive/u/0/folders/1k93YZJserYc2CkqP8d4B3M3sgd3kA8W7 and also open-source the code of the project at https://github.com/agiresearch/MoralBench.&quot;,&quot;container-title-short&quot;:&quot;&quot;},&quot;isTemporary&quot;:false}]},{&quot;citationID&quot;:&quot;MENDELEY_CITATION_070e90cf-39fb-4615-b77f-cb5a6a482513&quot;,&quot;properties&quot;:{&quot;noteIndex&quot;:0},&quot;isEdited&quot;:false,&quot;manualOverride&quot;:{&quot;isManuallyOverridden&quot;:false,&quot;citeprocText&quot;:&quot;[6]&quot;,&quot;manualOverrideText&quot;:&quot;&quot;},&quot;citationTag&quot;:&quot;MENDELEY_CITATION_v3_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&quot;,&quot;citationItems&quot;:[{&quot;id&quot;:&quot;f5adfcea-c8c1-375d-bb44-09c2c7c2d303&quot;,&quot;itemData&quot;:{&quot;type&quot;:&quot;article-journal&quot;,&quot;id&quot;:&quot;f5adfcea-c8c1-375d-bb44-09c2c7c2d303&quot;,&quot;title&quot;:&quot;Fairness-Aware Interpretable Modeling (FAIM) for Trustworthy Machine Learning in Healthcare&quot;,&quot;author&quot;:[{&quot;family&quot;:&quot;Liu&quot;,&quot;given&quot;:&quot;Mingxuan&quot;,&quot;parse-names&quot;:false,&quot;dropping-particle&quot;:&quot;&quot;,&quot;non-dropping-particle&quot;:&quot;&quot;},{&quot;family&quot;:&quot;Ning&quot;,&quot;given&quot;:&quot;Yilin&quot;,&quot;parse-names&quot;:false,&quot;dropping-particle&quot;:&quot;&quot;,&quot;non-dropping-particle&quot;:&quot;&quot;},{&quot;family&quot;:&quot;Ke&quot;,&quot;given&quot;:&quot;Yuhe&quot;,&quot;parse-names&quot;:false,&quot;dropping-particle&quot;:&quot;&quot;,&quot;non-dropping-particle&quot;:&quot;&quot;},{&quot;family&quot;:&quot;Shang&quot;,&quot;given&quot;:&quot;Yuqing&quot;,&quot;parse-names&quot;:false,&quot;dropping-particle&quot;:&quot;&quot;,&quot;non-dropping-particle&quot;:&quot;&quot;},{&quot;family&quot;:&quot;Chakraborty&quot;,&quot;given&quot;:&quot;Bibhas&quot;,&quot;parse-names&quot;:false,&quot;dropping-particle&quot;:&quot;&quot;,&quot;non-dropping-particle&quot;:&quot;&quot;},{&quot;family&quot;:&quot;Eng&quot;,&quot;given&quot;:&quot;Marcus&quot;,&quot;parse-names&quot;:false,&quot;dropping-particle&quot;:&quot;&quot;,&quot;non-dropping-particle&quot;:&quot;&quot;},{&quot;family&quot;:&quot;Ong&quot;,&quot;given&quot;:&quot;Hock&quot;,&quot;parse-names&quot;:false,&quot;dropping-particle&quot;:&quot;&quot;,&quot;non-dropping-particle&quot;:&quot;&quot;},{&quot;family&quot;:&quot;Vaughan&quot;,&quot;given&quot;:&quot;Roger&quot;,&quot;parse-names&quot;:false,&quot;dropping-particle&quot;:&quot;&quot;,&quot;non-dropping-particle&quot;:&quot;&quot;},{&quot;family&quot;:&quot;Liu&quot;,&quot;given&quot;:&quot;Nan&quot;,&quot;parse-names&quot;:false,&quot;dropping-particle&quot;:&quot;&quot;,&quot;non-dropping-particle&quot;:&quot;&quot;}],&quot;issued&quot;:{&quot;date-parts&quot;:[[2024]]},&quot;abstract&quot;:&quot;The escalating integration of machine learning in high-stakes fields such as healthcare raises substantial concerns about model fairness. We propose an interpretable framework - Fairness-Aware Interpretable Modeling (FAIM), to improve model fairness without compromising performance, featuring an interactive interface to identify a \&quot;fairer\&quot; model from a set of high-performing models and promoting the integration of data-driven evidence and clinical expertise to enhance contextualized fairness. We demonstrated FAIM's value in reducing sex and race biases by predicting hospital admission with two real-world databases, MIMIC-IV-ED and SGH-ED. We show that for both datasets, FAIM models not only exhibited satisfactory discriminatory performance but also significantly mitigated biases as measured by well-established fairness metrics, outperforming commonly used bias-mitigation methods. Our approach demonstrates the feasibility of improving fairness without sacrificing performance and provides an a modeling mode that invites domain experts to engage, fostering a multidisciplinary effort toward tailored AI fairness.&quot;,&quot;container-title-short&quot;:&quot;&quot;},&quot;isTemporary&quot;:false}]},{&quot;citationID&quot;:&quot;MENDELEY_CITATION_ed40dd5b-c63a-44ce-8715-b653c1f0dbc3&quot;,&quot;properties&quot;:{&quot;noteIndex&quot;:0},&quot;isEdited&quot;:false,&quot;manualOverride&quot;:{&quot;isManuallyOverridden&quot;:false,&quot;citeprocText&quot;:&quot;[7]&quot;,&quot;manualOverrideText&quot;:&quot;&quot;},&quot;citationTag&quot;:&quot;MENDELEY_CITATION_v3_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&quot;,&quot;citationItems&quot;:[{&quot;id&quot;:&quot;bec98e27-2877-35d0-b7ce-066bd6e2b833&quot;,&quot;itemData&quot;:{&quot;type&quot;:&quot;article-journal&quot;,&quot;id&quot;:&quot;bec98e27-2877-35d0-b7ce-066bd6e2b833&quot;,&quot;title&quot;:&quot;Reinforcement Learning and Machine ethics:a systematic review&quot;,&quot;author&quot;:[{&quot;family&quot;:&quot;Vishwanath&quot;,&quot;given&quot;:&quot;Ajay&quot;,&quot;parse-names&quot;:false,&quot;dropping-particle&quot;:&quot;&quot;,&quot;non-dropping-particle&quot;:&quot;&quot;},{&quot;family&quot;:&quot;Dennis&quot;,&quot;given&quot;:&quot;Louise A.&quot;,&quot;parse-names&quot;:false,&quot;dropping-particle&quot;:&quot;&quot;,&quot;non-dropping-particle&quot;:&quot;&quot;},{&quot;family&quot;:&quot;Slavkovik&quot;,&quot;given&quot;:&quot;Marija&quot;,&quot;parse-names&quot;:false,&quot;dropping-particle&quot;:&quot;&quot;,&quot;non-dropping-particle&quot;:&quot;&quot;}],&quot;issued&quot;:{&quot;date-parts&quot;:[[2024,7]]},&quot;abstract&quot;:&quot;Machine ethics is the field that studies how ethical behaviour can be accomplished by autonomous systems. While there exist some systematic reviews aiming to consolidate the state of the art in machine ethics prior to 2020, these tend to not include work that uses reinforcement learning agents as entities whose ethical behaviour is to be achieved. The reason for this is that only in the last years we have witnessed an increase in machine ethics studies within reinforcement learning. We present here a systematic review of reinforcement learning for machine ethics and machine ethics within reinforcement learning. Additionally, we highlight trends in terms of ethics specifications, components and frameworks of reinforcement learning, and environments used to result in ethical behaviour. Our systematic review aims to consolidate the work in machine ethics and reinforcement learning thus completing the gap in the state of the art machine ethics landscape&quot;,&quot;container-title-short&quot;:&quot;&quot;},&quot;isTemporary&quot;:false}]},{&quot;citationID&quot;:&quot;MENDELEY_CITATION_cfbaad13-1014-4a06-a05e-6611c90fce8d&quot;,&quot;properties&quot;:{&quot;noteIndex&quot;:0},&quot;isEdited&quot;:false,&quot;manualOverride&quot;:{&quot;isManuallyOverridden&quot;:false,&quot;citeprocText&quot;:&quot;[8]&quot;,&quot;manualOverrideText&quot;:&quot;&quot;},&quot;citationTag&quot;:&quot;MENDELEY_CITATION_v3_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&quot;,&quot;citationItems&quot;:[{&quot;id&quot;:&quot;dd75c3fd-b3a0-3038-bef6-f6a18b484ece&quot;,&quot;itemData&quot;:{&quot;type&quot;:&quot;article-journal&quot;,&quot;id&quot;:&quot;dd75c3fd-b3a0-3038-bef6-f6a18b484ece&quot;,&quot;title&quot;:&quot;Ethical Considerations in the Use of Artificial Intelligence and Machine Learning in Health Care: A Comprehensive Review&quot;,&quot;author&quot;:[{&quot;family&quot;:&quot;Harishbhai Tilala&quot;,&quot;given&quot;:&quot;Mitul&quot;,&quot;parse-names&quot;:false,&quot;dropping-particle&quot;:&quot;&quot;,&quot;non-dropping-particle&quot;:&quot;&quot;},{&quot;family&quot;:&quot;Kumar Chenchala&quot;,&quot;given&quot;:&quot;Pradeep&quot;,&quot;parse-names&quot;:false,&quot;dropping-particle&quot;:&quot;&quot;,&quot;non-dropping-particle&quot;:&quot;&quot;},{&quot;family&quot;:&quot;Choppadandi&quot;,&quot;given&quot;:&quot;Ashok&quot;,&quot;parse-names&quot;:false,&quot;dropping-particle&quot;:&quot;&quot;,&quot;non-dropping-particle&quot;:&quot;&quot;},{&quot;family&quot;:&quot;Kaur&quot;,&quot;given&quot;:&quot;Jagbir&quot;,&quot;parse-names&quot;:false,&quot;dropping-particle&quot;:&quot;&quot;,&quot;non-dropping-particle&quot;:&quot;&quot;},{&quot;family&quot;:&quot;Naguri&quot;,&quot;given&quot;:&quot;Savitha&quot;,&quot;parse-names&quot;:false,&quot;dropping-particle&quot;:&quot;&quot;,&quot;non-dropping-particle&quot;:&quot;&quot;},{&quot;family&quot;:&quot;Saoji&quot;,&quot;given&quot;:&quot;Rahul&quot;,&quot;parse-names&quot;:false,&quot;dropping-particle&quot;:&quot;&quot;,&quot;non-dropping-particle&quot;:&quot;&quot;},{&quot;family&quot;:&quot;Devaguptapu&quot;,&quot;given&quot;:&quot;Bhanu&quot;,&quot;parse-names&quot;:false,&quot;dropping-particle&quot;:&quot;&quot;,&quot;non-dropping-particle&quot;:&quot;&quot;}],&quot;container-title&quot;:&quot;Cureus&quot;,&quot;container-title-short&quot;:&quot;Cureus&quot;,&quot;DOI&quot;:&quot;10.7759/cureus.62443&quot;,&quot;ISSN&quot;:&quot;2168-8184&quot;,&quot;PMID&quot;:&quot;39011215&quot;,&quot;issued&quot;:{&quot;date-parts&quot;:[[2024,6]]},&quot;abstract&quot;:&quot;Artificial intelligence (AI) and machine learning (ML) technologies are revolutionizing health care by offering unprecedented opportunities to enhance patient care, optimize clinical workflows, and advance medical research. However, the integration of AI and ML into healthcare systems raises significant ethical considerations that must be carefully addressed to ensure responsible and equitable deployment. This comprehensive review explored the multifaceted ethical considerations surrounding the use of AI and ML in health care, including privacy and data security, algorithmic bias, transparency, clinical validation, and professional responsibility. By critically examining these ethical dimensions, stakeholders can navigate the ethical complexities of AI and ML integration in health care, while safeguarding patient welfare and upholding ethical principles. By embracing ethical best practices and fostering collaboration across interdisciplinary teams, the healthcare community can harness the full potential of AI and ML technologies to usher in a new era of personalized data-driven health care that prioritizes patient well-being and equity.&quot;,&quot;publisher&quot;:&quot;Springer Science and Business Media LLC&quot;},&quot;isTemporary&quot;:false}]},{&quot;citationID&quot;:&quot;MENDELEY_CITATION_d5213524-6add-4501-a172-789f508a8b54&quot;,&quot;properties&quot;:{&quot;noteIndex&quot;:0},&quot;isEdited&quot;:false,&quot;manualOverride&quot;:{&quot;isManuallyOverridden&quot;:false,&quot;citeprocText&quot;:&quot;[9]&quot;,&quot;manualOverrideText&quot;:&quot;&quot;},&quot;citationTag&quot;:&quot;MENDELEY_CITATION_v3_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&quot;,&quot;citationItems&quot;:[{&quot;id&quot;:&quot;7a543151-8a8e-3610-993d-01d8815c0dbf&quot;,&quot;itemData&quot;:{&quot;type&quot;:&quot;article-journal&quot;,&quot;id&quot;:&quot;7a543151-8a8e-3610-993d-01d8815c0dbf&quot;,&quot;title&quot;:&quot;Fairness in AI-Driven Recruitment: Challenges, Metrics, Methods, and Future Directions&quot;,&quot;author&quot;:[{&quot;family&quot;:&quot;Mujtaba&quot;,&quot;given&quot;:&quot;Dena F.&quot;,&quot;parse-names&quot;:false,&quot;dropping-particle&quot;:&quot;&quot;,&quot;non-dropping-particle&quot;:&quot;&quot;},{&quot;family&quot;:&quot;Mahapatra&quot;,&quot;given&quot;:&quot;Nihar R.&quot;,&quot;parse-names&quot;:false,&quot;dropping-particle&quot;:&quot;&quot;,&quot;non-dropping-particle&quot;:&quot;&quot;}],&quot;issued&quot;:{&quot;date-parts&quot;:[[2024,5]]},&quot;abstract&quot;:&quot;The recruitment process is crucial to an organization's ability to position itself for success, from finding qualified and well-fitting job candidates to impacting its output and culture. Therefore, over the past century, human resources experts and industrial-organizational psychologists have established hiring practices such as attracting candidates with job ads, gauging a candidate's skills with assessments, and using interview questions to assess organizational fit. However, the advent of big data and machine learning has led to a rapid transformation in the traditional recruitment process as many organizations have moved to using artificial intelligence (AI). Given the prevalence of AI-based recruitment, there is growing concern that human biases may carry over to decisions made by these systems, which can amplify the effect through systematic application. Empirical studies have identified prevalent biases in candidate ranking software and chatbot interactions, catalyzing a growing body of research dedicated to AI fairness over the last decade. This paper provides a comprehensive overview of this emerging field by discussing the types of biases encountered in AI-driven recruitment, exploring various fairness metrics and mitigation methods, and examining tools for auditing these systems. We highlight current challenges and outline future directions for developing fair AI recruitment applications, ensuring equitable candidate treatment and enhancing organizational outcomes.&quot;,&quot;container-title-short&quot;:&quot;&quot;},&quot;isTemporary&quot;:false}]},{&quot;citationID&quot;:&quot;MENDELEY_CITATION_e81e6f74-8f68-4834-ac9b-fa913e3b6428&quot;,&quot;properties&quot;:{&quot;noteIndex&quot;:0},&quot;isEdited&quot;:false,&quot;manualOverride&quot;:{&quot;isManuallyOverridden&quot;:false,&quot;citeprocText&quot;:&quot;[10]&quot;,&quot;manualOverrideText&quot;:&quot;&quot;},&quot;citationTag&quot;:&quot;MENDELEY_CITATION_v3_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&quot;,&quot;citationItems&quot;:[{&quot;id&quot;:&quot;02967add-4cde-3e68-b434-9a326695007d&quot;,&quot;itemData&quot;:{&quot;type&quot;:&quot;article-journal&quot;,&quot;id&quot;:&quot;02967add-4cde-3e68-b434-9a326695007d&quot;,&quot;title&quot;:&quot;From ethical AI frameworks to tools: a review of approaches&quot;,&quot;author&quot;:[{&quot;family&quot;:&quot;Yew&quot;,&quot;given&quot;:&quot;Rui-Jie&quot;,&quot;parse-names&quot;:false,&quot;dropping-particle&quot;:&quot;&quot;,&quot;non-dropping-particle&quot;:&quot;&quot;},{&quot;family&quot;:&quot;Xiang&quot;,&quot;given&quot;:&quot;Alice&quot;,&quot;parse-names&quot;:false,&quot;dropping-particle&quot;:&quot;&quot;,&quot;non-dropping-particle&quot;:&quot;&quot;}],&quot;issued&quot;:{&quot;date-parts&quot;:[[2022,5]]},&quot;abstract&quot;:&quot;Harms resulting from the development and deployment of facial processing technologies (FPT) have been met with increasing controversy. Several states and cities in the U.S. have banned the use of facial recognition by law enforcement and governments, but FPT are still being developed and used in a wide variety of contexts where they primarily are regulated by state biometric information privacy laws. Among these laws, the 2008 Illinois Biometric Information Privacy Act (BIPA) has generated a significant amount of litigation. Yet, with most BIPA lawsuits reaching settlements before there have been meaningful clarifications of relevant technical intricacies and legal definitions, there remains a great degree of uncertainty as to how exactly this law applies to FPT. What we have found through applications of BIPA in FPT litigation so far, however, points to potential disconnects between technical and legal communities. This paper analyzes what we know based on BIPA court proceedings and highlights these points of tension: areas where the technical operationalization of BIPA may create unintended and undesirable incentives for FPT development, as well as areas where BIPA litigation can bring to light the limitations of solely technical methods in achieving legal privacy values. These factors are relevant for (i) reasoning about biometric information privacy laws as a governing mechanism for FPT, (ii) assessing the potential harms of FPT, and (iii) providing incentives for the mitigation of these harms. By illuminating these considerations, we hope to empower courts and lawmakers to take a more nuanced approach to regulating FPT and developers to better understand privacy values in the current U.S. legal landscape.&quot;,&quot;container-title-short&quot;:&quot;&quot;},&quot;isTemporary&quot;:false}]},{&quot;citationID&quot;:&quot;MENDELEY_CITATION_35bd7d31-b831-4ce4-94c5-ee9a1722399d&quot;,&quot;properties&quot;:{&quot;noteIndex&quot;:0},&quot;isEdited&quot;:false,&quot;manualOverride&quot;:{&quot;isManuallyOverridden&quot;:false,&quot;citeprocText&quot;:&quot;[11]&quot;,&quot;manualOverrideText&quot;:&quot;&quot;},&quot;citationTag&quot;:&quot;MENDELEY_CITATION_v3_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&quot;,&quot;citationItems&quot;:[{&quot;id&quot;:&quot;eae156bd-ba44-3674-9311-ae78a7c89c82&quot;,&quot;itemData&quot;:{&quot;type&quot;:&quot;article-journal&quot;,&quot;id&quot;:&quot;eae156bd-ba44-3674-9311-ae78a7c89c82&quot;,&quot;title&quot;:&quot;Achieving Fairness Across Local and Global Models in Federated Learning&quot;,&quot;author&quot;:[{&quot;family&quot;:&quot;Makhija&quot;,&quot;given&quot;:&quot;Disha&quot;,&quot;parse-names&quot;:false,&quot;dropping-particle&quot;:&quot;&quot;,&quot;non-dropping-particle&quot;:&quot;&quot;},{&quot;family&quot;:&quot;Han&quot;,&quot;given&quot;:&quot;Xing&quot;,&quot;parse-names&quot;:false,&quot;dropping-particle&quot;:&quot;&quot;,&quot;non-dropping-particle&quot;:&quot;&quot;},{&quot;family&quot;:&quot;Ghosh&quot;,&quot;given&quot;:&quot;Joydeep&quot;,&quot;parse-names&quot;:false,&quot;dropping-particle&quot;:&quot;&quot;,&quot;non-dropping-particle&quot;:&quot;&quot;},{&quot;family&quot;:&quot;Kim&quot;,&quot;given&quot;:&quot;Yejin&quot;,&quot;parse-names&quot;:false,&quot;dropping-particle&quot;:&quot;&quot;,&quot;non-dropping-particle&quot;:&quot;&quot;}],&quot;issued&quot;:{&quot;date-parts&quot;:[[2024,6]]},&quot;abstract&quot;:&quot;Achieving fairness across diverse clients in Federated Learning (FL) remains a significant challenge due to the heterogeneity of the data and the inaccessibility of sensitive attributes from clients' private datasets. This study addresses this issue by introducing \\texttt{EquiFL}, a novel approach designed to enhance both local and global fairness in federated learning environments. \\texttt{EquiFL} incorporates a fairness term into the local optimization objective, effectively balancing local performance and fairness. The proposed coordination mechanism also prevents bias from propagating across clients during the collaboration phase. Through extensive experiments across multiple benchmarks, we demonstrate that \\texttt{EquiFL} not only strikes a better balance between accuracy and fairness locally at each client but also achieves global fairness. The results also indicate that \\texttt{EquiFL} ensures uniform performance distribution among clients, thus contributing to performance fairness. Furthermore, we showcase the benefits of \\texttt{EquiFL} in a real-world distributed dataset from a healthcare application, specifically in predicting the effects of treatments on patients across various hospital locations.&quot;,&quot;container-title-short&quot;:&quot;&quot;},&quot;isTemporary&quot;:false}]},{&quot;citationID&quot;:&quot;MENDELEY_CITATION_f55b1be1-09ca-4672-a1a3-0f112d3ec679&quot;,&quot;properties&quot;:{&quot;noteIndex&quot;:0},&quot;isEdited&quot;:false,&quot;manualOverride&quot;:{&quot;isManuallyOverridden&quot;:false,&quot;citeprocText&quot;:&quot;[12]&quot;,&quot;manualOverrideText&quot;:&quot;&quot;},&quot;citationTag&quot;:&quot;MENDELEY_CITATION_v3_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&quot;,&quot;citationItems&quot;:[{&quot;id&quot;:&quot;617ca698-0e46-3156-8d05-35acc06152ca&quot;,&quot;itemData&quot;:{&quot;type&quot;:&quot;article-journal&quot;,&quot;id&quot;:&quot;617ca698-0e46-3156-8d05-35acc06152ca&quot;,&quot;title&quot;:&quot;Fairness-aware machine learning engineering: how far are we?&quot;,&quot;author&quot;:[{&quot;family&quot;:&quot;Chakraborty&quot;,&quot;given&quot;:&quot;Joymallya&quot;,&quot;parse-names&quot;:false,&quot;dropping-particle&quot;:&quot;&quot;,&quot;non-dropping-particle&quot;:&quot;&quot;},{&quot;family&quot;:&quot;Xia&quot;,&quot;given&quot;:&quot;Tianpei&quot;,&quot;parse-names&quot;:false,&quot;dropping-particle&quot;:&quot;&quot;,&quot;non-dropping-particle&quot;:&quot;&quot;},{&quot;family&quot;:&quot;Fahid&quot;,&quot;given&quot;:&quot;Fahmid M.&quot;,&quot;parse-names&quot;:false,&quot;dropping-particle&quot;:&quot;&quot;,&quot;non-dropping-particle&quot;:&quot;&quot;},{&quot;family&quot;:&quot;Menzies&quot;,&quot;given&quot;:&quot;Tim&quot;,&quot;parse-names&quot;:false,&quot;dropping-particle&quot;:&quot;&quot;,&quot;non-dropping-particle&quot;:&quot;&quot;}],&quot;issued&quot;:{&quot;date-parts&quot;:[[2019,5]]},&quot;abstract&quot;:&quot;We assert that it is the ethical duty of software engineers to strive to reduce software discrimination. This paper discusses how that might be done. This is an important topic since machine learning software is increasingly being used to make decisions that affect people's lives. Potentially, the application of that software will result in fairer decisions because (unlike humans) machine learning software is not biased. However, recent results show that the software within many data mining packages exhibits \&quot;group discrimination\&quot;; i.e. their decisions are inappropriately affected by \&quot;protected attributes\&quot;(e.g., race, gender, age, etc.). There has been much prior work on validating the fairness of machine-learning models (by recognizing when such software discrimination exists). But after detection, comes mitigation. What steps can ethical software engineers take to reduce discrimination in the software they produce? This paper shows that making \\textit{fairness} as a goal during hyperparameter optimization can (a) preserve the predictive power of a model learned from a data miner while also (b) generates fairer results. To the best of our knowledge, this is the first application of hyperparameter optimization as a tool for software engineers to generate fairer software.&quot;,&quot;container-title-short&quot;:&quot;&quot;},&quot;isTemporary&quot;:false}]},{&quot;citationID&quot;:&quot;MENDELEY_CITATION_1ce94946-8409-43d4-a522-21e00671bac7&quot;,&quot;properties&quot;:{&quot;noteIndex&quot;:0},&quot;isEdited&quot;:false,&quot;manualOverride&quot;:{&quot;isManuallyOverridden&quot;:false,&quot;citeprocText&quot;:&quot;[13]&quot;,&quot;manualOverrideText&quot;:&quot;&quot;},&quot;citationTag&quot;:&quot;MENDELEY_CITATION_v3_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&quot;,&quot;citationItems&quot;:[{&quot;id&quot;:&quot;361bb151-ee5f-384e-b16a-739110c0a7b3&quot;,&quot;itemData&quot;:{&quot;type&quot;:&quot;article-journal&quot;,&quot;id&quot;:&quot;361bb151-ee5f-384e-b16a-739110c0a7b3&quot;,&quot;title&quot;:&quot;Fairness and Bias in Algorithmic Hiring: a Multidisciplinary Survey&quot;,&quot;author&quot;:[{&quot;family&quot;:&quot;Fabris&quot;,&quot;given&quot;:&quot;Alessandro&quot;,&quot;parse-names&quot;:false,&quot;dropping-particle&quot;:&quot;&quot;,&quot;non-dropping-particle&quot;:&quot;&quot;},{&quot;family&quot;:&quot;Baranowska&quot;,&quot;given&quot;:&quot;Nina&quot;,&quot;parse-names&quot;:false,&quot;dropping-particle&quot;:&quot;&quot;,&quot;non-dropping-particle&quot;:&quot;&quot;},{&quot;family&quot;:&quot;Dennis&quot;,&quot;given&quot;:&quot;Matthew J.&quot;,&quot;parse-names&quot;:false,&quot;dropping-particle&quot;:&quot;&quot;,&quot;non-dropping-particle&quot;:&quot;&quot;},{&quot;family&quot;:&quot;Graus&quot;,&quot;given&quot;:&quot;David&quot;,&quot;parse-names&quot;:false,&quot;dropping-particle&quot;:&quot;&quot;,&quot;non-dropping-particle&quot;:&quot;&quot;},{&quot;family&quot;:&quot;Hacker&quot;,&quot;given&quot;:&quot;Philipp&quot;,&quot;parse-names&quot;:false,&quot;dropping-particle&quot;:&quot;&quot;,&quot;non-dropping-particle&quot;:&quot;&quot;},{&quot;family&quot;:&quot;Saldivar&quot;,&quot;given&quot;:&quot;Jorge&quot;,&quot;parse-names&quot;:false,&quot;dropping-particle&quot;:&quot;&quot;,&quot;non-dropping-particle&quot;:&quot;&quot;},{&quot;family&quot;:&quot;Borgesius&quot;,&quot;given&quot;:&quot;Frederik Zuiderveen&quot;,&quot;parse-names&quot;:false,&quot;dropping-particle&quot;:&quot;&quot;,&quot;non-dropping-particle&quot;:&quot;&quot;},{&quot;family&quot;:&quot;Biega&quot;,&quot;given&quot;:&quot;Asia J.&quot;,&quot;parse-names&quot;:false,&quot;dropping-particle&quot;:&quot;&quot;,&quot;non-dropping-particle&quot;:&quot;&quot;}],&quot;DOI&quot;:&quot;10.1145/3696457&quot;,&quot;ISSN&quot;:&quot;21576912&quot;,&quot;issued&quot;:{&quot;date-parts&quot;:[[2023,9]]},&quot;abstract&quot;:&quot;Employers are adopting algorithmic hiring technology throughout the recruitment pipeline. Algorithmic fairness is especially applicable in this domain due to its high stakes and structural inequalities. Unfortunately, most work in this space provides partial treatment, often constrained by two competing narratives, optimistically focused on replacing biased recruiter decisions or pessimistically pointing to the automation of discrimination. Whether, and more importantly what types of, algorithmic hiring can be less biased and more beneficial to society than low-tech alternatives currently remains unanswered, to the detriment of trustworthiness. This multidisciplinary survey caters to practitioners and researchers with a balanced and integrated coverage of systems, biases, measures, mitigation strategies, datasets, and legal aspects of algorithmic hiring and fairness. Our work supports a contextualized understanding and governance of this technology by highlighting current opportunities and limitations, providing recommendations for future work to ensure shared benefits for all stakeholders.&quot;,&quot;container-title-short&quot;:&quot;&quot;},&quot;isTemporary&quot;:false}]},{&quot;citationID&quot;:&quot;MENDELEY_CITATION_e1541944-c5b1-499e-8e2c-5d4d2c26c8e5&quot;,&quot;properties&quot;:{&quot;noteIndex&quot;:0},&quot;isEdited&quot;:false,&quot;manualOverride&quot;:{&quot;isManuallyOverridden&quot;:false,&quot;citeprocText&quot;:&quot;[14]&quot;,&quot;manualOverrideText&quot;:&quot;&quot;},&quot;citationTag&quot;:&quot;MENDELEY_CITATION_v3_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&quot;,&quot;citationItems&quot;:[{&quot;id&quot;:&quot;a071c56a-2ef3-386a-80c0-e168ddbd20db&quot;,&quot;itemData&quot;:{&quot;type&quot;:&quot;paper-conference&quot;,&quot;id&quot;:&quot;a071c56a-2ef3-386a-80c0-e168ddbd20db&quot;,&quot;title&quot;:&quot;Transparency and Explainability of AI Systems: Ethical Guidelines in Practice&quot;,&quot;author&quot;:[{&quot;family&quot;:&quot;Balasubramaniam&quot;,&quot;given&quot;:&quot;Nagadivya&quot;,&quot;parse-names&quot;:false,&quot;dropping-particle&quot;:&quot;&quot;,&quot;non-dropping-particle&quot;:&quot;&quot;},{&quot;family&quot;:&quot;Kauppinen&quot;,&quot;given&quot;:&quot;Marjo&quot;,&quot;parse-names&quot;:false,&quot;dropping-particle&quot;:&quot;&quot;,&quot;non-dropping-particle&quot;:&quot;&quot;},{&quot;family&quot;:&quot;Hiekkanen&quot;,&quot;given&quot;:&quot;Kari&quot;,&quot;parse-names&quot;:false,&quot;dropping-particle&quot;:&quot;&quot;,&quot;non-dropping-particle&quot;:&quot;&quot;},{&quot;family&quot;:&quot;Kujala&quot;,&quot;given&quot;:&quot;Sari&quot;,&quot;parse-names&quot;:false,&quot;dropping-particle&quot;:&quot;&quot;,&quot;non-dropping-particle&quot;:&quot;&quot;}],&quot;container-title&quot;:&quot;Lecture Notes in Computer Science (including subseries Lecture Notes in Artificial Intelligence and Lecture Notes in Bioinformatics)&quot;,&quot;DOI&quot;:&quot;10.1007/978-3-030-98464-9_1&quot;,&quot;ISSN&quot;:&quot;16113349&quot;,&quot;issued&quot;:{&quot;date-parts&quot;:[[2022]]},&quot;page&quot;:&quot;3-18&quot;,&quot;abstract&quot;:&quot;[Context and Motivation] Recent studies have highlighted transparency and explainability as important quality requirements of AI systems. However, there are still relatively few case studies that describe the current state of defining these quality requirements in practice. [Question] The goal of our study was to explore what ethical guidelines organizations have defined for the development of transparent and explainable AI systems. We analyzed the ethical guidelines in 16 organizations representing different industries and public sector. [Results] In the ethical guidelines, the importance of transparency was highlighted by almost all of the organizations, and explainability was considered as an integral part of transparency. Building trust in AI systems was one of the key reasons for developing transparency and explainability, and customers and users were raised as the main target groups of the explanations. The organizations also mentioned developers, partners, and stakeholders as important groups needing explanations. The ethical guidelines contained the following aspects of the AI system that should be explained: the purpose, role of AI, inputs, behavior, data utilized, outputs, and limitations. The guidelines also pointed out that transparency and explainability relate to several other quality requirements, such as trustworthiness, understandability, traceability, privacy, auditability, and fairness. [Contribution] For researchers, this paper provides insights into what organizations consider important in the transparency and, in particular, explainability of AI systems. For practitioners, this study suggests a structured way to define explainability requirements of AI systems.&quot;,&quot;publisher&quot;:&quot;Springer Science and Business Media Deutschland GmbH&quot;,&quot;volume&quot;:&quot;13216 LNCS&quot;,&quot;container-title-short&quot;:&quot;&quot;},&quot;isTemporary&quot;:false}]},{&quot;citationID&quot;:&quot;MENDELEY_CITATION_5bc1d653-1d55-4b52-ab5f-202ed27a6425&quot;,&quot;properties&quot;:{&quot;noteIndex&quot;:0},&quot;isEdited&quot;:false,&quot;manualOverride&quot;:{&quot;isManuallyOverridden&quot;:false,&quot;citeprocText&quot;:&quot;[15]&quot;,&quot;manualOverrideText&quot;:&quot;&quot;},&quot;citationTag&quot;:&quot;MENDELEY_CITATION_v3_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&quot;,&quot;citationItems&quot;:[{&quot;id&quot;:&quot;ac6c521a-9400-3e85-8abf-88348103d80a&quot;,&quot;itemData&quot;:{&quot;type&quot;:&quot;article-journal&quot;,&quot;id&quot;:&quot;ac6c521a-9400-3e85-8abf-88348103d80a&quot;,&quot;title&quot;:&quot;The ethical issues of the application of artificial intelligence in healthcare: a systematic scoping review&quot;,&quot;author&quot;:[{&quot;family&quot;:&quot;Karimian&quot;,&quot;given&quot;:&quot;Golnar&quot;,&quot;parse-names&quot;:false,&quot;dropping-particle&quot;:&quot;&quot;,&quot;non-dropping-particle&quot;:&quot;&quot;},{&quot;family&quot;:&quot;Petelos&quot;,&quot;given&quot;:&quot;Elena&quot;,&quot;parse-names&quot;:false,&quot;dropping-particle&quot;:&quot;&quot;,&quot;non-dropping-particle&quot;:&quot;&quot;},{&quot;family&quot;:&quot;Evers&quot;,&quot;given&quot;:&quot;Silvia M. A. A.&quot;,&quot;parse-names&quot;:false,&quot;dropping-particle&quot;:&quot;&quot;,&quot;non-dropping-particle&quot;:&quot;&quot;}],&quot;container-title&quot;:&quot;AI and Ethics&quot;,&quot;DOI&quot;:&quot;10.1007/s43681-021-00131-7&quot;,&quot;ISSN&quot;:&quot;2730-5953&quot;,&quot;issued&quot;:{&quot;date-parts&quot;:[[2022,11]]},&quot;page&quot;:&quot;539-551&quot;,&quot;abstract&quot;:&quot;Artificial intelligence (AI) is being increasingly applied in healthcare. The expansion of AI in healthcare necessitates AI-related ethical issues to be studied and addressed. This systematic scoping review was conducted to identify the ethical issues of AI application in healthcare, to highlight gaps, and to propose steps to move towards an evidence-informed approach for addressing them. A systematic search was conducted to retrieve all articles examining the ethical aspects of AI application in healthcare from Medline (PubMed) and Embase (OVID), published between 2010 and July 21, 2020. The search terms were “artificial intelligence” or “machine learning” or “deep learning” in combination with “ethics” or “bioethics”. The studies were selected utilizing a PRISMA flowchart and predefined inclusion criteria. Ethical principles of respect for human autonomy, prevention of harm, fairness, explicability, and privacy were charted. The search yielded 2166 articles, of which 18 articles were selected for data charting on the basis of the predefined inclusion criteria. The focus of many articles was a general discussion about ethics and AI. Nevertheless, there was limited examination of ethical principles in terms of consideration for design or deployment of AI in most retrieved studies. In the few instances where ethical principles were considered, fairness, preservation of human autonomy, explicability and privacy were equally discussed. The principle of prevention of harm was the least explored topic. Practical tools for testing and upholding ethical requirements across the lifecycle of AI-based technologies are largely absent from the body of reported evidence. In addition, the perspective of different stakeholders is largely missing.&quot;,&quot;publisher&quot;:&quot;Springer Science and Business Media LLC&quot;,&quot;volume&quot;:&quot;2&quot;,&quot;container-title-short&quot;:&quot;&quot;},&quot;isTemporary&quot;:false}]},{&quot;citationID&quot;:&quot;MENDELEY_CITATION_f44c4318-8fe7-4534-bd3f-c8b580592cd0&quot;,&quot;properties&quot;:{&quot;noteIndex&quot;:0},&quot;isEdited&quot;:false,&quot;manualOverride&quot;:{&quot;isManuallyOverridden&quot;:false,&quot;citeprocText&quot;:&quot;[16]&quot;,&quot;manualOverrideText&quot;:&quot;&quot;},&quot;citationTag&quot;:&quot;MENDELEY_CITATION_v3_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&quot;,&quot;citationItems&quot;:[{&quot;id&quot;:&quot;12df440e-4823-3a9a-9a35-e600a1645654&quot;,&quot;itemData&quot;:{&quot;type&quot;:&quot;article-journal&quot;,&quot;id&quot;:&quot;12df440e-4823-3a9a-9a35-e600a1645654&quot;,&quot;title&quot;:&quot;Toward Fairness, Accountability, Transparency, and Ethics in AI for Social Media and Health Care: Scoping Review.&quot;,&quot;author&quot;:[{&quot;family&quot;:&quot;Singhal&quot;,&quot;given&quot;:&quot;Aditya&quot;,&quot;parse-names&quot;:false,&quot;dropping-particle&quot;:&quot;&quot;,&quot;non-dropping-particle&quot;:&quot;&quot;},{&quot;family&quot;:&quot;Neveditsin&quot;,&quot;given&quot;:&quot;Nikita&quot;,&quot;parse-names&quot;:false,&quot;dropping-particle&quot;:&quot;&quot;,&quot;non-dropping-particle&quot;:&quot;&quot;},{&quot;family&quot;:&quot;Tanveer&quot;,&quot;given&quot;:&quot;Hasnaat&quot;,&quot;parse-names&quot;:false,&quot;dropping-particle&quot;:&quot;&quot;,&quot;non-dropping-particle&quot;:&quot;&quot;},{&quot;family&quot;:&quot;Mago&quot;,&quot;given&quot;:&quot;Vijay&quot;,&quot;parse-names&quot;:false,&quot;dropping-particle&quot;:&quot;&quot;,&quot;non-dropping-particle&quot;:&quot;&quot;}],&quot;container-title&quot;:&quot;JMIR medical informatics&quot;,&quot;container-title-short&quot;:&quot;JMIR Med Inform&quot;,&quot;DOI&quot;:&quot;10.2196/50048&quot;,&quot;ISSN&quot;:&quot;2291-9694&quot;,&quot;PMID&quot;:&quot;38568737&quot;,&quot;issued&quot;:{&quot;date-parts&quot;:[[2024,4]]},&quot;page&quot;:&quot;e50048&quot;,&quot;abstract&quot;:&quot;BACKGROUND The use of social media for disseminating health care information has become increasingly prevalent, making the expanding role of artificial intelligence (AI) and machine learning in this process both significant and inevitable. This development raises numerous ethical concerns. This study explored the ethical use of AI and machine learning in the context of health care information on social media platforms (SMPs). It critically examined these technologies from the perspectives of fairness, accountability, transparency, and ethics (FATE), emphasizing computational and methodological approaches that ensure their responsible application. OBJECTIVE This study aims to identify, compare, and synthesize existing solutions that address the components of FATE in AI applications in health care on SMPs. Through an in-depth exploration of computational methods, approaches, and evaluation metrics used in various initiatives, we sought to elucidate the current state of the art and identify existing gaps. Furthermore, we assessed the strength of the evidence supporting each identified solution and discussed the implications of our findings for future research and practice. In doing so, we made a unique contribution to the field by highlighting areas that require further exploration and innovation. METHODS Our research methodology involved a comprehensive literature search across PubMed, Web of Science, and Google Scholar. We used strategic searches through specific filters to identify relevant research papers published since 2012 focusing on the intersection and union of different literature sets. The inclusion criteria were centered on studies that primarily addressed FATE in health care discussions on SMPs; those presenting empirical results; and those covering definitions, computational methods, approaches, and evaluation metrics. RESULTS Our findings present a nuanced breakdown of the FATE principles, aligning them where applicable with the American Medical Informatics Association ethical guidelines. By dividing these principles into dedicated sections, we detailed specific computational methods and conceptual approaches tailored to enforcing FATE in AI-driven health care on SMPs. This segmentation facilitated a deeper understanding of the intricate relationship among the FATE principles and highlighted the practical challenges encountered in their application. It underscored the pioneering contributions of our study to the discourse on ethical AI in health care on SMPs, emphasizing the complex interplay and the limitations faced in implementing these principles effectively. CONCLUSIONS Despite the existence of diverse approaches and metrics to address FATE issues in AI for health care on SMPs, challenges persist. The application of these approaches often intersects with additional ethical considerations, occasionally leading to conflicts. Our review highlights the lack of a unified, comprehensive solution for fully and effectively integrating FATE principles in this domain. This gap necessitates careful consideration of the ethical trade-offs involved in deploying existing methods and underscores the need for ongoing research.&quot;,&quot;volume&quot;:&quot;12&quot;},&quot;isTemporary&quot;:false}]},{&quot;citationID&quot;:&quot;MENDELEY_CITATION_702da9b4-fbcc-409b-aeac-d19efd75c516&quot;,&quot;properties&quot;:{&quot;noteIndex&quot;:0},&quot;isEdited&quot;:false,&quot;manualOverride&quot;:{&quot;isManuallyOverridden&quot;:false,&quot;citeprocText&quot;:&quot;[17]&quot;,&quot;manualOverrideText&quot;:&quot;&quot;},&quot;citationTag&quot;:&quot;MENDELEY_CITATION_v3_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&quot;,&quot;citationItems&quot;:[{&quot;id&quot;:&quot;f0de33b2-9a74-302c-9d5e-fde00bc8d6ac&quot;,&quot;itemData&quot;:{&quot;type&quot;:&quot;article-journal&quot;,&quot;id&quot;:&quot;f0de33b2-9a74-302c-9d5e-fde00bc8d6ac&quot;,&quot;title&quot;:&quot;FairAIED: Navigating Fairness, Bias, and Ethics in Educational AI Applications&quot;,&quot;author&quot;:[{&quot;family&quot;:&quot;Chinta&quot;,&quot;given&quot;:&quot;Sribala Vidyadhari&quot;,&quot;parse-names&quot;:false,&quot;dropping-particle&quot;:&quot;&quot;,&quot;non-dropping-particle&quot;:&quot;&quot;},{&quot;family&quot;:&quot;Wang&quot;,&quot;given&quot;:&quot;Zichong&quot;,&quot;parse-names&quot;:false,&quot;dropping-particle&quot;:&quot;&quot;,&quot;non-dropping-particle&quot;:&quot;&quot;},{&quot;family&quot;:&quot;Yin&quot;,&quot;given&quot;:&quot;Zhipeng&quot;,&quot;parse-names&quot;:false,&quot;dropping-particle&quot;:&quot;&quot;,&quot;non-dropping-particle&quot;:&quot;&quot;},{&quot;family&quot;:&quot;Hoang&quot;,&quot;given&quot;:&quot;Nhat&quot;,&quot;parse-names&quot;:false,&quot;dropping-particle&quot;:&quot;&quot;,&quot;non-dropping-particle&quot;:&quot;&quot;},{&quot;family&quot;:&quot;Gonzalez&quot;,&quot;given&quot;:&quot;Matthew&quot;,&quot;parse-names&quot;:false,&quot;dropping-particle&quot;:&quot;&quot;,&quot;non-dropping-particle&quot;:&quot;&quot;},{&quot;family&quot;:&quot;Quy&quot;,&quot;given&quot;:&quot;Tai&quot;,&quot;parse-names&quot;:false,&quot;dropping-particle&quot;:&quot;Le&quot;,&quot;non-dropping-particle&quot;:&quot;&quot;},{&quot;family&quot;:&quot;Zhang&quot;,&quot;given&quot;:&quot;Wenbin&quot;,&quot;parse-names&quot;:false,&quot;dropping-particle&quot;:&quot;&quot;,&quot;non-dropping-particle&quot;:&quot;&quot;}],&quot;issued&quot;:{&quot;date-parts&quot;:[[2024,7]]},&quot;abstract&quot;:&quot;The integration of Artificial Intelligence (AI) into education has transformative potential, providing tailored learning experiences and creative instructional approaches. However, the inherent biases in AI algorithms hinder this improvement by unintentionally perpetuating prejudice against specific demographics, especially in human-centered applications like education. This survey delves deeply into the developing topic of algorithmic fairness in educational contexts, providing a comprehensive evaluation of the diverse literature on fairness, bias, and ethics in AI-driven educational applications. It identifies the common forms of biases, such as data-related, algorithmic, and user-interaction, that fundamentally undermine the accomplishment of fairness in AI teaching aids. By outlining existing techniques for mitigating these biases, ranging from varied data gathering to algorithmic fairness interventions, the survey emphasizes the critical role of ethical considerations and legal frameworks in shaping a more equitable educational environment. Furthermore, it guides readers through the complexities of fairness measurements, methods, and datasets, shedding light on the way to bias reduction. Despite these gains, this survey highlights long-standing issues, such as achieving a balance between fairness and accuracy, as well as the need for diverse datasets. Overcoming these challenges and ensuring the ethical and fair use of AI's promise in education call for a collaborative, interdisciplinary approach.&quot;,&quot;container-title-short&quot;:&quot;&quot;},&quot;isTemporary&quot;:false}]},{&quot;citationID&quot;:&quot;MENDELEY_CITATION_23fe096f-f6f9-4c06-98ff-0650cb902710&quot;,&quot;properties&quot;:{&quot;noteIndex&quot;:0},&quot;isEdited&quot;:false,&quot;manualOverride&quot;:{&quot;isManuallyOverridden&quot;:false,&quot;citeprocText&quot;:&quot;[18]&quot;,&quot;manualOverrideText&quot;:&quot;&quot;},&quot;citationTag&quot;:&quot;MENDELEY_CITATION_v3_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&quot;,&quot;citationItems&quot;:[{&quot;id&quot;:&quot;e30b1f64-e245-37f6-b6e5-c5ee0b0ea866&quot;,&quot;itemData&quot;:{&quot;type&quot;:&quot;article-journal&quot;,&quot;id&quot;:&quot;e30b1f64-e245-37f6-b6e5-c5ee0b0ea866&quot;,&quot;title&quot;:&quot;A survey of recent methods for addressing AI fairness and bias in biomedicine&quot;,&quot;author&quot;:[{&quot;family&quot;:&quot;Yang&quot;,&quot;given&quot;:&quot;Yifan&quot;,&quot;parse-names&quot;:false,&quot;dropping-particle&quot;:&quot;&quot;,&quot;non-dropping-particle&quot;:&quot;&quot;},{&quot;family&quot;:&quot;Lin&quot;,&quot;given&quot;:&quot;Mingquan&quot;,&quot;parse-names&quot;:false,&quot;dropping-particle&quot;:&quot;&quot;,&quot;non-dropping-particle&quot;:&quot;&quot;},{&quot;family&quot;:&quot;Zhao&quot;,&quot;given&quot;:&quot;Han&quot;,&quot;parse-names&quot;:false,&quot;dropping-particle&quot;:&quot;&quot;,&quot;non-dropping-particle&quot;:&quot;&quot;},{&quot;family&quot;:&quot;Peng&quot;,&quot;given&quot;:&quot;Yifan&quot;,&quot;parse-names&quot;:false,&quot;dropping-particle&quot;:&quot;&quot;,&quot;non-dropping-particle&quot;:&quot;&quot;},{&quot;family&quot;:&quot;Huang&quot;,&quot;given&quot;:&quot;Furong&quot;,&quot;parse-names&quot;:false,&quot;dropping-particle&quot;:&quot;&quot;,&quot;non-dropping-particle&quot;:&quot;&quot;},{&quot;family&quot;:&quot;Lu&quot;,&quot;given&quot;:&quot;Zhiyong&quot;,&quot;parse-names&quot;:false,&quot;dropping-particle&quot;:&quot;&quot;,&quot;non-dropping-particle&quot;:&quot;&quot;}],&quot;DOI&quot;:&quot;10.1016/j.jbi.2024.104646&quot;,&quot;issued&quot;:{&quot;date-parts&quot;:[[2024,2]]},&quot;abstract&quot;:&quot;Artificial intelligence (AI) systems have the potential to revolutionize clinical practices, including improving diagnostic accuracy and surgical decision-making, while also reducing costs and manpower. However, it is important to recognize that these systems may perpetuate social inequities or demonstrate biases, such as those based on race or gender. Such biases can occur before, during, or after the development of AI models, making it critical to understand and address potential biases to enable the accurate and reliable application of AI models in clinical settings. To mitigate bias concerns during model development, we surveyed recent publications on different debiasing methods in the fields of biomedical natural language processing (NLP) or computer vision (CV). Then we discussed the methods that have been applied in the biomedical domain to address bias. We performed our literature search on PubMed, ACM digital library, and IEEE Xplore of relevant articles published between January 2018 and December 2023 using multiple combinations of keywords. We then filtered the result of 10,041 articles automatically with loose constraints, and manually inspected the abstracts of the remaining 890 articles to identify the 55 articles included in this review. Additional articles in the references are also included in this review. We discuss each method and compare its strengths and weaknesses. Finally, we review other potential methods from the general domain that could be applied to biomedicine to address bias and improve fairness.The bias of AIs in biomedicine can originate from multiple sources. Existing debiasing methods that focus on algorithms can be categorized into distributional or algorithmic.&quot;,&quot;container-title-short&quot;:&quot;&quot;},&quot;isTemporary&quot;:false}]},{&quot;citationID&quot;:&quot;MENDELEY_CITATION_2343c215-4df2-4ccc-bf65-a07e08012c6a&quot;,&quot;properties&quot;:{&quot;noteIndex&quot;:0},&quot;isEdited&quot;:false,&quot;manualOverride&quot;:{&quot;isManuallyOverridden&quot;:false,&quot;citeprocText&quot;:&quot;[19]&quot;,&quot;manualOverrideText&quot;:&quot;&quot;},&quot;citationTag&quot;:&quot;MENDELEY_CITATION_v3_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&quot;,&quot;citationItems&quot;:[{&quot;id&quot;:&quot;63c22d1f-4c4d-3801-9ace-86c0f9c82109&quot;,&quot;itemData&quot;:{&quot;type&quot;:&quot;article-journal&quot;,&quot;id&quot;:&quot;63c22d1f-4c4d-3801-9ace-86c0f9c82109&quot;,&quot;title&quot;:&quot;Ethical Artificial Intelligence Principles and Guidelines for the Governance and Utilization of Highly Advanced Large Language Models&quot;,&quot;author&quot;:[{&quot;family&quot;:&quot;Hossain&quot;,&quot;given&quot;:&quot;Soaad&quot;,&quot;parse-names&quot;:false,&quot;dropping-particle&quot;:&quot;&quot;,&quot;non-dropping-particle&quot;:&quot;&quot;},{&quot;family&quot;:&quot;Ahmed&quot;,&quot;given&quot;:&quot;Syed Ishtiaque&quot;,&quot;parse-names&quot;:false,&quot;dropping-particle&quot;:&quot;&quot;,&quot;non-dropping-particle&quot;:&quot;&quot;}],&quot;issued&quot;:{&quot;date-parts&quot;:[[2023,12]]},&quot;abstract&quot;:&quot;Given the success of ChatGPT, LaMDA and other large language models (LLMs), there has been an increase in development and usage of LLMs within the technology sector and other sectors. While the level in which LLMs has not reached a level where it has surpassed human intelligence, there will be a time when it will. Such LLMs can be referred to as advanced LLMs. Currently, there are limited usage of ethical artificial intelligence (AI) principles and guidelines addressing advanced LLMs due to the fact that we have not reached that point yet. However, this is a problem as once we do reach that point, we will not be adequately prepared to deal with the aftermath of it in an ethical and optimal way, which will lead to undesired and unexpected consequences. This paper addresses this issue by discussing what ethical AI principles and guidelines can be used to address highly advanced LLMs.&quot;,&quot;container-title-short&quot;:&quot;&quot;},&quot;isTemporary&quot;:false}]},{&quot;citationID&quot;:&quot;MENDELEY_CITATION_f2ac8cba-cf15-4e5f-83c7-3603ef0e86d5&quot;,&quot;properties&quot;:{&quot;noteIndex&quot;:0},&quot;isEdited&quot;:false,&quot;manualOverride&quot;:{&quot;isManuallyOverridden&quot;:false,&quot;citeprocText&quot;:&quot;[20]&quot;,&quot;manualOverrideText&quot;:&quot;&quot;},&quot;citationTag&quot;:&quot;MENDELEY_CITATION_v3_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&quot;,&quot;citationItems&quot;:[{&quot;id&quot;:&quot;3cda51f0-b0f8-336f-a57a-fc9b73f3642a&quot;,&quot;itemData&quot;:{&quot;type&quot;:&quot;article-journal&quot;,&quot;id&quot;:&quot;3cda51f0-b0f8-336f-a57a-fc9b73f3642a&quot;,&quot;title&quot;:&quot;The Pursuit of Fairness in Artificial Intelligence Models: A Survey&quot;,&quot;author&quot;:[{&quot;family&quot;:&quot;Kheya&quot;,&quot;given&quot;:&quot;Tahsin Alamgir&quot;,&quot;parse-names&quot;:false,&quot;dropping-particle&quot;:&quot;&quot;,&quot;non-dropping-particle&quot;:&quot;&quot;},{&quot;family&quot;:&quot;Bouadjenek&quot;,&quot;given&quot;:&quot;Mohamed Reda&quot;,&quot;parse-names&quot;:false,&quot;dropping-particle&quot;:&quot;&quot;,&quot;non-dropping-particle&quot;:&quot;&quot;},{&quot;family&quot;:&quot;Aryal&quot;,&quot;given&quot;:&quot;Sunil&quot;,&quot;parse-names&quot;:false,&quot;dropping-particle&quot;:&quot;&quot;,&quot;non-dropping-particle&quot;:&quot;&quot;}],&quot;issued&quot;:{&quot;date-parts&quot;:[[2024,3]]},&quot;abstract&quot;:&quot;Artificial Intelligence (AI) models are now being utilized in all facets of our lives such as healthcare, education and employment. Since they are used in numerous sensitive environments and make decisions that can be life altering, potential biased outcomes are a pressing matter. Developers should ensure that such models don't manifest any unexpected discriminatory practices like partiality for certain genders, ethnicities or disabled people. With the ubiquitous dissemination of AI systems, researchers and practitioners are becoming more aware of unfair models and are bound to mitigate bias in them. Significant research has been conducted in addressing such issues to ensure models don't intentionally or unintentionally perpetuate bias. This survey offers a synopsis of the different ways researchers have promoted fairness in AI systems. We explore the different definitions of fairness existing in the current literature. We create a comprehensive taxonomy by categorizing different types of bias and investigate cases of biased AI in different application domains. A thorough study is conducted of the approaches and techniques employed by researchers to mitigate bias in AI models. Moreover, we also delve into the impact of biased models on user experience and the ethical considerations to contemplate when developing and deploying such models. We hope this survey helps researchers and practitioners understand the intricate details of fairness and bias in AI systems. By sharing this thorough survey, we aim to promote additional discourse in the domain of equitable and responsible AI.&quot;,&quot;container-title-short&quot;:&quot;&quot;},&quot;isTemporary&quot;:false}]},{&quot;citationID&quot;:&quot;MENDELEY_CITATION_c7a0ba6d-d9a3-4feb-93cb-0cdd1db9b5fa&quot;,&quot;properties&quot;:{&quot;noteIndex&quot;:0},&quot;isEdited&quot;:false,&quot;manualOverride&quot;:{&quot;isManuallyOverridden&quot;:false,&quot;citeprocText&quot;:&quot;[21]&quot;,&quot;manualOverrideText&quot;:&quot;&quot;},&quot;citationTag&quot;:&quot;MENDELEY_CITATION_v3_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&quot;,&quot;citationItems&quot;:[{&quot;id&quot;:&quot;12536bfa-10c1-3e40-900a-e7ce40e37d83&quot;,&quot;itemData&quot;:{&quot;type&quot;:&quot;webpage&quot;,&quot;id&quot;:&quot;12536bfa-10c1-3e40-900a-e7ce40e37d83&quot;,&quot;title&quot;:&quot;Beijing Artificial Intelligence Principles&quot;,&quot;container-title&quot;:&quot;https://ai-ethics-and-governance.institute/beijing-artificial-intelligence-principles/&quot;,&quot;abstract&quot;:&quot;The development of Artificial Intelligence (AI) concerns the future of the whole society, all mankind, and the environment. The principles below are proposed as an initiative for the research, development, use, governance and long-term planning of AI, calling for its healthy development to support the construction of a community of common destiny, and the realization…&quot;,&quot;container-title-short&quot;:&quot;&quot;},&quot;isTemporary&quot;:false,&quot;suppress-author&quot;:false,&quot;composite&quot;:false,&quot;author-only&quot;:false}]},{&quot;citationID&quot;:&quot;MENDELEY_CITATION_a36c01a3-1b8e-4889-890d-9ef250fb9c93&quot;,&quot;properties&quot;:{&quot;noteIndex&quot;:0},&quot;isEdited&quot;:false,&quot;manualOverride&quot;:{&quot;isManuallyOverridden&quot;:false,&quot;citeprocText&quot;:&quot;[21]&quot;,&quot;manualOverrideText&quot;:&quot;&quot;},&quot;citationTag&quot;:&quot;MENDELEY_CITATION_v3_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&quot;,&quot;citationItems&quot;:[{&quot;id&quot;:&quot;12536bfa-10c1-3e40-900a-e7ce40e37d83&quot;,&quot;itemData&quot;:{&quot;type&quot;:&quot;webpage&quot;,&quot;id&quot;:&quot;12536bfa-10c1-3e40-900a-e7ce40e37d83&quot;,&quot;title&quot;:&quot;Beijing Artificial Intelligence Principles&quot;,&quot;container-title&quot;:&quot;https://ai-ethics-and-governance.institute/beijing-artificial-intelligence-principles/&quot;,&quot;abstract&quot;:&quot;The development of Artificial Intelligence (AI) concerns the future of the whole society, all mankind, and the environment. The principles below are proposed as an initiative for the research, development, use, governance and long-term planning of AI, calling for its healthy development to support the construction of a community of common destiny, and the realization…&quot;,&quot;container-title-short&quot;:&quot;&quot;},&quot;isTemporary&quot;:false,&quot;suppress-author&quot;:false,&quot;composite&quot;:false,&quot;author-only&quot;:false}]},{&quot;citationID&quot;:&quot;MENDELEY_CITATION_b3db1cbe-3601-4f60-a0c7-36bd933ab825&quot;,&quot;properties&quot;:{&quot;noteIndex&quot;:0},&quot;isEdited&quot;:false,&quot;manualOverride&quot;:{&quot;isManuallyOverridden&quot;:false,&quot;citeprocText&quot;:&quot;[21]&quot;,&quot;manualOverrideText&quot;:&quot;&quot;},&quot;citationTag&quot;:&quot;MENDELEY_CITATION_v3_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&quot;,&quot;citationItems&quot;:[{&quot;id&quot;:&quot;12536bfa-10c1-3e40-900a-e7ce40e37d83&quot;,&quot;itemData&quot;:{&quot;type&quot;:&quot;webpage&quot;,&quot;id&quot;:&quot;12536bfa-10c1-3e40-900a-e7ce40e37d83&quot;,&quot;title&quot;:&quot;Beijing Artificial Intelligence Principles&quot;,&quot;container-title&quot;:&quot;https://ai-ethics-and-governance.institute/beijing-artificial-intelligence-principles/&quot;,&quot;abstract&quot;:&quot;The development of Artificial Intelligence (AI) concerns the future of the whole society, all mankind, and the environment. The principles below are proposed as an initiative for the research, development, use, governance and long-term planning of AI, calling for its healthy development to support the construction of a community of common destiny, and the realization…&quot;,&quot;container-title-short&quot;:&quot;&quot;},&quot;isTemporary&quot;:false,&quot;suppress-author&quot;:false,&quot;composite&quot;:false,&quot;author-onl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IEEE2006OfficeOnline.xsl" StyleName="IEEE" Version="2006"/>
</file>

<file path=customXml/item3.xml><?xml version="1.0" encoding="utf-8"?>
<p:properties xmlns:p="http://schemas.microsoft.com/office/2006/metadata/properties" xmlns:xsi="http://www.w3.org/2001/XMLSchema-instance" xmlns:pc="http://schemas.microsoft.com/office/infopath/2007/PartnerControls">
  <documentManagement>
    <TaxCatchAll xmlns="e731d534-b941-4698-8cb6-11a8d9053ddb" xsi:nil="true"/>
    <lcf76f155ced4ddcb4097134ff3c332f xmlns="0a965286-4a59-409b-a2c8-13fd64cb0be6">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8D9E6481992964FAC86850311E32FB9" ma:contentTypeVersion="12" ma:contentTypeDescription="Create a new document." ma:contentTypeScope="" ma:versionID="c51370615ce7707c2a1b62c6614ffc5c">
  <xsd:schema xmlns:xsd="http://www.w3.org/2001/XMLSchema" xmlns:xs="http://www.w3.org/2001/XMLSchema" xmlns:p="http://schemas.microsoft.com/office/2006/metadata/properties" xmlns:ns2="0a965286-4a59-409b-a2c8-13fd64cb0be6" xmlns:ns3="e731d534-b941-4698-8cb6-11a8d9053ddb" targetNamespace="http://schemas.microsoft.com/office/2006/metadata/properties" ma:root="true" ma:fieldsID="759fadbc849d1a6e13768a7d64c26f8c" ns2:_="" ns3:_="">
    <xsd:import namespace="0a965286-4a59-409b-a2c8-13fd64cb0be6"/>
    <xsd:import namespace="e731d534-b941-4698-8cb6-11a8d9053dd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965286-4a59-409b-a2c8-13fd64cb0b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47f1639-9130-493c-b0f7-7f4b51b1a918"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731d534-b941-4698-8cb6-11a8d9053dd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8f0b6e-8585-455f-9f51-a12f2ae4accf}" ma:internalName="TaxCatchAll" ma:showField="CatchAllData" ma:web="e731d534-b941-4698-8cb6-11a8d9053dd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B0511B83-DC8F-4C46-B930-C33195A7FA69}">
  <ds:schemaRefs>
    <ds:schemaRef ds:uri="http://schemas.openxmlformats.org/officeDocument/2006/bibliography"/>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 ds:uri="e731d534-b941-4698-8cb6-11a8d9053ddb"/>
    <ds:schemaRef ds:uri="0a965286-4a59-409b-a2c8-13fd64cb0be6"/>
  </ds:schemaRefs>
</ds:datastoreItem>
</file>

<file path=customXml/itemProps4.xml><?xml version="1.0" encoding="utf-8"?>
<ds:datastoreItem xmlns:ds="http://schemas.openxmlformats.org/officeDocument/2006/customXml" ds:itemID="{6FA8AA59-1938-436A-9D2F-EE4992A6EE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965286-4a59-409b-a2c8-13fd64cb0be6"/>
    <ds:schemaRef ds:uri="e731d534-b941-4698-8cb6-11a8d9053d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1047</TotalTime>
  <Pages>7</Pages>
  <Words>4777</Words>
  <Characters>27234</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31948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163</cp:revision>
  <cp:lastPrinted>2025-09-29T13:32:00Z</cp:lastPrinted>
  <dcterms:created xsi:type="dcterms:W3CDTF">2025-05-13T03:00:00Z</dcterms:created>
  <dcterms:modified xsi:type="dcterms:W3CDTF">2025-09-29T13:32:00Z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0x010100E8D9E6481992964FAC86850311E32FB9</vt:lpwstr>
  </property>
  <property fmtid="{D5CDD505-2E9C-101B-9397-08002B2CF9AE}" pid="3" name="MediaServiceImageTags">
    <vt:lpwstr/>
  </property>
</Properties>
</file>